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6C3" w:rsidRPr="00B1260B" w:rsidRDefault="00F016C3" w:rsidP="008A6146">
      <w:pPr>
        <w:spacing w:before="1600" w:line="360" w:lineRule="exact"/>
        <w:rPr>
          <w:rFonts w:ascii="Arial" w:eastAsia="Arial" w:hAnsi="Arial" w:cs="Arial"/>
          <w:bCs/>
          <w:spacing w:val="-1"/>
          <w:sz w:val="24"/>
          <w:szCs w:val="24"/>
        </w:rPr>
      </w:pPr>
      <w:r w:rsidRPr="00B1260B">
        <w:rPr>
          <w:rFonts w:ascii="Arial" w:eastAsia="Arial" w:hAnsi="Arial" w:cs="Arial"/>
          <w:bCs/>
          <w:spacing w:val="-1"/>
          <w:sz w:val="24"/>
          <w:szCs w:val="24"/>
        </w:rPr>
        <w:t>Disability Services Commission</w:t>
      </w:r>
    </w:p>
    <w:p w:rsidR="00D629EE" w:rsidRDefault="00D629EE" w:rsidP="008A6146">
      <w:pPr>
        <w:pStyle w:val="Heading1"/>
        <w:sectPr w:rsidR="00D629EE" w:rsidSect="00B47B67">
          <w:footerReference w:type="default" r:id="rId10"/>
          <w:headerReference w:type="first" r:id="rId11"/>
          <w:footerReference w:type="first" r:id="rId12"/>
          <w:type w:val="continuous"/>
          <w:pgSz w:w="11910" w:h="16840"/>
          <w:pgMar w:top="266" w:right="1134" w:bottom="1134" w:left="1134" w:header="0" w:footer="437" w:gutter="0"/>
          <w:pgNumType w:start="1"/>
          <w:cols w:space="720"/>
          <w:titlePg/>
        </w:sectPr>
      </w:pPr>
    </w:p>
    <w:p w:rsidR="004F2BD1" w:rsidRPr="00287F1A" w:rsidRDefault="004F2BD1" w:rsidP="00465B77">
      <w:pPr>
        <w:pStyle w:val="Heading1"/>
        <w:spacing w:before="0" w:after="0"/>
        <w:rPr>
          <w:sz w:val="40"/>
          <w:szCs w:val="40"/>
        </w:rPr>
      </w:pPr>
      <w:r>
        <w:rPr>
          <w:sz w:val="40"/>
          <w:szCs w:val="40"/>
        </w:rPr>
        <w:lastRenderedPageBreak/>
        <w:t>Western Australian National Disability Insurance Scheme (</w:t>
      </w:r>
      <w:r w:rsidRPr="00287F1A">
        <w:rPr>
          <w:sz w:val="40"/>
          <w:szCs w:val="40"/>
        </w:rPr>
        <w:t>WA NDIS</w:t>
      </w:r>
      <w:r>
        <w:rPr>
          <w:sz w:val="40"/>
          <w:szCs w:val="40"/>
        </w:rPr>
        <w:t>)</w:t>
      </w:r>
      <w:r w:rsidRPr="00287F1A">
        <w:rPr>
          <w:sz w:val="40"/>
          <w:szCs w:val="40"/>
        </w:rPr>
        <w:t xml:space="preserve"> Operational Policy</w:t>
      </w:r>
    </w:p>
    <w:p w:rsidR="004F2BD1" w:rsidRPr="008A6146" w:rsidRDefault="004F2BD1" w:rsidP="00465B77">
      <w:pPr>
        <w:pStyle w:val="Heading1"/>
        <w:spacing w:line="240" w:lineRule="auto"/>
      </w:pPr>
      <w:r>
        <w:t>Plan Development and Plan Changes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8"/>
      </w:tblGrid>
      <w:tr w:rsidR="00B97EF3" w:rsidRPr="00B97EF3" w:rsidTr="005065F9">
        <w:tc>
          <w:tcPr>
            <w:tcW w:w="5000" w:type="pct"/>
          </w:tcPr>
          <w:p w:rsidR="00E0480A" w:rsidRPr="00B97EF3" w:rsidRDefault="00E0480A" w:rsidP="00E0480A">
            <w:pPr>
              <w:spacing w:before="60" w:after="60"/>
              <w:rPr>
                <w:rFonts w:ascii="Arial" w:eastAsia="Calibri" w:hAnsi="Arial" w:cs="Times New Roman"/>
                <w:sz w:val="24"/>
              </w:rPr>
            </w:pPr>
            <w:r w:rsidRPr="00B97EF3">
              <w:rPr>
                <w:rFonts w:ascii="Arial" w:eastAsia="Calibri" w:hAnsi="Arial" w:cs="Times New Roman"/>
                <w:sz w:val="24"/>
              </w:rPr>
              <w:t>Document reference number</w:t>
            </w:r>
            <w:r w:rsidR="00FC26ED">
              <w:rPr>
                <w:rFonts w:ascii="Arial" w:eastAsia="Calibri" w:hAnsi="Arial" w:cs="Times New Roman"/>
                <w:sz w:val="24"/>
              </w:rPr>
              <w:t>: N17</w:t>
            </w:r>
          </w:p>
        </w:tc>
      </w:tr>
      <w:tr w:rsidR="00B97EF3" w:rsidRPr="00B97EF3" w:rsidTr="005065F9">
        <w:tc>
          <w:tcPr>
            <w:tcW w:w="5000" w:type="pct"/>
          </w:tcPr>
          <w:p w:rsidR="00E0480A" w:rsidRPr="00B97EF3" w:rsidRDefault="000E3FF1">
            <w:pPr>
              <w:spacing w:before="60" w:after="60"/>
              <w:rPr>
                <w:rFonts w:ascii="Arial" w:eastAsia="Calibri" w:hAnsi="Arial" w:cs="Times New Roman"/>
                <w:sz w:val="24"/>
              </w:rPr>
            </w:pPr>
            <w:r>
              <w:rPr>
                <w:rFonts w:ascii="Arial" w:eastAsia="Calibri" w:hAnsi="Arial" w:cs="Times New Roman"/>
                <w:sz w:val="24"/>
              </w:rPr>
              <w:t>Version: 1.</w:t>
            </w:r>
            <w:r w:rsidR="008F0EBD">
              <w:rPr>
                <w:rFonts w:ascii="Arial" w:eastAsia="Calibri" w:hAnsi="Arial" w:cs="Times New Roman"/>
                <w:sz w:val="24"/>
              </w:rPr>
              <w:t>2</w:t>
            </w:r>
          </w:p>
        </w:tc>
      </w:tr>
      <w:tr w:rsidR="00E0480A" w:rsidRPr="00B97EF3" w:rsidTr="005065F9">
        <w:tc>
          <w:tcPr>
            <w:tcW w:w="5000" w:type="pct"/>
          </w:tcPr>
          <w:p w:rsidR="00E0480A" w:rsidRPr="00B97EF3" w:rsidRDefault="00FC26ED" w:rsidP="00E0480A">
            <w:pPr>
              <w:spacing w:before="60" w:after="60"/>
              <w:rPr>
                <w:rFonts w:ascii="Arial" w:eastAsia="Calibri" w:hAnsi="Arial" w:cs="Times New Roman"/>
                <w:sz w:val="24"/>
              </w:rPr>
            </w:pPr>
            <w:r>
              <w:rPr>
                <w:rFonts w:ascii="Arial" w:eastAsia="Calibri" w:hAnsi="Arial" w:cs="Times New Roman"/>
                <w:sz w:val="24"/>
              </w:rPr>
              <w:t xml:space="preserve">Publish Date: </w:t>
            </w:r>
            <w:sdt>
              <w:sdtPr>
                <w:rPr>
                  <w:rFonts w:ascii="Arial" w:eastAsia="Calibri" w:hAnsi="Arial" w:cs="Times New Roman"/>
                  <w:sz w:val="24"/>
                </w:rPr>
                <w:alias w:val="Publish Date"/>
                <w:tag w:val=""/>
                <w:id w:val="-1405599569"/>
                <w:placeholder>
                  <w:docPart w:val="15FEF6E983B54B82A4E3F7B21C75D2E2"/>
                </w:placeholder>
                <w:dataBinding w:prefixMappings="xmlns:ns0='http://schemas.microsoft.com/office/2006/coverPageProps' " w:xpath="/ns0:CoverPageProperties[1]/ns0:PublishDate[1]" w:storeItemID="{55AF091B-3C7A-41E3-B477-F2FDAA23CFDA}"/>
                <w:date w:fullDate="2017-07-01T00:00:00Z">
                  <w:dateFormat w:val="d/MM/yyyy"/>
                  <w:lid w:val="en-AU"/>
                  <w:storeMappedDataAs w:val="dateTime"/>
                  <w:calendar w:val="gregorian"/>
                </w:date>
              </w:sdtPr>
              <w:sdtEndPr/>
              <w:sdtContent>
                <w:r w:rsidR="009B1B9E">
                  <w:rPr>
                    <w:rFonts w:ascii="Arial" w:eastAsia="Calibri" w:hAnsi="Arial" w:cs="Times New Roman"/>
                    <w:sz w:val="24"/>
                  </w:rPr>
                  <w:t>1/07/2017</w:t>
                </w:r>
              </w:sdtContent>
            </w:sdt>
          </w:p>
        </w:tc>
      </w:tr>
    </w:tbl>
    <w:p w:rsidR="00C629D4" w:rsidRDefault="00C629D4" w:rsidP="00B97EF3">
      <w:pPr>
        <w:pStyle w:val="Heading2"/>
      </w:pPr>
      <w:r>
        <w:t>Key words</w:t>
      </w:r>
    </w:p>
    <w:p w:rsidR="004F2BD1" w:rsidRDefault="004F2BD1" w:rsidP="004F2BD1">
      <w:pPr>
        <w:pStyle w:val="BodyText"/>
      </w:pPr>
      <w:r w:rsidRPr="00800365">
        <w:t>Plan,</w:t>
      </w:r>
      <w:r>
        <w:t xml:space="preserve"> vision, goals, strategies,</w:t>
      </w:r>
      <w:r w:rsidRPr="00800365">
        <w:t xml:space="preserve"> </w:t>
      </w:r>
      <w:r>
        <w:t xml:space="preserve">plan </w:t>
      </w:r>
      <w:r w:rsidRPr="00800365">
        <w:t>development, choice, control,</w:t>
      </w:r>
      <w:r>
        <w:t xml:space="preserve"> </w:t>
      </w:r>
      <w:r w:rsidR="005F5AD4">
        <w:t>supported decision-making</w:t>
      </w:r>
      <w:r>
        <w:t>,</w:t>
      </w:r>
      <w:r w:rsidRPr="00800365">
        <w:t xml:space="preserve"> </w:t>
      </w:r>
      <w:r w:rsidR="005F5AD4">
        <w:t xml:space="preserve">substitute decision-making, </w:t>
      </w:r>
      <w:r w:rsidRPr="00800365">
        <w:t>funding,</w:t>
      </w:r>
      <w:r>
        <w:t xml:space="preserve"> change,</w:t>
      </w:r>
      <w:r w:rsidRPr="00800365">
        <w:t xml:space="preserve"> review.</w:t>
      </w:r>
    </w:p>
    <w:p w:rsidR="005331D5" w:rsidRDefault="005331D5" w:rsidP="004F2BD1">
      <w:pPr>
        <w:pStyle w:val="BodyText"/>
      </w:pPr>
    </w:p>
    <w:p w:rsidR="00E0480A" w:rsidRDefault="00347FE9" w:rsidP="00465B77">
      <w:pPr>
        <w:pStyle w:val="Heading2"/>
        <w:spacing w:before="0"/>
      </w:pPr>
      <w:r>
        <w:t>Policy statement</w:t>
      </w:r>
    </w:p>
    <w:p w:rsidR="004F2BD1" w:rsidRDefault="004F2BD1" w:rsidP="004F2BD1">
      <w:pPr>
        <w:pStyle w:val="BodyText"/>
      </w:pPr>
      <w:bookmarkStart w:id="0" w:name="_Toc455143160"/>
      <w:r>
        <w:t xml:space="preserve">This operational policy outlines the principles and approach to the development, review and amendment of WA NDIS plans. </w:t>
      </w:r>
    </w:p>
    <w:p w:rsidR="005331D5" w:rsidRPr="00EB56C8" w:rsidRDefault="005331D5" w:rsidP="004F2BD1">
      <w:pPr>
        <w:pStyle w:val="BodyText"/>
      </w:pPr>
    </w:p>
    <w:bookmarkEnd w:id="0"/>
    <w:p w:rsidR="00E0480A" w:rsidRPr="00E86F4A" w:rsidRDefault="00347FE9" w:rsidP="00465B77">
      <w:pPr>
        <w:pStyle w:val="Heading2"/>
        <w:spacing w:before="0"/>
      </w:pPr>
      <w:r>
        <w:t>Principles</w:t>
      </w:r>
    </w:p>
    <w:p w:rsidR="007A31D3" w:rsidRDefault="00DA3984" w:rsidP="007A31D3">
      <w:pPr>
        <w:pStyle w:val="BodyText"/>
        <w:rPr>
          <w:lang w:val="en-AU"/>
        </w:rPr>
      </w:pPr>
      <w:r>
        <w:rPr>
          <w:lang w:val="en-AU"/>
        </w:rPr>
        <w:t>P</w:t>
      </w:r>
      <w:r w:rsidR="007A31D3" w:rsidRPr="00D21FB8">
        <w:rPr>
          <w:lang w:val="en-AU"/>
        </w:rPr>
        <w:t>lanning is a dynamic process which focusses on building skills and capacity, and is responsive to changes and developments in the person’s life over time.</w:t>
      </w:r>
    </w:p>
    <w:p w:rsidR="007A31D3" w:rsidRDefault="007A31D3" w:rsidP="004F2BD1">
      <w:pPr>
        <w:pStyle w:val="BodyText"/>
        <w:rPr>
          <w:lang w:val="en-AU"/>
        </w:rPr>
      </w:pPr>
    </w:p>
    <w:p w:rsidR="00BF3357" w:rsidRDefault="004F2BD1" w:rsidP="004F2BD1">
      <w:pPr>
        <w:pStyle w:val="BodyText"/>
        <w:rPr>
          <w:lang w:val="en-AU"/>
        </w:rPr>
      </w:pPr>
      <w:r w:rsidRPr="00D21FB8">
        <w:rPr>
          <w:lang w:val="en-AU"/>
        </w:rPr>
        <w:t>The person with disability is central to the planning process. Th</w:t>
      </w:r>
      <w:r w:rsidR="002F2D8D">
        <w:rPr>
          <w:lang w:val="en-AU"/>
        </w:rPr>
        <w:t>is</w:t>
      </w:r>
      <w:r w:rsidRPr="00D21FB8">
        <w:rPr>
          <w:lang w:val="en-AU"/>
        </w:rPr>
        <w:t xml:space="preserve"> process may include people who are known and trusted by the </w:t>
      </w:r>
      <w:r w:rsidR="00BF3357">
        <w:rPr>
          <w:lang w:val="en-AU"/>
        </w:rPr>
        <w:t>person</w:t>
      </w:r>
      <w:r w:rsidRPr="00D21FB8">
        <w:rPr>
          <w:lang w:val="en-AU"/>
        </w:rPr>
        <w:t xml:space="preserve">, in accordance with the </w:t>
      </w:r>
      <w:r w:rsidR="002F2D8D">
        <w:rPr>
          <w:lang w:val="en-AU"/>
        </w:rPr>
        <w:t>person</w:t>
      </w:r>
      <w:r w:rsidR="002F2D8D" w:rsidRPr="00D21FB8">
        <w:rPr>
          <w:lang w:val="en-AU"/>
        </w:rPr>
        <w:t xml:space="preserve">’s </w:t>
      </w:r>
      <w:r w:rsidRPr="00D21FB8">
        <w:rPr>
          <w:lang w:val="en-AU"/>
        </w:rPr>
        <w:t>preferences</w:t>
      </w:r>
      <w:r w:rsidR="002F2D8D">
        <w:rPr>
          <w:lang w:val="en-AU"/>
        </w:rPr>
        <w:t xml:space="preserve"> and needs</w:t>
      </w:r>
      <w:r w:rsidRPr="00D21FB8">
        <w:rPr>
          <w:lang w:val="en-AU"/>
        </w:rPr>
        <w:t xml:space="preserve">.  </w:t>
      </w:r>
    </w:p>
    <w:p w:rsidR="00BF3357" w:rsidRDefault="00BF3357" w:rsidP="004F2BD1">
      <w:pPr>
        <w:pStyle w:val="BodyText"/>
        <w:rPr>
          <w:lang w:val="en-AU"/>
        </w:rPr>
      </w:pPr>
    </w:p>
    <w:p w:rsidR="002F2D8D" w:rsidRDefault="002F2D8D" w:rsidP="004F2BD1">
      <w:pPr>
        <w:pStyle w:val="BodyText"/>
        <w:rPr>
          <w:lang w:val="en-AU"/>
        </w:rPr>
      </w:pPr>
      <w:r>
        <w:rPr>
          <w:lang w:val="en-AU"/>
        </w:rPr>
        <w:t>A person with disability has</w:t>
      </w:r>
      <w:r w:rsidR="00BF3357">
        <w:rPr>
          <w:lang w:val="en-AU"/>
        </w:rPr>
        <w:t xml:space="preserve"> the right to be able to determine their own best interests and make decisions that will affect their lives</w:t>
      </w:r>
      <w:r>
        <w:rPr>
          <w:lang w:val="en-AU"/>
        </w:rPr>
        <w:t xml:space="preserve"> to the full extent of their capacity</w:t>
      </w:r>
      <w:r w:rsidR="00BF3357">
        <w:rPr>
          <w:lang w:val="en-AU"/>
        </w:rPr>
        <w:t xml:space="preserve">. </w:t>
      </w:r>
      <w:r>
        <w:rPr>
          <w:lang w:val="en-AU"/>
        </w:rPr>
        <w:t xml:space="preserve">People with disability will </w:t>
      </w:r>
      <w:r w:rsidR="00865F01">
        <w:rPr>
          <w:lang w:val="en-AU"/>
        </w:rPr>
        <w:t>be supported to exercise choice</w:t>
      </w:r>
      <w:r w:rsidR="005F5AD4">
        <w:rPr>
          <w:lang w:val="en-AU"/>
        </w:rPr>
        <w:t xml:space="preserve"> and control</w:t>
      </w:r>
      <w:r>
        <w:rPr>
          <w:lang w:val="en-AU"/>
        </w:rPr>
        <w:t xml:space="preserve"> in the pursuit of their goals and the planning and delivery of their supports.</w:t>
      </w:r>
    </w:p>
    <w:p w:rsidR="002F2D8D" w:rsidRDefault="002F2D8D" w:rsidP="004F2BD1">
      <w:pPr>
        <w:pStyle w:val="BodyText"/>
        <w:rPr>
          <w:lang w:val="en-AU"/>
        </w:rPr>
      </w:pPr>
    </w:p>
    <w:p w:rsidR="004F2BD1" w:rsidRDefault="002F2D8D" w:rsidP="004F2BD1">
      <w:pPr>
        <w:pStyle w:val="BodyText"/>
        <w:rPr>
          <w:lang w:val="en-AU"/>
        </w:rPr>
      </w:pPr>
      <w:r>
        <w:rPr>
          <w:lang w:val="en-AU"/>
        </w:rPr>
        <w:t xml:space="preserve">Decisions </w:t>
      </w:r>
      <w:r w:rsidR="003E3915">
        <w:rPr>
          <w:lang w:val="en-AU"/>
        </w:rPr>
        <w:t xml:space="preserve">to be </w:t>
      </w:r>
      <w:r>
        <w:rPr>
          <w:lang w:val="en-AU"/>
        </w:rPr>
        <w:t xml:space="preserve">made as part of the planning process may require the support of people who either assist the person to make decisions (supported decision making) or who make decisions on behalf of the person (substitute decision making). </w:t>
      </w:r>
      <w:r w:rsidR="004F2BD1" w:rsidRPr="00D21FB8">
        <w:rPr>
          <w:lang w:val="en-AU"/>
        </w:rPr>
        <w:t xml:space="preserve">Planning will incorporate individualised strategies that encourage, support and prioritise the use of </w:t>
      </w:r>
      <w:r w:rsidR="005F5AD4">
        <w:rPr>
          <w:lang w:val="en-AU"/>
        </w:rPr>
        <w:t xml:space="preserve">the person’s natural </w:t>
      </w:r>
      <w:r w:rsidR="004F2BD1" w:rsidRPr="00D21FB8">
        <w:rPr>
          <w:lang w:val="en-AU"/>
        </w:rPr>
        <w:t xml:space="preserve">supports and local community </w:t>
      </w:r>
      <w:r w:rsidR="005F5AD4">
        <w:rPr>
          <w:lang w:val="en-AU"/>
        </w:rPr>
        <w:t>networks</w:t>
      </w:r>
      <w:r w:rsidR="004F2BD1" w:rsidRPr="00D21FB8">
        <w:rPr>
          <w:lang w:val="en-AU"/>
        </w:rPr>
        <w:t>.</w:t>
      </w:r>
    </w:p>
    <w:p w:rsidR="00AD71AA" w:rsidRPr="00D21FB8" w:rsidRDefault="00AD71AA" w:rsidP="004F2BD1">
      <w:pPr>
        <w:pStyle w:val="BodyText"/>
        <w:rPr>
          <w:lang w:val="en-AU"/>
        </w:rPr>
      </w:pPr>
    </w:p>
    <w:p w:rsidR="004F2BD1" w:rsidRPr="00D21FB8" w:rsidDel="005F5AD4" w:rsidRDefault="004F2BD1" w:rsidP="004F2BD1">
      <w:pPr>
        <w:pStyle w:val="BodyText"/>
        <w:rPr>
          <w:lang w:val="en-AU"/>
        </w:rPr>
      </w:pPr>
      <w:r w:rsidRPr="00D21FB8" w:rsidDel="005F5AD4">
        <w:rPr>
          <w:lang w:val="en-AU"/>
        </w:rPr>
        <w:t xml:space="preserve">Planning may identify a requirement for formal supports and services; these are most </w:t>
      </w:r>
      <w:r w:rsidRPr="00D21FB8" w:rsidDel="005F5AD4">
        <w:rPr>
          <w:lang w:val="en-AU"/>
        </w:rPr>
        <w:lastRenderedPageBreak/>
        <w:t xml:space="preserve">effective when they are complementary to, and strengthening of, informal natural relationships and connections in the person’s life. </w:t>
      </w:r>
    </w:p>
    <w:p w:rsidR="00B73FA4" w:rsidRPr="000A3F59" w:rsidRDefault="00B73FA4">
      <w:pPr>
        <w:pStyle w:val="Heading2"/>
        <w:rPr>
          <w:lang w:val="en-AU"/>
        </w:rPr>
      </w:pPr>
      <w:r w:rsidRPr="000A3F59">
        <w:rPr>
          <w:lang w:val="en-AU"/>
        </w:rPr>
        <w:t xml:space="preserve">Introduction </w:t>
      </w:r>
    </w:p>
    <w:p w:rsidR="00B73FA4" w:rsidRDefault="00B73FA4" w:rsidP="00B73FA4">
      <w:pPr>
        <w:pStyle w:val="BodyText"/>
        <w:rPr>
          <w:lang w:val="en-AU"/>
        </w:rPr>
      </w:pPr>
      <w:r w:rsidRPr="00D21FB8">
        <w:rPr>
          <w:lang w:val="en-AU"/>
        </w:rPr>
        <w:t xml:space="preserve">In WA NDIS, a plan is developed by a person with disability, and this process can include their family, the Local Coordinator and anyone else in their life that they choose. Plan development provides people with disability with the opportunity to </w:t>
      </w:r>
      <w:r w:rsidR="007A31D3">
        <w:rPr>
          <w:lang w:val="en-AU"/>
        </w:rPr>
        <w:t>identify</w:t>
      </w:r>
      <w:r w:rsidR="007A31D3" w:rsidRPr="00D21FB8">
        <w:rPr>
          <w:lang w:val="en-AU"/>
        </w:rPr>
        <w:t xml:space="preserve"> </w:t>
      </w:r>
      <w:r w:rsidR="007A31D3">
        <w:rPr>
          <w:lang w:val="en-AU"/>
        </w:rPr>
        <w:t xml:space="preserve">their goals and aspirations; </w:t>
      </w:r>
      <w:r w:rsidRPr="00D21FB8">
        <w:rPr>
          <w:lang w:val="en-AU"/>
        </w:rPr>
        <w:t xml:space="preserve">and to design, choose and control the supports and services they need to achieve this. </w:t>
      </w:r>
    </w:p>
    <w:p w:rsidR="00732AAF" w:rsidRPr="00D21FB8" w:rsidRDefault="00732AAF" w:rsidP="00B73FA4">
      <w:pPr>
        <w:pStyle w:val="BodyText"/>
        <w:rPr>
          <w:lang w:val="en-AU"/>
        </w:rPr>
      </w:pPr>
    </w:p>
    <w:p w:rsidR="00B73FA4" w:rsidRPr="00D21FB8" w:rsidRDefault="00B73FA4" w:rsidP="00B73FA4">
      <w:pPr>
        <w:pStyle w:val="BodyText"/>
        <w:rPr>
          <w:lang w:val="en-AU"/>
        </w:rPr>
      </w:pPr>
      <w:r w:rsidRPr="00D21FB8">
        <w:rPr>
          <w:lang w:val="en-AU"/>
        </w:rPr>
        <w:t xml:space="preserve">An individual plan describes the life a person would like to lead, how they will achieve this, and who and what will help them achieve this. The plan will focus primarily on the natural supports which contribute to achieving personal goals </w:t>
      </w:r>
      <w:proofErr w:type="gramStart"/>
      <w:r w:rsidRPr="00D21FB8">
        <w:rPr>
          <w:lang w:val="en-AU"/>
        </w:rPr>
        <w:t>and  will</w:t>
      </w:r>
      <w:proofErr w:type="gramEnd"/>
      <w:r w:rsidRPr="00D21FB8">
        <w:rPr>
          <w:lang w:val="en-AU"/>
        </w:rPr>
        <w:t xml:space="preserve"> include detail</w:t>
      </w:r>
      <w:r w:rsidR="003E3915">
        <w:rPr>
          <w:lang w:val="en-AU"/>
        </w:rPr>
        <w:t xml:space="preserve"> of chosen strategies and </w:t>
      </w:r>
      <w:r w:rsidRPr="00D21FB8">
        <w:rPr>
          <w:lang w:val="en-AU"/>
        </w:rPr>
        <w:t xml:space="preserve"> </w:t>
      </w:r>
      <w:r w:rsidR="00DA3984">
        <w:rPr>
          <w:lang w:val="en-AU"/>
        </w:rPr>
        <w:t xml:space="preserve">any </w:t>
      </w:r>
      <w:r w:rsidRPr="00D21FB8">
        <w:rPr>
          <w:lang w:val="en-AU"/>
        </w:rPr>
        <w:t>funding needed to implement the strategies. It will clearly state how the person will know they have achieved the desired results. A WA NDIS plan</w:t>
      </w:r>
      <w:r>
        <w:rPr>
          <w:lang w:val="en-AU"/>
        </w:rPr>
        <w:t xml:space="preserve"> </w:t>
      </w:r>
      <w:r w:rsidRPr="00D21FB8">
        <w:rPr>
          <w:lang w:val="en-AU"/>
        </w:rPr>
        <w:t>include</w:t>
      </w:r>
      <w:r w:rsidR="00DA3984">
        <w:rPr>
          <w:lang w:val="en-AU"/>
        </w:rPr>
        <w:t>s</w:t>
      </w:r>
      <w:r w:rsidRPr="00D21FB8">
        <w:rPr>
          <w:lang w:val="en-AU"/>
        </w:rPr>
        <w:t>:</w:t>
      </w:r>
    </w:p>
    <w:p w:rsidR="00B73FA4" w:rsidRPr="00D21FB8" w:rsidRDefault="00B73FA4" w:rsidP="00C44FC1">
      <w:pPr>
        <w:pStyle w:val="BodyText"/>
        <w:numPr>
          <w:ilvl w:val="0"/>
          <w:numId w:val="21"/>
        </w:numPr>
        <w:ind w:left="714" w:hanging="357"/>
        <w:rPr>
          <w:lang w:val="en-AU"/>
        </w:rPr>
      </w:pPr>
      <w:r>
        <w:rPr>
          <w:lang w:val="en-AU"/>
        </w:rPr>
        <w:t>v</w:t>
      </w:r>
      <w:r w:rsidRPr="00D21FB8">
        <w:rPr>
          <w:lang w:val="en-AU"/>
        </w:rPr>
        <w:t xml:space="preserve">ision </w:t>
      </w:r>
    </w:p>
    <w:p w:rsidR="00B73FA4" w:rsidRPr="00D21FB8" w:rsidRDefault="00B73FA4" w:rsidP="00C44FC1">
      <w:pPr>
        <w:pStyle w:val="BodyText"/>
        <w:numPr>
          <w:ilvl w:val="0"/>
          <w:numId w:val="21"/>
        </w:numPr>
        <w:ind w:left="714" w:hanging="357"/>
        <w:rPr>
          <w:lang w:val="en-AU"/>
        </w:rPr>
      </w:pPr>
      <w:r>
        <w:rPr>
          <w:lang w:val="en-AU"/>
        </w:rPr>
        <w:t>current s</w:t>
      </w:r>
      <w:r w:rsidRPr="00D21FB8">
        <w:rPr>
          <w:lang w:val="en-AU"/>
        </w:rPr>
        <w:t xml:space="preserve">ituation </w:t>
      </w:r>
    </w:p>
    <w:p w:rsidR="00B73FA4" w:rsidRPr="00D21FB8" w:rsidRDefault="00B73FA4" w:rsidP="00C44FC1">
      <w:pPr>
        <w:pStyle w:val="BodyText"/>
        <w:numPr>
          <w:ilvl w:val="0"/>
          <w:numId w:val="21"/>
        </w:numPr>
        <w:ind w:left="714" w:hanging="357"/>
        <w:rPr>
          <w:lang w:val="en-AU"/>
        </w:rPr>
      </w:pPr>
      <w:r>
        <w:rPr>
          <w:lang w:val="en-AU"/>
        </w:rPr>
        <w:t>l</w:t>
      </w:r>
      <w:r w:rsidRPr="00D21FB8">
        <w:rPr>
          <w:lang w:val="en-AU"/>
        </w:rPr>
        <w:t xml:space="preserve">ong term goals and plan goals </w:t>
      </w:r>
    </w:p>
    <w:p w:rsidR="00B73FA4" w:rsidRPr="00D21FB8" w:rsidRDefault="00B73FA4" w:rsidP="00C44FC1">
      <w:pPr>
        <w:pStyle w:val="BodyText"/>
        <w:numPr>
          <w:ilvl w:val="0"/>
          <w:numId w:val="21"/>
        </w:numPr>
        <w:ind w:left="714" w:hanging="357"/>
        <w:rPr>
          <w:lang w:val="en-AU"/>
        </w:rPr>
      </w:pPr>
      <w:r>
        <w:rPr>
          <w:lang w:val="en-AU"/>
        </w:rPr>
        <w:t>s</w:t>
      </w:r>
      <w:r w:rsidRPr="00D21FB8">
        <w:rPr>
          <w:lang w:val="en-AU"/>
        </w:rPr>
        <w:t>trategies to achieve those goals</w:t>
      </w:r>
    </w:p>
    <w:p w:rsidR="00B73FA4" w:rsidRPr="00D21FB8" w:rsidRDefault="00B73FA4" w:rsidP="00C44FC1">
      <w:pPr>
        <w:pStyle w:val="BodyText"/>
        <w:numPr>
          <w:ilvl w:val="0"/>
          <w:numId w:val="21"/>
        </w:numPr>
        <w:ind w:left="714" w:hanging="357"/>
        <w:rPr>
          <w:lang w:val="en-AU"/>
        </w:rPr>
      </w:pPr>
      <w:r>
        <w:rPr>
          <w:lang w:val="en-AU"/>
        </w:rPr>
        <w:t>support s</w:t>
      </w:r>
      <w:r w:rsidRPr="00D21FB8">
        <w:rPr>
          <w:lang w:val="en-AU"/>
        </w:rPr>
        <w:t xml:space="preserve">ection </w:t>
      </w:r>
    </w:p>
    <w:p w:rsidR="00B73FA4" w:rsidRPr="00D21FB8" w:rsidRDefault="00B73FA4" w:rsidP="00C44FC1">
      <w:pPr>
        <w:pStyle w:val="BodyText"/>
        <w:numPr>
          <w:ilvl w:val="0"/>
          <w:numId w:val="21"/>
        </w:numPr>
        <w:ind w:left="714" w:hanging="357"/>
        <w:rPr>
          <w:lang w:val="en-AU"/>
        </w:rPr>
      </w:pPr>
      <w:r>
        <w:rPr>
          <w:lang w:val="en-AU"/>
        </w:rPr>
        <w:t>f</w:t>
      </w:r>
      <w:r w:rsidRPr="00D21FB8">
        <w:rPr>
          <w:lang w:val="en-AU"/>
        </w:rPr>
        <w:t>unding (where the need for funding is identified)</w:t>
      </w:r>
    </w:p>
    <w:p w:rsidR="00B73FA4" w:rsidRPr="00D21FB8" w:rsidRDefault="00B73FA4" w:rsidP="00C44FC1">
      <w:pPr>
        <w:pStyle w:val="BodyText"/>
        <w:numPr>
          <w:ilvl w:val="0"/>
          <w:numId w:val="21"/>
        </w:numPr>
        <w:ind w:left="714" w:hanging="357"/>
        <w:rPr>
          <w:lang w:val="en-AU"/>
        </w:rPr>
      </w:pPr>
      <w:r>
        <w:rPr>
          <w:lang w:val="en-AU"/>
        </w:rPr>
        <w:t>r</w:t>
      </w:r>
      <w:r w:rsidRPr="00D21FB8">
        <w:rPr>
          <w:lang w:val="en-AU"/>
        </w:rPr>
        <w:t>eview date (i.e. the date the review must be completed by)</w:t>
      </w:r>
    </w:p>
    <w:p w:rsidR="00B73FA4" w:rsidRPr="00D21FB8" w:rsidRDefault="00B73FA4" w:rsidP="00C44FC1">
      <w:pPr>
        <w:pStyle w:val="BodyText"/>
        <w:numPr>
          <w:ilvl w:val="0"/>
          <w:numId w:val="21"/>
        </w:numPr>
        <w:ind w:left="714" w:hanging="357"/>
        <w:rPr>
          <w:lang w:val="en-AU"/>
        </w:rPr>
      </w:pPr>
      <w:proofErr w:type="gramStart"/>
      <w:r w:rsidRPr="00D21FB8">
        <w:rPr>
          <w:lang w:val="en-AU"/>
        </w:rPr>
        <w:t>the</w:t>
      </w:r>
      <w:proofErr w:type="gramEnd"/>
      <w:r w:rsidRPr="00D21FB8">
        <w:rPr>
          <w:lang w:val="en-AU"/>
        </w:rPr>
        <w:t xml:space="preserve"> manner in which funded supports will be managed</w:t>
      </w:r>
      <w:r>
        <w:rPr>
          <w:lang w:val="en-AU"/>
        </w:rPr>
        <w:t>.</w:t>
      </w:r>
    </w:p>
    <w:p w:rsidR="00B73FA4" w:rsidRPr="00D21FB8" w:rsidRDefault="00B73FA4" w:rsidP="00465B77">
      <w:pPr>
        <w:pStyle w:val="BodyText"/>
        <w:spacing w:before="0"/>
        <w:rPr>
          <w:lang w:val="en-AU"/>
        </w:rPr>
      </w:pPr>
    </w:p>
    <w:p w:rsidR="00F87E30" w:rsidRDefault="00F87E30" w:rsidP="00B73FA4">
      <w:pPr>
        <w:pStyle w:val="BodyText"/>
        <w:rPr>
          <w:lang w:val="en-AU"/>
        </w:rPr>
      </w:pPr>
      <w:r>
        <w:rPr>
          <w:lang w:val="en-AU"/>
        </w:rPr>
        <w:t xml:space="preserve">For </w:t>
      </w:r>
      <w:r w:rsidR="002F2D8D">
        <w:rPr>
          <w:lang w:val="en-AU"/>
        </w:rPr>
        <w:t>people</w:t>
      </w:r>
      <w:r>
        <w:rPr>
          <w:lang w:val="en-AU"/>
        </w:rPr>
        <w:t xml:space="preserve"> with complex support needs, a Regional Intensive Support Coordinator may provide consultancy, advice, </w:t>
      </w:r>
      <w:r w:rsidR="00965C8A">
        <w:rPr>
          <w:lang w:val="en-AU"/>
        </w:rPr>
        <w:t>facilitation</w:t>
      </w:r>
      <w:r>
        <w:rPr>
          <w:lang w:val="en-AU"/>
        </w:rPr>
        <w:t xml:space="preserve"> and support to the Local Coordinator throughout the planning process.</w:t>
      </w:r>
    </w:p>
    <w:p w:rsidR="00F87E30" w:rsidRDefault="00F87E30" w:rsidP="00B73FA4">
      <w:pPr>
        <w:pStyle w:val="BodyText"/>
        <w:rPr>
          <w:lang w:val="en-AU"/>
        </w:rPr>
      </w:pPr>
    </w:p>
    <w:p w:rsidR="00B73FA4" w:rsidRPr="00D21FB8" w:rsidRDefault="00B73FA4" w:rsidP="00B73FA4">
      <w:pPr>
        <w:pStyle w:val="BodyText"/>
        <w:rPr>
          <w:lang w:val="en-AU"/>
        </w:rPr>
      </w:pPr>
      <w:r w:rsidRPr="00D21FB8">
        <w:rPr>
          <w:lang w:val="en-AU"/>
        </w:rPr>
        <w:t xml:space="preserve">Individual plans developed in WA NDIS are reviewed every 12 </w:t>
      </w:r>
      <w:proofErr w:type="gramStart"/>
      <w:r w:rsidRPr="00D21FB8">
        <w:rPr>
          <w:lang w:val="en-AU"/>
        </w:rPr>
        <w:t>months</w:t>
      </w:r>
      <w:r>
        <w:rPr>
          <w:lang w:val="en-AU"/>
        </w:rPr>
        <w:t>,</w:t>
      </w:r>
      <w:proofErr w:type="gramEnd"/>
      <w:r>
        <w:rPr>
          <w:lang w:val="en-AU"/>
        </w:rPr>
        <w:t xml:space="preserve"> </w:t>
      </w:r>
      <w:r w:rsidR="002779E9">
        <w:rPr>
          <w:lang w:val="en-AU"/>
        </w:rPr>
        <w:t xml:space="preserve">or </w:t>
      </w:r>
      <w:r>
        <w:rPr>
          <w:lang w:val="en-AU"/>
        </w:rPr>
        <w:t>earlier if required,</w:t>
      </w:r>
      <w:r w:rsidRPr="00D21FB8">
        <w:rPr>
          <w:lang w:val="en-AU"/>
        </w:rPr>
        <w:t xml:space="preserve"> to determine whether the supports </w:t>
      </w:r>
      <w:r w:rsidR="00CF7E6C">
        <w:rPr>
          <w:lang w:val="en-AU"/>
        </w:rPr>
        <w:t>helped</w:t>
      </w:r>
      <w:r w:rsidR="00CF7E6C" w:rsidRPr="00D21FB8">
        <w:rPr>
          <w:lang w:val="en-AU"/>
        </w:rPr>
        <w:t xml:space="preserve"> </w:t>
      </w:r>
      <w:r w:rsidRPr="00D21FB8">
        <w:rPr>
          <w:lang w:val="en-AU"/>
        </w:rPr>
        <w:t xml:space="preserve">the person to achieve their plan goals. This </w:t>
      </w:r>
      <w:r w:rsidR="007A31D3">
        <w:rPr>
          <w:lang w:val="en-AU"/>
        </w:rPr>
        <w:t>evaluation</w:t>
      </w:r>
      <w:r w:rsidR="007A31D3" w:rsidRPr="00D21FB8">
        <w:rPr>
          <w:lang w:val="en-AU"/>
        </w:rPr>
        <w:t xml:space="preserve"> </w:t>
      </w:r>
      <w:r w:rsidRPr="00D21FB8">
        <w:rPr>
          <w:lang w:val="en-AU"/>
        </w:rPr>
        <w:t>informs the development</w:t>
      </w:r>
      <w:r w:rsidR="002779E9">
        <w:rPr>
          <w:lang w:val="en-AU"/>
        </w:rPr>
        <w:t xml:space="preserve"> of</w:t>
      </w:r>
      <w:r w:rsidRPr="00D21FB8">
        <w:rPr>
          <w:lang w:val="en-AU"/>
        </w:rPr>
        <w:t xml:space="preserve"> </w:t>
      </w:r>
      <w:r>
        <w:rPr>
          <w:lang w:val="en-AU"/>
        </w:rPr>
        <w:t xml:space="preserve">the </w:t>
      </w:r>
      <w:r w:rsidR="007A31D3">
        <w:rPr>
          <w:lang w:val="en-AU"/>
        </w:rPr>
        <w:t xml:space="preserve">next </w:t>
      </w:r>
      <w:r>
        <w:rPr>
          <w:lang w:val="en-AU"/>
        </w:rPr>
        <w:t>Individual P</w:t>
      </w:r>
      <w:r w:rsidRPr="00D21FB8">
        <w:rPr>
          <w:lang w:val="en-AU"/>
        </w:rPr>
        <w:t xml:space="preserve">lan. </w:t>
      </w:r>
    </w:p>
    <w:p w:rsidR="00B73FA4" w:rsidRPr="00D21FB8" w:rsidRDefault="00B73FA4" w:rsidP="00B73FA4">
      <w:pPr>
        <w:pStyle w:val="BodyText"/>
        <w:rPr>
          <w:lang w:val="en-AU"/>
        </w:rPr>
      </w:pPr>
    </w:p>
    <w:p w:rsidR="00B73FA4" w:rsidRDefault="00CF7E6C" w:rsidP="00B73FA4">
      <w:pPr>
        <w:pStyle w:val="BodyText"/>
        <w:rPr>
          <w:lang w:val="en-AU"/>
        </w:rPr>
      </w:pPr>
      <w:r>
        <w:rPr>
          <w:lang w:val="en-AU"/>
        </w:rPr>
        <w:t>At times</w:t>
      </w:r>
      <w:r w:rsidR="002B0189">
        <w:rPr>
          <w:lang w:val="en-AU"/>
        </w:rPr>
        <w:t>,</w:t>
      </w:r>
      <w:r w:rsidR="00B73FA4" w:rsidRPr="00D21FB8">
        <w:rPr>
          <w:lang w:val="en-AU"/>
        </w:rPr>
        <w:t xml:space="preserve"> a change in circumstances will require the current plan to be </w:t>
      </w:r>
      <w:r w:rsidR="007A31D3">
        <w:rPr>
          <w:lang w:val="en-AU"/>
        </w:rPr>
        <w:t>amended</w:t>
      </w:r>
      <w:r w:rsidR="007A31D3" w:rsidRPr="00D21FB8">
        <w:rPr>
          <w:lang w:val="en-AU"/>
        </w:rPr>
        <w:t xml:space="preserve"> </w:t>
      </w:r>
      <w:r w:rsidR="00B73FA4" w:rsidRPr="00D21FB8">
        <w:rPr>
          <w:lang w:val="en-AU"/>
        </w:rPr>
        <w:t>without the need for a review</w:t>
      </w:r>
      <w:r w:rsidR="00B73FA4">
        <w:rPr>
          <w:lang w:val="en-AU"/>
        </w:rPr>
        <w:t xml:space="preserve"> </w:t>
      </w:r>
      <w:r w:rsidR="008F0EBD">
        <w:rPr>
          <w:lang w:val="en-AU"/>
        </w:rPr>
        <w:t>(see</w:t>
      </w:r>
      <w:r w:rsidR="00B73FA4">
        <w:rPr>
          <w:lang w:val="en-AU"/>
        </w:rPr>
        <w:t xml:space="preserve"> WA NDIS Operational Policy – Prioritisation of Plans</w:t>
      </w:r>
      <w:r w:rsidR="008F0EBD">
        <w:rPr>
          <w:lang w:val="en-AU"/>
        </w:rPr>
        <w:t>)</w:t>
      </w:r>
      <w:r w:rsidR="00B73FA4">
        <w:rPr>
          <w:lang w:val="en-AU"/>
        </w:rPr>
        <w:t xml:space="preserve">. </w:t>
      </w:r>
      <w:r w:rsidR="00B73FA4" w:rsidRPr="00D21FB8">
        <w:rPr>
          <w:lang w:val="en-AU"/>
        </w:rPr>
        <w:t xml:space="preserve"> </w:t>
      </w:r>
    </w:p>
    <w:p w:rsidR="005331D5" w:rsidRPr="00D21FB8" w:rsidRDefault="005331D5" w:rsidP="00B73FA4">
      <w:pPr>
        <w:pStyle w:val="BodyText"/>
        <w:rPr>
          <w:lang w:val="en-AU"/>
        </w:rPr>
      </w:pPr>
    </w:p>
    <w:p w:rsidR="00B73FA4" w:rsidRPr="000A3F59" w:rsidRDefault="00B73FA4" w:rsidP="00465B77">
      <w:pPr>
        <w:pStyle w:val="Heading2"/>
        <w:spacing w:before="0"/>
        <w:rPr>
          <w:lang w:val="en-AU"/>
        </w:rPr>
      </w:pPr>
      <w:bookmarkStart w:id="1" w:name="_Toc455143165"/>
      <w:r w:rsidRPr="000A3F59">
        <w:rPr>
          <w:lang w:val="en-AU"/>
        </w:rPr>
        <w:t>Implementation</w:t>
      </w:r>
    </w:p>
    <w:p w:rsidR="00B73FA4" w:rsidRPr="00D21FB8" w:rsidRDefault="00B73FA4" w:rsidP="00B73FA4">
      <w:pPr>
        <w:pStyle w:val="BodyText"/>
        <w:rPr>
          <w:lang w:val="en-AU"/>
        </w:rPr>
      </w:pPr>
      <w:r w:rsidRPr="00D21FB8">
        <w:rPr>
          <w:lang w:val="en-AU"/>
        </w:rPr>
        <w:t xml:space="preserve">This operational policy will be implemented in WA NDIS </w:t>
      </w:r>
      <w:r w:rsidR="002779E9">
        <w:rPr>
          <w:lang w:val="en-AU"/>
        </w:rPr>
        <w:t>areas</w:t>
      </w:r>
      <w:r w:rsidRPr="00D21FB8">
        <w:rPr>
          <w:lang w:val="en-AU"/>
        </w:rPr>
        <w:t>.</w:t>
      </w:r>
    </w:p>
    <w:p w:rsidR="00B73FA4" w:rsidRPr="00D21FB8" w:rsidRDefault="00B73FA4" w:rsidP="00465B77">
      <w:pPr>
        <w:pStyle w:val="BodyText"/>
        <w:spacing w:before="0"/>
        <w:rPr>
          <w:b/>
          <w:lang w:val="en-AU"/>
        </w:rPr>
      </w:pPr>
    </w:p>
    <w:p w:rsidR="00B73FA4" w:rsidRPr="00D21FB8" w:rsidRDefault="00B73FA4" w:rsidP="00B73FA4">
      <w:pPr>
        <w:pStyle w:val="BodyText"/>
        <w:rPr>
          <w:b/>
          <w:lang w:val="en-AU"/>
        </w:rPr>
      </w:pPr>
      <w:r w:rsidRPr="00D21FB8">
        <w:rPr>
          <w:b/>
          <w:lang w:val="en-AU"/>
        </w:rPr>
        <w:t>Plan development</w:t>
      </w:r>
    </w:p>
    <w:p w:rsidR="00B73FA4" w:rsidRDefault="00B73FA4" w:rsidP="00B73FA4">
      <w:pPr>
        <w:pStyle w:val="BodyText"/>
        <w:rPr>
          <w:lang w:val="en-AU"/>
        </w:rPr>
      </w:pPr>
      <w:r w:rsidRPr="00D21FB8">
        <w:rPr>
          <w:lang w:val="en-AU"/>
        </w:rPr>
        <w:t xml:space="preserve">The planning process is based on the principles of the </w:t>
      </w:r>
      <w:r>
        <w:rPr>
          <w:lang w:val="en-AU"/>
        </w:rPr>
        <w:t>WA NDIS</w:t>
      </w:r>
      <w:r w:rsidRPr="00D21FB8">
        <w:rPr>
          <w:lang w:val="en-AU"/>
        </w:rPr>
        <w:t xml:space="preserve"> Planning Framework. </w:t>
      </w:r>
      <w:r w:rsidR="006466CC">
        <w:rPr>
          <w:lang w:val="en-AU"/>
        </w:rPr>
        <w:t>People</w:t>
      </w:r>
      <w:r w:rsidR="006466CC" w:rsidRPr="00D21FB8">
        <w:rPr>
          <w:lang w:val="en-AU"/>
        </w:rPr>
        <w:t xml:space="preserve"> </w:t>
      </w:r>
      <w:r w:rsidRPr="00D21FB8">
        <w:rPr>
          <w:lang w:val="en-AU"/>
        </w:rPr>
        <w:t xml:space="preserve">create flexible plans that explore a range of possibilities. Plans acknowledge the importance of informal, natural supports such as family, friendships and neighbours, and </w:t>
      </w:r>
      <w:r w:rsidRPr="00D21FB8">
        <w:rPr>
          <w:lang w:val="en-AU"/>
        </w:rPr>
        <w:lastRenderedPageBreak/>
        <w:t xml:space="preserve">local community connections. </w:t>
      </w:r>
      <w:r w:rsidR="00CF7E6C">
        <w:rPr>
          <w:lang w:val="en-AU"/>
        </w:rPr>
        <w:t>P</w:t>
      </w:r>
      <w:r w:rsidRPr="00D21FB8">
        <w:rPr>
          <w:lang w:val="en-AU"/>
        </w:rPr>
        <w:t xml:space="preserve">lanning focusses on strengths, rather than deficits, and is informed by the </w:t>
      </w:r>
      <w:r w:rsidR="006466CC">
        <w:rPr>
          <w:lang w:val="en-AU"/>
        </w:rPr>
        <w:t>person</w:t>
      </w:r>
      <w:r w:rsidR="006466CC" w:rsidRPr="00D21FB8">
        <w:rPr>
          <w:lang w:val="en-AU"/>
        </w:rPr>
        <w:t xml:space="preserve">’s </w:t>
      </w:r>
      <w:r w:rsidRPr="00D21FB8">
        <w:rPr>
          <w:lang w:val="en-AU"/>
        </w:rPr>
        <w:t xml:space="preserve">support needs. Some people may require little support </w:t>
      </w:r>
      <w:r w:rsidR="00CF7E6C">
        <w:rPr>
          <w:lang w:val="en-AU"/>
        </w:rPr>
        <w:t>to plan</w:t>
      </w:r>
      <w:r w:rsidRPr="00D21FB8">
        <w:rPr>
          <w:lang w:val="en-AU"/>
        </w:rPr>
        <w:t xml:space="preserve"> and their connection with a Local Coordinator may be minimal, while in other instances a person may want the Local Coordinator </w:t>
      </w:r>
      <w:r w:rsidR="007A31D3">
        <w:rPr>
          <w:lang w:val="en-AU"/>
        </w:rPr>
        <w:t xml:space="preserve">and other people </w:t>
      </w:r>
      <w:r>
        <w:rPr>
          <w:lang w:val="en-AU"/>
        </w:rPr>
        <w:t xml:space="preserve">more </w:t>
      </w:r>
      <w:r w:rsidRPr="00D21FB8">
        <w:rPr>
          <w:lang w:val="en-AU"/>
        </w:rPr>
        <w:t xml:space="preserve">closely involved. </w:t>
      </w:r>
    </w:p>
    <w:p w:rsidR="00227A3B" w:rsidRDefault="00227A3B" w:rsidP="00B73FA4">
      <w:pPr>
        <w:pStyle w:val="BodyText"/>
        <w:rPr>
          <w:lang w:val="en-AU"/>
        </w:rPr>
      </w:pPr>
    </w:p>
    <w:p w:rsidR="00227A3B" w:rsidRPr="00D21FB8" w:rsidRDefault="00CF7E6C" w:rsidP="00B73FA4">
      <w:pPr>
        <w:pStyle w:val="BodyText"/>
        <w:rPr>
          <w:lang w:val="en-AU"/>
        </w:rPr>
      </w:pPr>
      <w:r>
        <w:rPr>
          <w:lang w:val="en-AU"/>
        </w:rPr>
        <w:t>A</w:t>
      </w:r>
      <w:r w:rsidR="00227A3B">
        <w:rPr>
          <w:lang w:val="en-AU"/>
        </w:rPr>
        <w:t xml:space="preserve"> person with disability </w:t>
      </w:r>
      <w:r>
        <w:rPr>
          <w:lang w:val="en-AU"/>
        </w:rPr>
        <w:t>is presumed to have</w:t>
      </w:r>
      <w:r w:rsidR="00227A3B">
        <w:rPr>
          <w:lang w:val="en-AU"/>
        </w:rPr>
        <w:t xml:space="preserve"> capacity to make decisions in the planning process, unless </w:t>
      </w:r>
      <w:r w:rsidR="006E3980">
        <w:rPr>
          <w:lang w:val="en-AU"/>
        </w:rPr>
        <w:t>indicated</w:t>
      </w:r>
      <w:r w:rsidR="00227A3B">
        <w:rPr>
          <w:lang w:val="en-AU"/>
        </w:rPr>
        <w:t xml:space="preserve"> otherwise for a specific decision. Where a person </w:t>
      </w:r>
      <w:r>
        <w:rPr>
          <w:lang w:val="en-AU"/>
        </w:rPr>
        <w:t>needs</w:t>
      </w:r>
      <w:r w:rsidR="00227A3B">
        <w:rPr>
          <w:lang w:val="en-AU"/>
        </w:rPr>
        <w:t xml:space="preserve"> support to make decisions, they will be assisted to do so. </w:t>
      </w:r>
      <w:r w:rsidR="00BF3357">
        <w:rPr>
          <w:lang w:val="en-AU"/>
        </w:rPr>
        <w:t>Where a person</w:t>
      </w:r>
      <w:r w:rsidR="00227A3B">
        <w:rPr>
          <w:lang w:val="en-AU"/>
        </w:rPr>
        <w:t xml:space="preserve"> assists another to make decisions</w:t>
      </w:r>
      <w:r w:rsidR="00BF3357">
        <w:rPr>
          <w:lang w:val="en-AU"/>
        </w:rPr>
        <w:t>, they</w:t>
      </w:r>
      <w:r w:rsidR="00227A3B">
        <w:rPr>
          <w:lang w:val="en-AU"/>
        </w:rPr>
        <w:t xml:space="preserve"> will support decisions that reflect the person’s choices and preferences</w:t>
      </w:r>
      <w:r w:rsidR="00BF3357">
        <w:rPr>
          <w:lang w:val="en-AU"/>
        </w:rPr>
        <w:t xml:space="preserve">. Where </w:t>
      </w:r>
      <w:r w:rsidR="00227A3B">
        <w:rPr>
          <w:lang w:val="en-AU"/>
        </w:rPr>
        <w:t xml:space="preserve">a person </w:t>
      </w:r>
      <w:r w:rsidR="00BF3357">
        <w:rPr>
          <w:lang w:val="en-AU"/>
        </w:rPr>
        <w:t xml:space="preserve">makes </w:t>
      </w:r>
      <w:r w:rsidR="00227A3B">
        <w:rPr>
          <w:lang w:val="en-AU"/>
        </w:rPr>
        <w:t xml:space="preserve">a decision on behalf of another, they will do so with consideration of the person’s best interests. </w:t>
      </w:r>
    </w:p>
    <w:p w:rsidR="00B73FA4" w:rsidRPr="00D21FB8" w:rsidRDefault="00B73FA4" w:rsidP="00B73FA4">
      <w:pPr>
        <w:pStyle w:val="BodyText"/>
        <w:rPr>
          <w:lang w:val="en-AU"/>
        </w:rPr>
      </w:pPr>
    </w:p>
    <w:p w:rsidR="00B73FA4" w:rsidRPr="00D21FB8" w:rsidRDefault="00B73FA4" w:rsidP="00B73FA4">
      <w:pPr>
        <w:pStyle w:val="BodyText"/>
        <w:rPr>
          <w:b/>
          <w:lang w:val="en-AU"/>
        </w:rPr>
      </w:pPr>
      <w:r w:rsidRPr="00D21FB8">
        <w:rPr>
          <w:b/>
          <w:lang w:val="en-AU"/>
        </w:rPr>
        <w:t>Support</w:t>
      </w:r>
      <w:r w:rsidR="005F5AD4">
        <w:rPr>
          <w:b/>
          <w:lang w:val="en-AU"/>
        </w:rPr>
        <w:t>s</w:t>
      </w:r>
      <w:r w:rsidRPr="00D21FB8">
        <w:rPr>
          <w:b/>
          <w:lang w:val="en-AU"/>
        </w:rPr>
        <w:t xml:space="preserve"> </w:t>
      </w:r>
      <w:r w:rsidR="005F5AD4">
        <w:rPr>
          <w:b/>
          <w:lang w:val="en-AU"/>
        </w:rPr>
        <w:t>and services</w:t>
      </w:r>
    </w:p>
    <w:p w:rsidR="00B73FA4" w:rsidRPr="00D21FB8" w:rsidRDefault="00B73FA4" w:rsidP="00B73FA4">
      <w:pPr>
        <w:pStyle w:val="BodyText"/>
        <w:rPr>
          <w:lang w:val="en-AU"/>
        </w:rPr>
      </w:pPr>
      <w:r w:rsidRPr="00D21FB8">
        <w:rPr>
          <w:lang w:val="en-AU"/>
        </w:rPr>
        <w:t>The support section of the plan identifies the</w:t>
      </w:r>
      <w:r>
        <w:rPr>
          <w:lang w:val="en-AU"/>
        </w:rPr>
        <w:t xml:space="preserve"> supports and services that</w:t>
      </w:r>
      <w:r w:rsidR="006E3980">
        <w:rPr>
          <w:lang w:val="en-AU"/>
        </w:rPr>
        <w:t xml:space="preserve"> the</w:t>
      </w:r>
      <w:r>
        <w:rPr>
          <w:lang w:val="en-AU"/>
        </w:rPr>
        <w:t xml:space="preserve"> </w:t>
      </w:r>
      <w:r w:rsidR="006466CC">
        <w:rPr>
          <w:lang w:val="en-AU"/>
        </w:rPr>
        <w:t xml:space="preserve">person </w:t>
      </w:r>
      <w:r>
        <w:rPr>
          <w:lang w:val="en-AU"/>
        </w:rPr>
        <w:t>has chosen to assist them to achieve their goals</w:t>
      </w:r>
      <w:r w:rsidR="00CF7E6C">
        <w:rPr>
          <w:lang w:val="en-AU"/>
        </w:rPr>
        <w:t>, and</w:t>
      </w:r>
      <w:r>
        <w:rPr>
          <w:lang w:val="en-AU"/>
        </w:rPr>
        <w:t xml:space="preserve"> detail</w:t>
      </w:r>
      <w:r w:rsidR="00CF7E6C">
        <w:rPr>
          <w:lang w:val="en-AU"/>
        </w:rPr>
        <w:t>s</w:t>
      </w:r>
      <w:r>
        <w:rPr>
          <w:lang w:val="en-AU"/>
        </w:rPr>
        <w:t xml:space="preserve"> the</w:t>
      </w:r>
      <w:r w:rsidRPr="00D21FB8">
        <w:rPr>
          <w:lang w:val="en-AU"/>
        </w:rPr>
        <w:t xml:space="preserve"> roles and responsibilities of all relevant people. Supports included in the plan may be:</w:t>
      </w:r>
    </w:p>
    <w:p w:rsidR="00B73FA4" w:rsidRPr="00D21FB8" w:rsidRDefault="00B73FA4" w:rsidP="00B73FA4">
      <w:pPr>
        <w:pStyle w:val="BodyText"/>
        <w:numPr>
          <w:ilvl w:val="0"/>
          <w:numId w:val="17"/>
        </w:numPr>
        <w:rPr>
          <w:lang w:val="en-AU"/>
        </w:rPr>
      </w:pPr>
      <w:r w:rsidRPr="00D21FB8">
        <w:rPr>
          <w:lang w:val="en-AU"/>
        </w:rPr>
        <w:t>informal supports (e.g. friends, family and community supports)</w:t>
      </w:r>
    </w:p>
    <w:p w:rsidR="00B73FA4" w:rsidRPr="00D21FB8" w:rsidRDefault="00B73FA4" w:rsidP="00B73FA4">
      <w:pPr>
        <w:pStyle w:val="BodyText"/>
        <w:numPr>
          <w:ilvl w:val="0"/>
          <w:numId w:val="17"/>
        </w:numPr>
        <w:rPr>
          <w:lang w:val="en-AU"/>
        </w:rPr>
      </w:pPr>
      <w:r w:rsidRPr="00D21FB8">
        <w:rPr>
          <w:lang w:val="en-AU"/>
        </w:rPr>
        <w:t>mainstream supports (e.g. supports provided by general services that are not specific to disability)</w:t>
      </w:r>
    </w:p>
    <w:p w:rsidR="00B73FA4" w:rsidRPr="00D21FB8" w:rsidRDefault="00B73FA4" w:rsidP="00B73FA4">
      <w:pPr>
        <w:pStyle w:val="BodyText"/>
        <w:numPr>
          <w:ilvl w:val="0"/>
          <w:numId w:val="17"/>
        </w:numPr>
        <w:rPr>
          <w:lang w:val="en-AU"/>
        </w:rPr>
      </w:pPr>
      <w:proofErr w:type="gramStart"/>
      <w:r w:rsidRPr="00D21FB8">
        <w:rPr>
          <w:lang w:val="en-AU"/>
        </w:rPr>
        <w:t>disability</w:t>
      </w:r>
      <w:proofErr w:type="gramEnd"/>
      <w:r w:rsidRPr="00D21FB8">
        <w:rPr>
          <w:lang w:val="en-AU"/>
        </w:rPr>
        <w:t xml:space="preserve"> supports (supports specifically related to disability)</w:t>
      </w:r>
      <w:r>
        <w:rPr>
          <w:lang w:val="en-AU"/>
        </w:rPr>
        <w:t>.</w:t>
      </w:r>
    </w:p>
    <w:p w:rsidR="00B73FA4" w:rsidRDefault="00B73FA4" w:rsidP="00B73FA4">
      <w:pPr>
        <w:pStyle w:val="BodyText"/>
        <w:rPr>
          <w:lang w:val="en"/>
        </w:rPr>
      </w:pPr>
    </w:p>
    <w:p w:rsidR="00F52294" w:rsidRDefault="00F52294" w:rsidP="00F52294">
      <w:pPr>
        <w:pStyle w:val="BodyText"/>
        <w:rPr>
          <w:lang w:val="en-AU"/>
        </w:rPr>
      </w:pPr>
      <w:r w:rsidRPr="00D21FB8">
        <w:rPr>
          <w:lang w:val="en-AU"/>
        </w:rPr>
        <w:t>In-kind programs are existing disability-support services that WA NDIS participants may acce</w:t>
      </w:r>
      <w:r>
        <w:rPr>
          <w:lang w:val="en-AU"/>
        </w:rPr>
        <w:t>ss and have recorded in a plan.</w:t>
      </w:r>
      <w:r w:rsidRPr="00D21FB8">
        <w:rPr>
          <w:lang w:val="en-AU"/>
        </w:rPr>
        <w:t xml:space="preserve"> However, no funding is provided to access in-kind supports: the State and/or Commonwealth government(s) instead funds these programs directly.</w:t>
      </w:r>
    </w:p>
    <w:p w:rsidR="00F52294" w:rsidRPr="00D21FB8" w:rsidRDefault="00F52294" w:rsidP="00B73FA4">
      <w:pPr>
        <w:pStyle w:val="BodyText"/>
        <w:rPr>
          <w:lang w:val="en"/>
        </w:rPr>
      </w:pPr>
    </w:p>
    <w:p w:rsidR="00B73FA4" w:rsidRPr="00D21FB8" w:rsidRDefault="00B73FA4" w:rsidP="00B73FA4">
      <w:pPr>
        <w:pStyle w:val="BodyText"/>
        <w:rPr>
          <w:b/>
          <w:lang w:val="en"/>
        </w:rPr>
      </w:pPr>
      <w:r w:rsidRPr="00D21FB8">
        <w:rPr>
          <w:b/>
          <w:lang w:val="en"/>
        </w:rPr>
        <w:t xml:space="preserve">Funding </w:t>
      </w:r>
    </w:p>
    <w:p w:rsidR="00B73FA4" w:rsidRPr="00D21FB8" w:rsidRDefault="00B73FA4" w:rsidP="00465B77">
      <w:pPr>
        <w:pStyle w:val="BodyText"/>
        <w:spacing w:before="0"/>
        <w:contextualSpacing w:val="0"/>
        <w:rPr>
          <w:lang w:val="en"/>
        </w:rPr>
      </w:pPr>
      <w:r w:rsidRPr="00D21FB8">
        <w:rPr>
          <w:lang w:val="en"/>
        </w:rPr>
        <w:t xml:space="preserve">If funding is </w:t>
      </w:r>
      <w:r w:rsidR="00CF7E6C">
        <w:rPr>
          <w:lang w:val="en"/>
        </w:rPr>
        <w:t>needed</w:t>
      </w:r>
      <w:r w:rsidRPr="00D21FB8">
        <w:rPr>
          <w:lang w:val="en"/>
        </w:rPr>
        <w:t xml:space="preserve"> to implement a particular strategy, a funding section for the plan will be developed. The Local Coordinator must be satisfied that any </w:t>
      </w:r>
      <w:r w:rsidR="00CF7E6C">
        <w:rPr>
          <w:lang w:val="en"/>
        </w:rPr>
        <w:t xml:space="preserve">funded </w:t>
      </w:r>
      <w:r w:rsidR="00F52294">
        <w:rPr>
          <w:lang w:val="en"/>
        </w:rPr>
        <w:t xml:space="preserve">supports are in line with </w:t>
      </w:r>
      <w:r>
        <w:rPr>
          <w:lang w:val="en"/>
        </w:rPr>
        <w:t>reasonable and necessary principles and the relevant Support Clusters and Price Framework</w:t>
      </w:r>
      <w:r w:rsidRPr="00D21FB8">
        <w:rPr>
          <w:lang w:val="en"/>
        </w:rPr>
        <w:t xml:space="preserve">. The </w:t>
      </w:r>
      <w:r w:rsidR="005F5AD4">
        <w:rPr>
          <w:lang w:val="en"/>
        </w:rPr>
        <w:t xml:space="preserve">plan also documents whether funded supports will be managed by the person or a representative acting on their behalf </w:t>
      </w:r>
      <w:r w:rsidRPr="00D21FB8">
        <w:rPr>
          <w:lang w:val="en"/>
        </w:rPr>
        <w:t>(self-manage</w:t>
      </w:r>
      <w:r w:rsidR="005F5AD4">
        <w:rPr>
          <w:lang w:val="en"/>
        </w:rPr>
        <w:t xml:space="preserve">ment); </w:t>
      </w:r>
      <w:r w:rsidRPr="00D21FB8">
        <w:rPr>
          <w:lang w:val="en"/>
        </w:rPr>
        <w:t xml:space="preserve">or </w:t>
      </w:r>
      <w:r w:rsidR="005F5AD4">
        <w:rPr>
          <w:lang w:val="en-AU"/>
        </w:rPr>
        <w:t>by a contracted service provider (s</w:t>
      </w:r>
      <w:r w:rsidR="002779E9">
        <w:rPr>
          <w:lang w:val="en-AU"/>
        </w:rPr>
        <w:t>ervice provider</w:t>
      </w:r>
      <w:r w:rsidRPr="00D21FB8">
        <w:rPr>
          <w:lang w:val="en"/>
        </w:rPr>
        <w:t>–manage</w:t>
      </w:r>
      <w:r w:rsidR="005F5AD4">
        <w:rPr>
          <w:lang w:val="en"/>
        </w:rPr>
        <w:t>ment</w:t>
      </w:r>
      <w:r w:rsidRPr="00D21FB8">
        <w:rPr>
          <w:lang w:val="en"/>
        </w:rPr>
        <w:t>, which includes shared</w:t>
      </w:r>
      <w:r w:rsidR="005F5AD4">
        <w:rPr>
          <w:lang w:val="en"/>
        </w:rPr>
        <w:t xml:space="preserve"> </w:t>
      </w:r>
      <w:r w:rsidRPr="00D21FB8">
        <w:rPr>
          <w:lang w:val="en"/>
        </w:rPr>
        <w:t>management)</w:t>
      </w:r>
      <w:r w:rsidR="005F5AD4">
        <w:rPr>
          <w:lang w:val="en"/>
        </w:rPr>
        <w:t>.</w:t>
      </w:r>
    </w:p>
    <w:p w:rsidR="00B73FA4" w:rsidRDefault="00B73FA4" w:rsidP="00B73FA4">
      <w:pPr>
        <w:pStyle w:val="BodyText"/>
        <w:rPr>
          <w:b/>
          <w:lang w:val="en"/>
        </w:rPr>
      </w:pPr>
    </w:p>
    <w:p w:rsidR="00CF7E6C" w:rsidRDefault="00CF7E6C" w:rsidP="00CF7E6C">
      <w:pPr>
        <w:pStyle w:val="BodyText"/>
        <w:rPr>
          <w:lang w:val="en-AU"/>
        </w:rPr>
      </w:pPr>
      <w:r w:rsidRPr="00D21FB8">
        <w:rPr>
          <w:lang w:val="en-AU"/>
        </w:rPr>
        <w:t xml:space="preserve">All plans </w:t>
      </w:r>
      <w:r>
        <w:rPr>
          <w:lang w:val="en-AU"/>
        </w:rPr>
        <w:t>are</w:t>
      </w:r>
      <w:r w:rsidRPr="00D21FB8">
        <w:rPr>
          <w:lang w:val="en-AU"/>
        </w:rPr>
        <w:t xml:space="preserve"> considered </w:t>
      </w:r>
      <w:r>
        <w:rPr>
          <w:lang w:val="en-AU"/>
        </w:rPr>
        <w:t>for</w:t>
      </w:r>
      <w:r w:rsidRPr="00D21FB8">
        <w:rPr>
          <w:lang w:val="en-AU"/>
        </w:rPr>
        <w:t xml:space="preserve"> endorse</w:t>
      </w:r>
      <w:r>
        <w:rPr>
          <w:lang w:val="en-AU"/>
        </w:rPr>
        <w:t>ment</w:t>
      </w:r>
      <w:r w:rsidRPr="00D21FB8">
        <w:rPr>
          <w:lang w:val="en-AU"/>
        </w:rPr>
        <w:t xml:space="preserve"> by the Local Coordinator. Where funded supports are included, the plan will need to be approved </w:t>
      </w:r>
      <w:r>
        <w:rPr>
          <w:lang w:val="en-AU"/>
        </w:rPr>
        <w:t xml:space="preserve">according to </w:t>
      </w:r>
      <w:r w:rsidRPr="00D21FB8">
        <w:rPr>
          <w:lang w:val="en-AU"/>
        </w:rPr>
        <w:t xml:space="preserve">the Delegation Framework for Approval of WA NDIS Plan Funding. </w:t>
      </w:r>
      <w:r w:rsidR="003E3915">
        <w:rPr>
          <w:lang w:val="en-AU"/>
        </w:rPr>
        <w:t>All delegation levels</w:t>
      </w:r>
      <w:r w:rsidRPr="00D21FB8">
        <w:rPr>
          <w:lang w:val="en-AU"/>
        </w:rPr>
        <w:t xml:space="preserve"> require the Local Coordinator to endorse a plan. Depending on the level of funding requested, the plan may be required to then progress to the Area Manager, Regional </w:t>
      </w:r>
      <w:r>
        <w:rPr>
          <w:lang w:val="en-AU"/>
        </w:rPr>
        <w:t>Manager</w:t>
      </w:r>
      <w:r w:rsidRPr="00D21FB8">
        <w:rPr>
          <w:lang w:val="en-AU"/>
        </w:rPr>
        <w:t>, Director</w:t>
      </w:r>
      <w:r>
        <w:rPr>
          <w:lang w:val="en-AU"/>
        </w:rPr>
        <w:t xml:space="preserve"> NDIS Operations</w:t>
      </w:r>
      <w:r w:rsidRPr="00D21FB8">
        <w:rPr>
          <w:lang w:val="en-AU"/>
        </w:rPr>
        <w:t xml:space="preserve"> or Director General for final approval.</w:t>
      </w:r>
    </w:p>
    <w:p w:rsidR="00CF7E6C" w:rsidRPr="00D21FB8" w:rsidRDefault="00CF7E6C" w:rsidP="00CF7E6C">
      <w:pPr>
        <w:pStyle w:val="BodyText"/>
        <w:rPr>
          <w:lang w:val="en-AU"/>
        </w:rPr>
      </w:pPr>
    </w:p>
    <w:p w:rsidR="006E3980" w:rsidRDefault="006E3980" w:rsidP="006E3980">
      <w:pPr>
        <w:pStyle w:val="BodyText"/>
        <w:rPr>
          <w:lang w:val="en-AU"/>
        </w:rPr>
      </w:pPr>
      <w:r>
        <w:rPr>
          <w:lang w:val="en-AU"/>
        </w:rPr>
        <w:t xml:space="preserve">Sometimes a </w:t>
      </w:r>
      <w:r w:rsidRPr="005D1DF9">
        <w:rPr>
          <w:lang w:val="en-AU"/>
        </w:rPr>
        <w:t xml:space="preserve">plan </w:t>
      </w:r>
      <w:r>
        <w:rPr>
          <w:lang w:val="en-AU"/>
        </w:rPr>
        <w:t xml:space="preserve">will progress </w:t>
      </w:r>
      <w:r w:rsidRPr="005D1DF9">
        <w:rPr>
          <w:lang w:val="en-AU"/>
        </w:rPr>
        <w:t>so that the person with disability can commence receiving some supports and services while other strategies</w:t>
      </w:r>
      <w:r>
        <w:rPr>
          <w:lang w:val="en-AU"/>
        </w:rPr>
        <w:t xml:space="preserve"> in the plan</w:t>
      </w:r>
      <w:r w:rsidRPr="005D1DF9">
        <w:rPr>
          <w:lang w:val="en-AU"/>
        </w:rPr>
        <w:t xml:space="preserve"> continue </w:t>
      </w:r>
      <w:r w:rsidRPr="00E62442">
        <w:rPr>
          <w:lang w:val="en-AU"/>
        </w:rPr>
        <w:t xml:space="preserve">to be </w:t>
      </w:r>
      <w:r>
        <w:rPr>
          <w:lang w:val="en-AU"/>
        </w:rPr>
        <w:t xml:space="preserve">negotiated or subject to review and/or appeal. Pending the outcome of these processes, a new plan may be developed that includes the additional supports and services. </w:t>
      </w:r>
    </w:p>
    <w:p w:rsidR="00CF7E6C" w:rsidRPr="00D21FB8" w:rsidRDefault="00CF7E6C" w:rsidP="00B73FA4">
      <w:pPr>
        <w:pStyle w:val="BodyText"/>
        <w:rPr>
          <w:b/>
          <w:lang w:val="en"/>
        </w:rPr>
      </w:pPr>
    </w:p>
    <w:p w:rsidR="00B73FA4" w:rsidRPr="00D21FB8" w:rsidRDefault="00B73FA4" w:rsidP="00B73FA4">
      <w:pPr>
        <w:pStyle w:val="BodyText"/>
        <w:rPr>
          <w:b/>
          <w:lang w:val="en"/>
        </w:rPr>
      </w:pPr>
      <w:r>
        <w:rPr>
          <w:b/>
          <w:lang w:val="en"/>
        </w:rPr>
        <w:t>Review of p</w:t>
      </w:r>
      <w:r w:rsidRPr="00D21FB8">
        <w:rPr>
          <w:b/>
          <w:lang w:val="en"/>
        </w:rPr>
        <w:t>lans</w:t>
      </w:r>
    </w:p>
    <w:p w:rsidR="00B73FA4" w:rsidRPr="00D21FB8" w:rsidRDefault="00B73FA4" w:rsidP="00B73FA4">
      <w:pPr>
        <w:pStyle w:val="BodyText"/>
        <w:rPr>
          <w:lang w:val="en"/>
        </w:rPr>
      </w:pPr>
      <w:r w:rsidRPr="00D21FB8">
        <w:rPr>
          <w:lang w:val="en"/>
        </w:rPr>
        <w:t xml:space="preserve">Individual plans developed in WA NDIS are reviewed at least once every 12 months to determine whether the plan assisted the person to achieve their plan goals. The </w:t>
      </w:r>
      <w:r w:rsidR="00F52294">
        <w:rPr>
          <w:lang w:val="en"/>
        </w:rPr>
        <w:t>Local Coordinator</w:t>
      </w:r>
      <w:r w:rsidRPr="00D21FB8">
        <w:rPr>
          <w:lang w:val="en"/>
        </w:rPr>
        <w:t xml:space="preserve"> </w:t>
      </w:r>
      <w:r w:rsidR="002B0189" w:rsidRPr="00D21FB8">
        <w:rPr>
          <w:lang w:val="en"/>
        </w:rPr>
        <w:t>undertakes</w:t>
      </w:r>
      <w:r w:rsidRPr="00D21FB8">
        <w:rPr>
          <w:lang w:val="en"/>
        </w:rPr>
        <w:t xml:space="preserve"> the </w:t>
      </w:r>
      <w:r w:rsidR="00F52294">
        <w:rPr>
          <w:lang w:val="en"/>
        </w:rPr>
        <w:t xml:space="preserve">review with the </w:t>
      </w:r>
      <w:r w:rsidR="006466CC">
        <w:rPr>
          <w:lang w:val="en"/>
        </w:rPr>
        <w:t>person</w:t>
      </w:r>
      <w:r w:rsidR="006466CC" w:rsidRPr="00D21FB8">
        <w:rPr>
          <w:lang w:val="en"/>
        </w:rPr>
        <w:t xml:space="preserve"> </w:t>
      </w:r>
      <w:r w:rsidRPr="00D21FB8">
        <w:rPr>
          <w:lang w:val="en"/>
        </w:rPr>
        <w:t xml:space="preserve">and any other people they wish to include or an otherwise identified person who may have relevant information. </w:t>
      </w:r>
    </w:p>
    <w:p w:rsidR="00B73FA4" w:rsidRPr="00D21FB8" w:rsidRDefault="00B73FA4" w:rsidP="00B73FA4">
      <w:pPr>
        <w:pStyle w:val="BodyText"/>
        <w:spacing w:before="0"/>
        <w:rPr>
          <w:lang w:val="en"/>
        </w:rPr>
      </w:pPr>
    </w:p>
    <w:p w:rsidR="00B73FA4" w:rsidRPr="00D21FB8" w:rsidRDefault="00B73FA4" w:rsidP="00B73FA4">
      <w:pPr>
        <w:pStyle w:val="BodyText"/>
        <w:rPr>
          <w:lang w:val="en"/>
        </w:rPr>
      </w:pPr>
      <w:r w:rsidRPr="00D21FB8">
        <w:rPr>
          <w:lang w:val="en"/>
        </w:rPr>
        <w:t xml:space="preserve">A review date must be agreed to at the time the plan is endorsed. There may be some occasions where a review date is set earlier than 12 months, for example at transition times such as leaving school. </w:t>
      </w:r>
    </w:p>
    <w:p w:rsidR="00B73FA4" w:rsidRPr="00D21FB8" w:rsidRDefault="00B73FA4" w:rsidP="00B73FA4">
      <w:pPr>
        <w:pStyle w:val="BodyText"/>
        <w:rPr>
          <w:lang w:val="en-AU"/>
        </w:rPr>
      </w:pPr>
    </w:p>
    <w:p w:rsidR="00B73FA4" w:rsidRPr="00D21FB8" w:rsidRDefault="00B73FA4" w:rsidP="00B73FA4">
      <w:pPr>
        <w:pStyle w:val="BodyText"/>
        <w:rPr>
          <w:b/>
          <w:lang w:val="en-AU"/>
        </w:rPr>
      </w:pPr>
      <w:r w:rsidRPr="00D21FB8">
        <w:rPr>
          <w:b/>
          <w:lang w:val="en-AU"/>
        </w:rPr>
        <w:t>Changes to the current plan (prior to planned review)</w:t>
      </w:r>
    </w:p>
    <w:p w:rsidR="00B73FA4" w:rsidRPr="00D21FB8" w:rsidRDefault="00B73FA4" w:rsidP="00B73FA4">
      <w:pPr>
        <w:pStyle w:val="BodyText"/>
        <w:rPr>
          <w:lang w:val="en-AU"/>
        </w:rPr>
      </w:pPr>
      <w:r w:rsidRPr="00D21FB8">
        <w:rPr>
          <w:lang w:val="en-AU"/>
        </w:rPr>
        <w:t>Any proposed changes to a plan that are significant will require a review of the existing plan and development of a new plan.</w:t>
      </w:r>
    </w:p>
    <w:p w:rsidR="00B73FA4" w:rsidRPr="00D21FB8" w:rsidRDefault="00B73FA4" w:rsidP="00B73FA4">
      <w:pPr>
        <w:pStyle w:val="BodyText"/>
        <w:spacing w:before="0"/>
        <w:contextualSpacing w:val="0"/>
        <w:rPr>
          <w:lang w:val="en-AU"/>
        </w:rPr>
      </w:pPr>
    </w:p>
    <w:p w:rsidR="00B73FA4" w:rsidRPr="00D21FB8" w:rsidRDefault="00B73FA4" w:rsidP="00B73FA4">
      <w:pPr>
        <w:pStyle w:val="BodyText"/>
        <w:rPr>
          <w:lang w:val="en-AU"/>
        </w:rPr>
      </w:pPr>
      <w:r w:rsidRPr="00D21FB8">
        <w:rPr>
          <w:lang w:val="en-AU"/>
        </w:rPr>
        <w:t xml:space="preserve">The current plan can </w:t>
      </w:r>
      <w:r w:rsidR="00F52294">
        <w:rPr>
          <w:lang w:val="en-AU"/>
        </w:rPr>
        <w:t xml:space="preserve">only </w:t>
      </w:r>
      <w:r w:rsidRPr="00D21FB8">
        <w:rPr>
          <w:lang w:val="en-AU"/>
        </w:rPr>
        <w:t xml:space="preserve">be changed in response to </w:t>
      </w:r>
      <w:r w:rsidR="007E1145">
        <w:rPr>
          <w:lang w:val="en-AU"/>
        </w:rPr>
        <w:t>these</w:t>
      </w:r>
      <w:r w:rsidR="00F52294">
        <w:rPr>
          <w:lang w:val="en-AU"/>
        </w:rPr>
        <w:t xml:space="preserve"> following</w:t>
      </w:r>
      <w:r w:rsidR="007E1145" w:rsidRPr="00D21FB8">
        <w:rPr>
          <w:lang w:val="en-AU"/>
        </w:rPr>
        <w:t xml:space="preserve"> </w:t>
      </w:r>
      <w:r w:rsidRPr="00D21FB8">
        <w:rPr>
          <w:lang w:val="en-AU"/>
        </w:rPr>
        <w:t>circumstances:</w:t>
      </w:r>
    </w:p>
    <w:p w:rsidR="00B73FA4" w:rsidRPr="00D21FB8" w:rsidRDefault="00B73FA4" w:rsidP="00B73FA4">
      <w:pPr>
        <w:pStyle w:val="BodyText"/>
        <w:numPr>
          <w:ilvl w:val="0"/>
          <w:numId w:val="18"/>
        </w:numPr>
        <w:rPr>
          <w:lang w:val="en-AU"/>
        </w:rPr>
      </w:pPr>
      <w:r w:rsidRPr="00D21FB8">
        <w:rPr>
          <w:lang w:val="en-AU"/>
        </w:rPr>
        <w:t>Change in need requiring an immediate response.</w:t>
      </w:r>
    </w:p>
    <w:p w:rsidR="00B73FA4" w:rsidRPr="00D21FB8" w:rsidRDefault="00B73FA4" w:rsidP="00B73FA4">
      <w:pPr>
        <w:pStyle w:val="BodyText"/>
        <w:numPr>
          <w:ilvl w:val="0"/>
          <w:numId w:val="18"/>
        </w:numPr>
        <w:rPr>
          <w:lang w:val="en-AU"/>
        </w:rPr>
      </w:pPr>
      <w:r w:rsidRPr="00D21FB8">
        <w:rPr>
          <w:lang w:val="en-AU"/>
        </w:rPr>
        <w:t xml:space="preserve">Change in service provider, where there is no change in supports or funding required.  </w:t>
      </w:r>
    </w:p>
    <w:p w:rsidR="00B73FA4" w:rsidRDefault="00B73FA4" w:rsidP="00B73FA4">
      <w:pPr>
        <w:pStyle w:val="BodyText"/>
        <w:numPr>
          <w:ilvl w:val="0"/>
          <w:numId w:val="18"/>
        </w:numPr>
        <w:rPr>
          <w:lang w:val="en-AU"/>
        </w:rPr>
      </w:pPr>
      <w:r w:rsidRPr="00D21FB8">
        <w:rPr>
          <w:lang w:val="en-AU"/>
        </w:rPr>
        <w:t>The addition of an in-kind support being received by the person with disability.</w:t>
      </w:r>
    </w:p>
    <w:p w:rsidR="005D1DF9" w:rsidRDefault="005D1DF9" w:rsidP="00B73FA4">
      <w:pPr>
        <w:pStyle w:val="BodyText"/>
        <w:numPr>
          <w:ilvl w:val="0"/>
          <w:numId w:val="18"/>
        </w:numPr>
        <w:rPr>
          <w:lang w:val="en-AU"/>
        </w:rPr>
      </w:pPr>
      <w:r>
        <w:rPr>
          <w:lang w:val="en-AU"/>
        </w:rPr>
        <w:t>Due to the outcome of review and</w:t>
      </w:r>
      <w:r w:rsidR="004245F5">
        <w:rPr>
          <w:lang w:val="en-AU"/>
        </w:rPr>
        <w:t>/or</w:t>
      </w:r>
      <w:r>
        <w:rPr>
          <w:lang w:val="en-AU"/>
        </w:rPr>
        <w:t xml:space="preserve"> appeal </w:t>
      </w:r>
      <w:r w:rsidR="004245F5">
        <w:rPr>
          <w:lang w:val="en-AU"/>
        </w:rPr>
        <w:t>process.</w:t>
      </w:r>
    </w:p>
    <w:p w:rsidR="00C44FC1" w:rsidRPr="00D21FB8" w:rsidRDefault="00C44FC1" w:rsidP="00C44FC1">
      <w:pPr>
        <w:pStyle w:val="BodyText"/>
        <w:ind w:left="360"/>
        <w:rPr>
          <w:lang w:val="en-AU"/>
        </w:rPr>
      </w:pPr>
    </w:p>
    <w:p w:rsidR="00B73FA4" w:rsidRPr="00D21FB8" w:rsidRDefault="00B73FA4" w:rsidP="00B73FA4">
      <w:pPr>
        <w:pStyle w:val="BodyText"/>
        <w:rPr>
          <w:lang w:val="en-AU"/>
        </w:rPr>
      </w:pPr>
      <w:r w:rsidRPr="00D21FB8">
        <w:rPr>
          <w:lang w:val="en-AU"/>
        </w:rPr>
        <w:t>Although these circumstances in themselves will not trigger a review and subsequent development of a new plan, the underlying changed situation may suggest a review is needed if the change is likely to be significant and ongoing</w:t>
      </w:r>
      <w:r w:rsidR="001208B8">
        <w:rPr>
          <w:lang w:val="en-AU"/>
        </w:rPr>
        <w:t xml:space="preserve"> (see</w:t>
      </w:r>
      <w:r w:rsidR="002779E9">
        <w:rPr>
          <w:lang w:val="en-AU"/>
        </w:rPr>
        <w:t xml:space="preserve"> WA NDIS Operational Policy – Prioritisation of Plans</w:t>
      </w:r>
      <w:r w:rsidR="001208B8">
        <w:rPr>
          <w:lang w:val="en-AU"/>
        </w:rPr>
        <w:t>)</w:t>
      </w:r>
      <w:r w:rsidR="002779E9">
        <w:rPr>
          <w:lang w:val="en-AU"/>
        </w:rPr>
        <w:t xml:space="preserve">. </w:t>
      </w:r>
      <w:r w:rsidR="002779E9" w:rsidRPr="00D21FB8">
        <w:rPr>
          <w:lang w:val="en-AU"/>
        </w:rPr>
        <w:t xml:space="preserve"> </w:t>
      </w:r>
      <w:r w:rsidRPr="00D21FB8">
        <w:rPr>
          <w:lang w:val="en-AU"/>
        </w:rPr>
        <w:t xml:space="preserve"> </w:t>
      </w:r>
    </w:p>
    <w:p w:rsidR="00B73FA4" w:rsidRPr="00D21FB8" w:rsidRDefault="00B73FA4" w:rsidP="00B73FA4">
      <w:pPr>
        <w:pStyle w:val="BodyText"/>
        <w:rPr>
          <w:lang w:val="en-AU"/>
        </w:rPr>
      </w:pPr>
    </w:p>
    <w:p w:rsidR="00B73FA4" w:rsidRPr="00D21FB8" w:rsidRDefault="00B73FA4" w:rsidP="00B73FA4">
      <w:pPr>
        <w:pStyle w:val="BodyText"/>
        <w:rPr>
          <w:lang w:val="en-AU"/>
        </w:rPr>
      </w:pPr>
      <w:r w:rsidRPr="00D21FB8">
        <w:rPr>
          <w:lang w:val="en-AU"/>
        </w:rPr>
        <w:t>Where short-term additional support is required to address an unforeseen change in need, a plan may be changed while a new plan (including a review) is in development.</w:t>
      </w:r>
      <w:r w:rsidRPr="00D21FB8">
        <w:rPr>
          <w:b/>
          <w:lang w:val="en-AU"/>
        </w:rPr>
        <w:t xml:space="preserve"> </w:t>
      </w:r>
    </w:p>
    <w:p w:rsidR="00B73FA4" w:rsidRPr="00D21FB8" w:rsidRDefault="00B73FA4" w:rsidP="00B73FA4">
      <w:pPr>
        <w:pStyle w:val="BodyText"/>
        <w:rPr>
          <w:lang w:val="en-AU"/>
        </w:rPr>
      </w:pPr>
    </w:p>
    <w:p w:rsidR="00B73FA4" w:rsidRPr="00D21FB8" w:rsidRDefault="00B73FA4" w:rsidP="00B73FA4">
      <w:pPr>
        <w:pStyle w:val="BodyText"/>
        <w:rPr>
          <w:lang w:val="en-AU"/>
        </w:rPr>
      </w:pPr>
      <w:r w:rsidRPr="00D21FB8">
        <w:rPr>
          <w:lang w:val="en-AU"/>
        </w:rPr>
        <w:t>A change from one service provider to multiple service providers for the same supports will generally trigger a review of the plan.</w:t>
      </w:r>
    </w:p>
    <w:p w:rsidR="00B73FA4" w:rsidRPr="00D21FB8" w:rsidRDefault="00B73FA4" w:rsidP="00B73FA4">
      <w:pPr>
        <w:pStyle w:val="BodyText"/>
        <w:rPr>
          <w:lang w:val="en-AU"/>
        </w:rPr>
      </w:pPr>
    </w:p>
    <w:p w:rsidR="00B73FA4" w:rsidRPr="00D21FB8" w:rsidRDefault="00B73FA4" w:rsidP="00B73FA4">
      <w:pPr>
        <w:pStyle w:val="BodyText"/>
        <w:rPr>
          <w:b/>
          <w:lang w:val="en-AU"/>
        </w:rPr>
      </w:pPr>
      <w:r w:rsidRPr="00D21FB8">
        <w:rPr>
          <w:b/>
          <w:lang w:val="en-AU"/>
        </w:rPr>
        <w:t>Review of decisions</w:t>
      </w:r>
    </w:p>
    <w:p w:rsidR="00B73FA4" w:rsidRDefault="00B73FA4" w:rsidP="00465B77">
      <w:pPr>
        <w:widowControl/>
        <w:spacing w:line="288" w:lineRule="auto"/>
        <w:rPr>
          <w:rFonts w:cs="Arial"/>
          <w:lang w:val="en-AU"/>
        </w:rPr>
      </w:pPr>
      <w:r w:rsidRPr="00465B77">
        <w:rPr>
          <w:rFonts w:ascii="Arial" w:hAnsi="Arial" w:cs="Arial"/>
          <w:sz w:val="24"/>
          <w:szCs w:val="24"/>
          <w:lang w:val="en-AU"/>
        </w:rPr>
        <w:t xml:space="preserve">Some decisions in WA NDIS are reviewable decisions. Reviewable decisions include plan management decisions and review dates. The </w:t>
      </w:r>
      <w:r w:rsidR="006466CC">
        <w:rPr>
          <w:rFonts w:ascii="Arial" w:hAnsi="Arial" w:cs="Arial"/>
          <w:sz w:val="24"/>
          <w:szCs w:val="24"/>
          <w:lang w:val="en-AU"/>
        </w:rPr>
        <w:t xml:space="preserve">person </w:t>
      </w:r>
      <w:r w:rsidRPr="00465B77">
        <w:rPr>
          <w:rFonts w:ascii="Arial" w:hAnsi="Arial" w:cs="Arial"/>
          <w:sz w:val="24"/>
          <w:szCs w:val="24"/>
          <w:lang w:val="en-AU"/>
        </w:rPr>
        <w:t>will be advised of the decision</w:t>
      </w:r>
      <w:r w:rsidR="00397538">
        <w:rPr>
          <w:rFonts w:ascii="Arial" w:hAnsi="Arial" w:cs="Arial"/>
          <w:sz w:val="24"/>
          <w:szCs w:val="24"/>
          <w:lang w:val="en-AU"/>
        </w:rPr>
        <w:t xml:space="preserve"> in writing</w:t>
      </w:r>
      <w:r w:rsidRPr="00465B77">
        <w:rPr>
          <w:rFonts w:ascii="Arial" w:hAnsi="Arial" w:cs="Arial"/>
          <w:sz w:val="24"/>
          <w:szCs w:val="24"/>
          <w:lang w:val="en-AU"/>
        </w:rPr>
        <w:t>; that the decision can be reviewed, and of the review process</w:t>
      </w:r>
      <w:r w:rsidR="001208B8">
        <w:rPr>
          <w:rFonts w:ascii="Arial" w:hAnsi="Arial" w:cs="Arial"/>
          <w:sz w:val="24"/>
          <w:szCs w:val="24"/>
          <w:lang w:val="en-AU"/>
        </w:rPr>
        <w:t xml:space="preserve"> (see </w:t>
      </w:r>
      <w:r w:rsidR="001208B8" w:rsidRPr="002779E9">
        <w:rPr>
          <w:rFonts w:ascii="Arial" w:eastAsia="Calibri" w:hAnsi="Arial" w:cs="Arial"/>
          <w:sz w:val="24"/>
          <w:szCs w:val="24"/>
          <w:lang w:val="en-AU"/>
        </w:rPr>
        <w:t>WA NDIS Operational Polic</w:t>
      </w:r>
      <w:r w:rsidR="001208B8">
        <w:rPr>
          <w:rFonts w:ascii="Arial" w:eastAsia="Calibri" w:hAnsi="Arial" w:cs="Arial"/>
          <w:sz w:val="24"/>
          <w:szCs w:val="24"/>
          <w:lang w:val="en-AU"/>
        </w:rPr>
        <w:t xml:space="preserve">y </w:t>
      </w:r>
      <w:r w:rsidR="001208B8" w:rsidRPr="007A31D3">
        <w:rPr>
          <w:rFonts w:ascii="Arial" w:eastAsia="Calibri" w:hAnsi="Arial" w:cs="Arial"/>
          <w:sz w:val="24"/>
          <w:szCs w:val="24"/>
          <w:lang w:val="en-AU"/>
        </w:rPr>
        <w:t>- Reviewing and Appealing WA NDIS Decisions</w:t>
      </w:r>
      <w:r w:rsidR="001208B8">
        <w:rPr>
          <w:rFonts w:ascii="Arial" w:eastAsia="Calibri" w:hAnsi="Arial" w:cs="Arial"/>
          <w:sz w:val="24"/>
          <w:szCs w:val="24"/>
          <w:lang w:val="en-AU"/>
        </w:rPr>
        <w:t>)</w:t>
      </w:r>
      <w:r w:rsidRPr="00465B77">
        <w:rPr>
          <w:rFonts w:ascii="Arial" w:hAnsi="Arial" w:cs="Arial"/>
          <w:sz w:val="24"/>
          <w:szCs w:val="24"/>
          <w:lang w:val="en-AU"/>
        </w:rPr>
        <w:t>.</w:t>
      </w:r>
    </w:p>
    <w:p w:rsidR="005331D5" w:rsidRPr="001208B8" w:rsidRDefault="005331D5" w:rsidP="001208B8">
      <w:pPr>
        <w:pStyle w:val="BodyText"/>
        <w:rPr>
          <w:lang w:val="en-AU"/>
        </w:rPr>
      </w:pPr>
    </w:p>
    <w:p w:rsidR="00E57096" w:rsidRPr="00B97EF3" w:rsidRDefault="00E57096" w:rsidP="00465B77">
      <w:pPr>
        <w:pStyle w:val="Heading2"/>
        <w:spacing w:before="0"/>
      </w:pPr>
      <w:r w:rsidRPr="00B97EF3">
        <w:t>Compliance</w:t>
      </w:r>
    </w:p>
    <w:p w:rsidR="00E57096" w:rsidRPr="00625FEF" w:rsidRDefault="00E57096" w:rsidP="00E57096">
      <w:pPr>
        <w:pStyle w:val="Heading2"/>
        <w:numPr>
          <w:ilvl w:val="0"/>
          <w:numId w:val="0"/>
        </w:numPr>
        <w:spacing w:before="120"/>
        <w:rPr>
          <w:rStyle w:val="PlaceholderText"/>
          <w:rFonts w:cstheme="minorBidi"/>
          <w:b w:val="0"/>
          <w:bCs w:val="0"/>
          <w:color w:val="auto"/>
          <w:spacing w:val="0"/>
        </w:rPr>
      </w:pPr>
      <w:r w:rsidRPr="00625FEF">
        <w:rPr>
          <w:rStyle w:val="PlaceholderText"/>
          <w:rFonts w:cstheme="minorBidi"/>
          <w:b w:val="0"/>
          <w:bCs w:val="0"/>
          <w:color w:val="auto"/>
          <w:spacing w:val="0"/>
        </w:rPr>
        <w:t>Compliance with this policy is mandatory</w:t>
      </w:r>
      <w:r>
        <w:rPr>
          <w:rStyle w:val="PlaceholderText"/>
          <w:rFonts w:cstheme="minorBidi"/>
          <w:b w:val="0"/>
          <w:bCs w:val="0"/>
          <w:color w:val="auto"/>
          <w:spacing w:val="0"/>
        </w:rPr>
        <w:t>.</w:t>
      </w:r>
    </w:p>
    <w:p w:rsidR="00E0480A" w:rsidRDefault="00E0480A" w:rsidP="00B97EF3">
      <w:pPr>
        <w:pStyle w:val="Heading2"/>
      </w:pPr>
      <w:r>
        <w:t>Communication</w:t>
      </w:r>
      <w:bookmarkEnd w:id="1"/>
    </w:p>
    <w:p w:rsidR="008569B5" w:rsidRDefault="00625FEF" w:rsidP="00B97EF3">
      <w:pPr>
        <w:pStyle w:val="BodyText"/>
      </w:pPr>
      <w:r w:rsidRPr="00625FEF">
        <w:t xml:space="preserve">This document will be published on the </w:t>
      </w:r>
      <w:r w:rsidR="000E3FF1">
        <w:t>Disability Services Commission‘</w:t>
      </w:r>
      <w:r w:rsidRPr="00625FEF">
        <w:t>s website and intranet, and relevant employees and other stakeholders advised of its existence.</w:t>
      </w:r>
    </w:p>
    <w:p w:rsidR="005331D5" w:rsidRPr="00625FEF" w:rsidRDefault="005331D5" w:rsidP="00B97EF3">
      <w:pPr>
        <w:pStyle w:val="BodyText"/>
        <w:rPr>
          <w:rStyle w:val="PlaceholderText"/>
          <w:color w:val="auto"/>
        </w:rPr>
      </w:pPr>
    </w:p>
    <w:p w:rsidR="00E0480A" w:rsidRDefault="00E0480A" w:rsidP="00465B77">
      <w:pPr>
        <w:pStyle w:val="Heading2"/>
        <w:spacing w:before="0"/>
      </w:pPr>
      <w:bookmarkStart w:id="2" w:name="_Toc455143164"/>
      <w:r>
        <w:t>Evaluation and review</w:t>
      </w:r>
      <w:bookmarkEnd w:id="2"/>
    </w:p>
    <w:p w:rsidR="008569B5" w:rsidRDefault="00625FEF" w:rsidP="00B97EF3">
      <w:pPr>
        <w:pStyle w:val="BodyText"/>
        <w:rPr>
          <w:rStyle w:val="PlaceholderText"/>
          <w:color w:val="auto"/>
        </w:rPr>
      </w:pPr>
      <w:r w:rsidRPr="00625FEF">
        <w:t xml:space="preserve">This policy will be </w:t>
      </w:r>
      <w:r w:rsidR="00B73FA4">
        <w:t xml:space="preserve">reviewed in </w:t>
      </w:r>
      <w:r w:rsidR="00FC26ED">
        <w:t>24</w:t>
      </w:r>
      <w:r w:rsidRPr="00625FEF">
        <w:t xml:space="preserve"> months or whenever required by a significant change to relevant policy, people, process, technology and/or information. Evaluation of the policy will take into account operational learning, feedback from stakeholders and relevant data</w:t>
      </w:r>
      <w:r w:rsidR="00E0480A" w:rsidRPr="00B97EF3">
        <w:rPr>
          <w:rStyle w:val="PlaceholderText"/>
          <w:color w:val="auto"/>
        </w:rPr>
        <w:t xml:space="preserve">. </w:t>
      </w:r>
      <w:bookmarkStart w:id="3" w:name="_Toc455143166"/>
    </w:p>
    <w:p w:rsidR="005331D5" w:rsidRPr="00B97EF3" w:rsidRDefault="005331D5" w:rsidP="00B97EF3">
      <w:pPr>
        <w:pStyle w:val="BodyText"/>
      </w:pPr>
    </w:p>
    <w:p w:rsidR="00E0480A" w:rsidRDefault="00E0480A" w:rsidP="00465B77">
      <w:pPr>
        <w:pStyle w:val="Heading2"/>
        <w:spacing w:before="0"/>
      </w:pPr>
      <w:r>
        <w:t>Related documents</w:t>
      </w:r>
      <w:bookmarkEnd w:id="3"/>
    </w:p>
    <w:p w:rsidR="00B73FA4" w:rsidRPr="00287F1A" w:rsidRDefault="00B73FA4" w:rsidP="00465B77">
      <w:pPr>
        <w:widowControl/>
        <w:spacing w:before="120" w:line="288" w:lineRule="auto"/>
        <w:rPr>
          <w:rFonts w:ascii="Arial" w:eastAsia="Calibri" w:hAnsi="Arial" w:cs="Arial"/>
          <w:sz w:val="24"/>
          <w:szCs w:val="24"/>
          <w:lang w:val="en-AU"/>
        </w:rPr>
      </w:pPr>
      <w:r>
        <w:rPr>
          <w:rFonts w:ascii="Arial" w:eastAsia="Calibri" w:hAnsi="Arial" w:cs="Arial"/>
          <w:sz w:val="24"/>
          <w:szCs w:val="24"/>
          <w:lang w:val="en-AU"/>
        </w:rPr>
        <w:t>WA NDIS</w:t>
      </w:r>
      <w:r w:rsidRPr="00800365">
        <w:rPr>
          <w:rFonts w:ascii="Arial" w:eastAsia="Calibri" w:hAnsi="Arial" w:cs="Arial"/>
          <w:sz w:val="24"/>
          <w:szCs w:val="24"/>
          <w:lang w:val="en-AU"/>
        </w:rPr>
        <w:t xml:space="preserve"> Planning Framework</w:t>
      </w:r>
    </w:p>
    <w:p w:rsidR="002B0189" w:rsidRDefault="00B73FA4" w:rsidP="00465B77">
      <w:pPr>
        <w:widowControl/>
        <w:spacing w:line="288" w:lineRule="auto"/>
        <w:rPr>
          <w:rFonts w:ascii="Arial" w:eastAsia="Calibri" w:hAnsi="Arial" w:cs="Arial"/>
          <w:sz w:val="24"/>
          <w:szCs w:val="24"/>
          <w:lang w:val="en-AU"/>
        </w:rPr>
      </w:pPr>
      <w:r w:rsidRPr="00800365">
        <w:rPr>
          <w:rFonts w:ascii="Arial" w:eastAsia="Calibri" w:hAnsi="Arial" w:cs="Arial"/>
          <w:sz w:val="24"/>
          <w:szCs w:val="24"/>
          <w:lang w:val="en-AU"/>
        </w:rPr>
        <w:t>WA NDIS Operational Polic</w:t>
      </w:r>
      <w:r w:rsidR="002B0189">
        <w:rPr>
          <w:rFonts w:ascii="Arial" w:eastAsia="Calibri" w:hAnsi="Arial" w:cs="Arial"/>
          <w:sz w:val="24"/>
          <w:szCs w:val="24"/>
          <w:lang w:val="en-AU"/>
        </w:rPr>
        <w:t>ies:</w:t>
      </w:r>
    </w:p>
    <w:p w:rsidR="00B73FA4" w:rsidRPr="00465B77" w:rsidRDefault="00B73FA4" w:rsidP="00465B77">
      <w:pPr>
        <w:pStyle w:val="ListParagraph"/>
        <w:widowControl/>
        <w:numPr>
          <w:ilvl w:val="0"/>
          <w:numId w:val="23"/>
        </w:numPr>
        <w:spacing w:line="288" w:lineRule="auto"/>
        <w:rPr>
          <w:rFonts w:ascii="Arial" w:eastAsia="Calibri" w:hAnsi="Arial" w:cs="Arial"/>
          <w:sz w:val="24"/>
          <w:szCs w:val="24"/>
          <w:lang w:val="en-AU"/>
        </w:rPr>
      </w:pPr>
      <w:r w:rsidRPr="00465B77">
        <w:rPr>
          <w:rFonts w:ascii="Arial" w:eastAsia="Calibri" w:hAnsi="Arial" w:cs="Arial"/>
          <w:sz w:val="24"/>
          <w:szCs w:val="24"/>
          <w:lang w:val="en-AU"/>
        </w:rPr>
        <w:t>Support Need Assessment</w:t>
      </w:r>
    </w:p>
    <w:p w:rsidR="00B73FA4" w:rsidRPr="00465B77" w:rsidRDefault="00B73FA4" w:rsidP="00465B77">
      <w:pPr>
        <w:pStyle w:val="ListParagraph"/>
        <w:widowControl/>
        <w:numPr>
          <w:ilvl w:val="0"/>
          <w:numId w:val="23"/>
        </w:numPr>
        <w:spacing w:line="288" w:lineRule="auto"/>
        <w:rPr>
          <w:rFonts w:ascii="Arial" w:eastAsia="Calibri" w:hAnsi="Arial" w:cs="Arial"/>
          <w:sz w:val="24"/>
          <w:szCs w:val="24"/>
          <w:lang w:val="en-AU"/>
        </w:rPr>
      </w:pPr>
      <w:r w:rsidRPr="00465B77">
        <w:rPr>
          <w:rFonts w:ascii="Arial" w:eastAsia="Calibri" w:hAnsi="Arial" w:cs="Arial"/>
          <w:sz w:val="24"/>
          <w:szCs w:val="24"/>
          <w:lang w:val="en-AU"/>
        </w:rPr>
        <w:t>Review of Plans</w:t>
      </w:r>
    </w:p>
    <w:p w:rsidR="006466CC" w:rsidRPr="00465B77" w:rsidRDefault="00B73FA4" w:rsidP="00465B77">
      <w:pPr>
        <w:pStyle w:val="ListParagraph"/>
        <w:widowControl/>
        <w:numPr>
          <w:ilvl w:val="0"/>
          <w:numId w:val="23"/>
        </w:numPr>
        <w:spacing w:line="288" w:lineRule="auto"/>
        <w:rPr>
          <w:rFonts w:ascii="Arial" w:eastAsia="Calibri" w:hAnsi="Arial" w:cs="Arial"/>
          <w:sz w:val="24"/>
          <w:szCs w:val="24"/>
          <w:lang w:val="en-AU"/>
        </w:rPr>
      </w:pPr>
      <w:r w:rsidRPr="00465B77">
        <w:rPr>
          <w:rFonts w:ascii="Arial" w:eastAsia="Calibri" w:hAnsi="Arial" w:cs="Arial"/>
          <w:sz w:val="24"/>
          <w:szCs w:val="24"/>
          <w:lang w:val="en-AU"/>
        </w:rPr>
        <w:t>Funded Supports in the Plan – Reasonable and Necessary</w:t>
      </w:r>
    </w:p>
    <w:p w:rsidR="00B73FA4" w:rsidRPr="00465B77" w:rsidRDefault="00B73FA4" w:rsidP="00465B77">
      <w:pPr>
        <w:pStyle w:val="ListParagraph"/>
        <w:widowControl/>
        <w:numPr>
          <w:ilvl w:val="0"/>
          <w:numId w:val="23"/>
        </w:numPr>
        <w:spacing w:line="288" w:lineRule="auto"/>
        <w:rPr>
          <w:rFonts w:ascii="Arial" w:eastAsia="Calibri" w:hAnsi="Arial" w:cs="Arial"/>
          <w:sz w:val="24"/>
          <w:szCs w:val="24"/>
          <w:lang w:val="en-AU"/>
        </w:rPr>
      </w:pPr>
      <w:r w:rsidRPr="00465B77">
        <w:rPr>
          <w:rFonts w:ascii="Arial" w:eastAsia="Calibri" w:hAnsi="Arial" w:cs="Arial"/>
          <w:sz w:val="24"/>
          <w:szCs w:val="24"/>
          <w:lang w:val="en-AU"/>
        </w:rPr>
        <w:t>Reviewing and Appealing WA NDIS Decisions</w:t>
      </w:r>
    </w:p>
    <w:p w:rsidR="00EB72F8" w:rsidRPr="00465B77" w:rsidRDefault="00EB72F8" w:rsidP="00465B77">
      <w:pPr>
        <w:pStyle w:val="ListParagraph"/>
        <w:widowControl/>
        <w:numPr>
          <w:ilvl w:val="0"/>
          <w:numId w:val="23"/>
        </w:numPr>
        <w:spacing w:line="288" w:lineRule="auto"/>
        <w:rPr>
          <w:rFonts w:ascii="Arial" w:eastAsia="Calibri" w:hAnsi="Arial" w:cs="Arial"/>
          <w:sz w:val="24"/>
          <w:szCs w:val="24"/>
          <w:lang w:val="en-AU"/>
        </w:rPr>
      </w:pPr>
      <w:r w:rsidRPr="00465B77">
        <w:rPr>
          <w:rFonts w:ascii="Arial" w:eastAsia="Calibri" w:hAnsi="Arial" w:cs="Arial"/>
          <w:sz w:val="24"/>
          <w:szCs w:val="24"/>
          <w:lang w:val="en-AU"/>
        </w:rPr>
        <w:t>Safeguarding</w:t>
      </w:r>
    </w:p>
    <w:p w:rsidR="007A31D3" w:rsidRDefault="007A31D3" w:rsidP="00465B77">
      <w:pPr>
        <w:widowControl/>
        <w:spacing w:line="288" w:lineRule="auto"/>
        <w:rPr>
          <w:rFonts w:ascii="Arial" w:eastAsia="Calibri" w:hAnsi="Arial" w:cs="Arial"/>
          <w:sz w:val="24"/>
          <w:szCs w:val="24"/>
          <w:lang w:val="en-AU"/>
        </w:rPr>
      </w:pPr>
      <w:r>
        <w:rPr>
          <w:rFonts w:ascii="Arial" w:eastAsia="Calibri" w:hAnsi="Arial" w:cs="Arial"/>
          <w:sz w:val="24"/>
          <w:szCs w:val="24"/>
          <w:lang w:val="en-AU"/>
        </w:rPr>
        <w:t>Self-management of Funded Supports</w:t>
      </w:r>
      <w:r w:rsidR="00B71CE5">
        <w:rPr>
          <w:rFonts w:ascii="Arial" w:eastAsia="Calibri" w:hAnsi="Arial" w:cs="Arial"/>
          <w:sz w:val="24"/>
          <w:szCs w:val="24"/>
          <w:lang w:val="en-AU"/>
        </w:rPr>
        <w:t xml:space="preserve"> Policy</w:t>
      </w:r>
    </w:p>
    <w:p w:rsidR="00B71CE5" w:rsidRDefault="00B71CE5" w:rsidP="00B71CE5">
      <w:pPr>
        <w:widowControl/>
        <w:spacing w:line="288" w:lineRule="auto"/>
        <w:rPr>
          <w:rFonts w:ascii="Arial" w:eastAsia="Calibri" w:hAnsi="Arial" w:cs="Arial"/>
          <w:sz w:val="24"/>
          <w:szCs w:val="24"/>
          <w:lang w:val="en-AU"/>
        </w:rPr>
      </w:pPr>
      <w:r w:rsidRPr="00800365">
        <w:rPr>
          <w:rFonts w:ascii="Arial" w:eastAsia="Calibri" w:hAnsi="Arial" w:cs="Arial"/>
          <w:sz w:val="24"/>
          <w:szCs w:val="24"/>
          <w:lang w:val="en-AU"/>
        </w:rPr>
        <w:t xml:space="preserve">Individualised Funding Policy </w:t>
      </w:r>
    </w:p>
    <w:p w:rsidR="006466CC" w:rsidRDefault="006466CC" w:rsidP="00465B77">
      <w:pPr>
        <w:widowControl/>
        <w:spacing w:line="288" w:lineRule="auto"/>
        <w:rPr>
          <w:rFonts w:ascii="Arial" w:eastAsia="Calibri" w:hAnsi="Arial" w:cs="Arial"/>
          <w:sz w:val="24"/>
          <w:szCs w:val="24"/>
          <w:lang w:val="en-AU"/>
        </w:rPr>
      </w:pPr>
      <w:r>
        <w:rPr>
          <w:rFonts w:ascii="Arial" w:eastAsia="Calibri" w:hAnsi="Arial" w:cs="Arial"/>
          <w:sz w:val="24"/>
          <w:szCs w:val="24"/>
          <w:lang w:val="en-AU"/>
        </w:rPr>
        <w:t xml:space="preserve">Guardian and Administration – Principles and Procedures </w:t>
      </w:r>
    </w:p>
    <w:p w:rsidR="00B73FA4" w:rsidRPr="0035065F" w:rsidRDefault="00B73FA4" w:rsidP="00465B77">
      <w:pPr>
        <w:widowControl/>
        <w:spacing w:line="288" w:lineRule="auto"/>
        <w:rPr>
          <w:rFonts w:ascii="Arial" w:eastAsia="Calibri" w:hAnsi="Arial" w:cs="Arial"/>
          <w:sz w:val="24"/>
          <w:szCs w:val="24"/>
          <w:lang w:val="en-AU"/>
        </w:rPr>
      </w:pPr>
      <w:r w:rsidRPr="0035065F">
        <w:rPr>
          <w:rFonts w:ascii="Arial" w:eastAsia="Calibri" w:hAnsi="Arial" w:cs="Arial"/>
          <w:sz w:val="24"/>
          <w:szCs w:val="24"/>
          <w:lang w:val="en-AU"/>
        </w:rPr>
        <w:t>WA NDIS</w:t>
      </w:r>
      <w:r>
        <w:rPr>
          <w:rFonts w:ascii="Arial" w:eastAsia="Calibri" w:hAnsi="Arial" w:cs="Arial"/>
          <w:sz w:val="24"/>
          <w:szCs w:val="24"/>
          <w:lang w:val="en-AU"/>
        </w:rPr>
        <w:t xml:space="preserve"> </w:t>
      </w:r>
      <w:r w:rsidRPr="0035065F">
        <w:rPr>
          <w:rFonts w:ascii="Arial" w:eastAsia="Calibri" w:hAnsi="Arial" w:cs="Arial"/>
          <w:sz w:val="24"/>
          <w:szCs w:val="24"/>
          <w:lang w:val="en-AU"/>
        </w:rPr>
        <w:t>Perth Metropolitan:</w:t>
      </w:r>
      <w:r>
        <w:rPr>
          <w:rFonts w:ascii="Arial" w:eastAsia="Calibri" w:hAnsi="Arial" w:cs="Arial"/>
          <w:sz w:val="24"/>
          <w:szCs w:val="24"/>
          <w:lang w:val="en-AU"/>
        </w:rPr>
        <w:t xml:space="preserve"> </w:t>
      </w:r>
      <w:r w:rsidRPr="0035065F">
        <w:rPr>
          <w:rFonts w:ascii="Arial" w:eastAsia="Calibri" w:hAnsi="Arial" w:cs="Arial"/>
          <w:sz w:val="24"/>
          <w:szCs w:val="24"/>
          <w:lang w:val="en-AU"/>
        </w:rPr>
        <w:t>Support Clusters and Price Framework</w:t>
      </w:r>
    </w:p>
    <w:p w:rsidR="00B73FA4" w:rsidRDefault="00B73FA4" w:rsidP="00465B77">
      <w:pPr>
        <w:widowControl/>
        <w:spacing w:line="288" w:lineRule="auto"/>
        <w:rPr>
          <w:rFonts w:ascii="Arial" w:eastAsia="Calibri" w:hAnsi="Arial" w:cs="Arial"/>
          <w:sz w:val="24"/>
          <w:szCs w:val="24"/>
          <w:lang w:val="en-AU"/>
        </w:rPr>
      </w:pPr>
      <w:r>
        <w:rPr>
          <w:rFonts w:ascii="Arial" w:eastAsia="Calibri" w:hAnsi="Arial" w:cs="Arial"/>
          <w:sz w:val="24"/>
          <w:szCs w:val="24"/>
          <w:lang w:val="en-AU"/>
        </w:rPr>
        <w:t>WA NDIS Lower South West: Support Clusters and Price Framework</w:t>
      </w:r>
    </w:p>
    <w:p w:rsidR="006466CC" w:rsidRDefault="006466CC" w:rsidP="00465B77">
      <w:pPr>
        <w:widowControl/>
        <w:spacing w:line="288" w:lineRule="auto"/>
        <w:rPr>
          <w:rFonts w:ascii="Arial" w:eastAsia="Calibri" w:hAnsi="Arial" w:cs="Arial"/>
          <w:sz w:val="24"/>
          <w:szCs w:val="24"/>
          <w:lang w:val="en-AU"/>
        </w:rPr>
      </w:pPr>
      <w:r>
        <w:rPr>
          <w:rFonts w:ascii="Arial" w:eastAsia="Calibri" w:hAnsi="Arial" w:cs="Arial"/>
          <w:sz w:val="24"/>
          <w:szCs w:val="24"/>
          <w:lang w:val="en-AU"/>
        </w:rPr>
        <w:t>Guardianship and Administration Act 1990</w:t>
      </w:r>
      <w:bookmarkStart w:id="4" w:name="_GoBack"/>
      <w:bookmarkEnd w:id="4"/>
    </w:p>
    <w:sectPr w:rsidR="006466CC" w:rsidSect="00F2015C">
      <w:type w:val="continuous"/>
      <w:pgSz w:w="11910" w:h="16840"/>
      <w:pgMar w:top="1134" w:right="1134" w:bottom="1134" w:left="1134" w:header="0" w:footer="437" w:gutter="0"/>
      <w:pgNumType w:start="1"/>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ECD" w:rsidRDefault="00BE7ECD">
      <w:r>
        <w:separator/>
      </w:r>
    </w:p>
  </w:endnote>
  <w:endnote w:type="continuationSeparator" w:id="0">
    <w:p w:rsidR="00BE7ECD" w:rsidRDefault="00BE7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684876"/>
      <w:docPartObj>
        <w:docPartGallery w:val="Page Numbers (Bottom of Page)"/>
        <w:docPartUnique/>
      </w:docPartObj>
    </w:sdtPr>
    <w:sdtEndPr>
      <w:rPr>
        <w:noProof/>
      </w:rPr>
    </w:sdtEndPr>
    <w:sdtContent>
      <w:p w:rsidR="00CE6F01" w:rsidRDefault="00CE6F01" w:rsidP="00E9200F">
        <w:pPr>
          <w:pStyle w:val="Footer"/>
          <w:ind w:left="-567"/>
          <w:jc w:val="right"/>
        </w:pPr>
        <w:r>
          <w:rPr>
            <w:rFonts w:ascii="Arial" w:hAnsi="Arial" w:cs="Arial"/>
            <w:noProof/>
            <w:sz w:val="24"/>
            <w:szCs w:val="24"/>
            <w:lang w:val="en-AU" w:eastAsia="en-AU"/>
          </w:rPr>
          <w:drawing>
            <wp:inline distT="0" distB="0" distL="0" distR="0" wp14:anchorId="7E9BA7E1" wp14:editId="34846C75">
              <wp:extent cx="6931025" cy="34734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footer_blue_strip-01.jpg"/>
                      <pic:cNvPicPr/>
                    </pic:nvPicPr>
                    <pic:blipFill>
                      <a:blip r:embed="rId1">
                        <a:extLst>
                          <a:ext uri="{28A0092B-C50C-407E-A947-70E740481C1C}">
                            <a14:useLocalDpi xmlns:a14="http://schemas.microsoft.com/office/drawing/2010/main" val="0"/>
                          </a:ext>
                        </a:extLst>
                      </a:blip>
                      <a:stretch>
                        <a:fillRect/>
                      </a:stretch>
                    </pic:blipFill>
                    <pic:spPr>
                      <a:xfrm>
                        <a:off x="0" y="0"/>
                        <a:ext cx="6931025" cy="347345"/>
                      </a:xfrm>
                      <a:prstGeom prst="rect">
                        <a:avLst/>
                      </a:prstGeom>
                    </pic:spPr>
                  </pic:pic>
                </a:graphicData>
              </a:graphic>
            </wp:inline>
          </w:drawing>
        </w:r>
      </w:p>
    </w:sdtContent>
  </w:sdt>
  <w:p w:rsidR="00CE6F01" w:rsidRDefault="00CE6F01" w:rsidP="00CE6F01">
    <w:pPr>
      <w:pStyle w:val="Footer"/>
    </w:pPr>
  </w:p>
  <w:p w:rsidR="00CE6F01" w:rsidRDefault="00CE6F01" w:rsidP="00E9200F">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8B6CCC">
      <w:rPr>
        <w:rFonts w:ascii="Arial" w:hAnsi="Arial" w:cs="Arial"/>
        <w:noProof/>
        <w:sz w:val="24"/>
        <w:szCs w:val="24"/>
      </w:rPr>
      <w:t>5</w:t>
    </w:r>
    <w:r w:rsidRPr="007B711A">
      <w:rPr>
        <w:rFonts w:ascii="Arial" w:hAnsi="Arial" w:cs="Arial"/>
        <w:noProof/>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583541"/>
      <w:docPartObj>
        <w:docPartGallery w:val="Page Numbers (Bottom of Page)"/>
        <w:docPartUnique/>
      </w:docPartObj>
    </w:sdtPr>
    <w:sdtEndPr>
      <w:rPr>
        <w:noProof/>
      </w:rPr>
    </w:sdtEndPr>
    <w:sdtContent>
      <w:p w:rsidR="007B711A" w:rsidRDefault="009C5AFA" w:rsidP="00555B13">
        <w:pPr>
          <w:pStyle w:val="Footer"/>
          <w:ind w:left="-567"/>
          <w:jc w:val="right"/>
        </w:pPr>
        <w:r>
          <w:rPr>
            <w:rFonts w:ascii="Arial" w:hAnsi="Arial" w:cs="Arial"/>
            <w:noProof/>
            <w:sz w:val="24"/>
            <w:szCs w:val="24"/>
            <w:lang w:val="en-AU" w:eastAsia="en-AU"/>
          </w:rPr>
          <w:drawing>
            <wp:inline distT="0" distB="0" distL="0" distR="0" wp14:anchorId="7CA2E450" wp14:editId="101DBB3D">
              <wp:extent cx="6931025" cy="347345"/>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footer_blue_strip-01.jpg"/>
                      <pic:cNvPicPr/>
                    </pic:nvPicPr>
                    <pic:blipFill>
                      <a:blip r:embed="rId1">
                        <a:extLst>
                          <a:ext uri="{28A0092B-C50C-407E-A947-70E740481C1C}">
                            <a14:useLocalDpi xmlns:a14="http://schemas.microsoft.com/office/drawing/2010/main" val="0"/>
                          </a:ext>
                        </a:extLst>
                      </a:blip>
                      <a:stretch>
                        <a:fillRect/>
                      </a:stretch>
                    </pic:blipFill>
                    <pic:spPr>
                      <a:xfrm>
                        <a:off x="0" y="0"/>
                        <a:ext cx="6931025" cy="347345"/>
                      </a:xfrm>
                      <a:prstGeom prst="rect">
                        <a:avLst/>
                      </a:prstGeom>
                    </pic:spPr>
                  </pic:pic>
                </a:graphicData>
              </a:graphic>
            </wp:inline>
          </w:drawing>
        </w:r>
      </w:p>
    </w:sdtContent>
  </w:sdt>
  <w:p w:rsidR="00B961BB" w:rsidRDefault="00B961BB">
    <w:pPr>
      <w:pStyle w:val="Footer"/>
    </w:pPr>
  </w:p>
  <w:p w:rsidR="009C5AFA" w:rsidRDefault="009C5AFA" w:rsidP="00B47B67">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8B6CCC">
      <w:rPr>
        <w:rFonts w:ascii="Arial" w:hAnsi="Arial" w:cs="Arial"/>
        <w:noProof/>
        <w:sz w:val="24"/>
        <w:szCs w:val="24"/>
      </w:rPr>
      <w:t>1</w:t>
    </w:r>
    <w:r w:rsidRPr="007B711A">
      <w:rPr>
        <w:rFonts w:ascii="Arial" w:hAnsi="Arial" w:cs="Arial"/>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ECD" w:rsidRDefault="00BE7ECD">
      <w:r>
        <w:separator/>
      </w:r>
    </w:p>
  </w:footnote>
  <w:footnote w:type="continuationSeparator" w:id="0">
    <w:p w:rsidR="00BE7ECD" w:rsidRDefault="00BE7E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DD0" w:rsidRDefault="00356DD0" w:rsidP="00356DD0">
    <w:pPr>
      <w:pStyle w:val="Header"/>
      <w:tabs>
        <w:tab w:val="clear" w:pos="4320"/>
        <w:tab w:val="clear" w:pos="8640"/>
      </w:tabs>
      <w:ind w:right="283"/>
      <w:jc w:val="right"/>
      <w:rPr>
        <w:rFonts w:ascii="Arial" w:hAnsi="Arial" w:cs="Arial"/>
        <w:b/>
        <w:sz w:val="24"/>
        <w:szCs w:val="24"/>
      </w:rPr>
    </w:pPr>
  </w:p>
  <w:p w:rsidR="00874EBC" w:rsidRDefault="00034BDB" w:rsidP="00356DD0">
    <w:pPr>
      <w:pStyle w:val="Header"/>
      <w:tabs>
        <w:tab w:val="clear" w:pos="4320"/>
        <w:tab w:val="clear" w:pos="8640"/>
      </w:tabs>
      <w:ind w:right="283"/>
      <w:jc w:val="right"/>
    </w:pPr>
    <w:r>
      <w:rPr>
        <w:rFonts w:ascii="Arial" w:eastAsia="Arial" w:hAnsi="Arial" w:cs="Arial"/>
        <w:bCs/>
        <w:noProof/>
        <w:color w:val="FFFFFF" w:themeColor="background1"/>
        <w:spacing w:val="-1"/>
        <w:sz w:val="24"/>
        <w:szCs w:val="24"/>
        <w:lang w:val="en-AU" w:eastAsia="en-AU"/>
      </w:rPr>
      <w:drawing>
        <wp:anchor distT="0" distB="0" distL="114300" distR="114300" simplePos="0" relativeHeight="251659264" behindDoc="1" locked="0" layoutInCell="1" allowOverlap="1" wp14:anchorId="02D687B4" wp14:editId="7B20C773">
          <wp:simplePos x="0" y="0"/>
          <wp:positionH relativeFrom="column">
            <wp:posOffset>-6985</wp:posOffset>
          </wp:positionH>
          <wp:positionV relativeFrom="paragraph">
            <wp:posOffset>365760</wp:posOffset>
          </wp:positionV>
          <wp:extent cx="1901952" cy="694830"/>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DSC_General_header_large.jpg"/>
                  <pic:cNvPicPr/>
                </pic:nvPicPr>
                <pic:blipFill>
                  <a:blip r:embed="rId1">
                    <a:extLst>
                      <a:ext uri="{28A0092B-C50C-407E-A947-70E740481C1C}">
                        <a14:useLocalDpi xmlns:a14="http://schemas.microsoft.com/office/drawing/2010/main" val="0"/>
                      </a:ext>
                    </a:extLst>
                  </a:blip>
                  <a:stretch>
                    <a:fillRect/>
                  </a:stretch>
                </pic:blipFill>
                <pic:spPr>
                  <a:xfrm>
                    <a:off x="0" y="0"/>
                    <a:ext cx="1901952" cy="6948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D78EE206"/>
    <w:lvl w:ilvl="0">
      <w:start w:val="1"/>
      <w:numFmt w:val="bullet"/>
      <w:lvlText w:val=""/>
      <w:lvlJc w:val="left"/>
      <w:pPr>
        <w:tabs>
          <w:tab w:val="num" w:pos="1209"/>
        </w:tabs>
        <w:ind w:left="1209" w:hanging="360"/>
      </w:pPr>
      <w:rPr>
        <w:rFonts w:ascii="Symbol" w:hAnsi="Symbol" w:hint="default"/>
      </w:rPr>
    </w:lvl>
  </w:abstractNum>
  <w:abstractNum w:abstractNumId="1">
    <w:nsid w:val="040D1D7F"/>
    <w:multiLevelType w:val="hybridMultilevel"/>
    <w:tmpl w:val="95AC84C6"/>
    <w:lvl w:ilvl="0" w:tplc="367CA272">
      <w:start w:val="1"/>
      <w:numFmt w:val="bullet"/>
      <w:lvlText w:val="•"/>
      <w:lvlJc w:val="left"/>
      <w:pPr>
        <w:ind w:left="470" w:hanging="361"/>
      </w:pPr>
      <w:rPr>
        <w:rFonts w:ascii="Arial" w:eastAsia="Arial" w:hAnsi="Arial" w:hint="default"/>
        <w:b/>
        <w:bCs/>
        <w:sz w:val="26"/>
        <w:szCs w:val="26"/>
      </w:rPr>
    </w:lvl>
    <w:lvl w:ilvl="1" w:tplc="76E25872">
      <w:start w:val="1"/>
      <w:numFmt w:val="bullet"/>
      <w:lvlText w:val="•"/>
      <w:lvlJc w:val="left"/>
      <w:pPr>
        <w:ind w:left="1506" w:hanging="361"/>
      </w:pPr>
      <w:rPr>
        <w:rFonts w:hint="default"/>
      </w:rPr>
    </w:lvl>
    <w:lvl w:ilvl="2" w:tplc="78F4B00E">
      <w:start w:val="1"/>
      <w:numFmt w:val="bullet"/>
      <w:lvlText w:val="•"/>
      <w:lvlJc w:val="left"/>
      <w:pPr>
        <w:ind w:left="2541" w:hanging="361"/>
      </w:pPr>
      <w:rPr>
        <w:rFonts w:hint="default"/>
      </w:rPr>
    </w:lvl>
    <w:lvl w:ilvl="3" w:tplc="A6CC92B4">
      <w:start w:val="1"/>
      <w:numFmt w:val="bullet"/>
      <w:lvlText w:val="•"/>
      <w:lvlJc w:val="left"/>
      <w:pPr>
        <w:ind w:left="3577" w:hanging="361"/>
      </w:pPr>
      <w:rPr>
        <w:rFonts w:hint="default"/>
      </w:rPr>
    </w:lvl>
    <w:lvl w:ilvl="4" w:tplc="75E6699E">
      <w:start w:val="1"/>
      <w:numFmt w:val="bullet"/>
      <w:lvlText w:val="•"/>
      <w:lvlJc w:val="left"/>
      <w:pPr>
        <w:ind w:left="4612" w:hanging="361"/>
      </w:pPr>
      <w:rPr>
        <w:rFonts w:hint="default"/>
      </w:rPr>
    </w:lvl>
    <w:lvl w:ilvl="5" w:tplc="433CE754">
      <w:start w:val="1"/>
      <w:numFmt w:val="bullet"/>
      <w:lvlText w:val="•"/>
      <w:lvlJc w:val="left"/>
      <w:pPr>
        <w:ind w:left="5648" w:hanging="361"/>
      </w:pPr>
      <w:rPr>
        <w:rFonts w:hint="default"/>
      </w:rPr>
    </w:lvl>
    <w:lvl w:ilvl="6" w:tplc="0DFCBFA4">
      <w:start w:val="1"/>
      <w:numFmt w:val="bullet"/>
      <w:lvlText w:val="•"/>
      <w:lvlJc w:val="left"/>
      <w:pPr>
        <w:ind w:left="6683" w:hanging="361"/>
      </w:pPr>
      <w:rPr>
        <w:rFonts w:hint="default"/>
      </w:rPr>
    </w:lvl>
    <w:lvl w:ilvl="7" w:tplc="6B60E13E">
      <w:start w:val="1"/>
      <w:numFmt w:val="bullet"/>
      <w:lvlText w:val="•"/>
      <w:lvlJc w:val="left"/>
      <w:pPr>
        <w:ind w:left="7719" w:hanging="361"/>
      </w:pPr>
      <w:rPr>
        <w:rFonts w:hint="default"/>
      </w:rPr>
    </w:lvl>
    <w:lvl w:ilvl="8" w:tplc="9E161894">
      <w:start w:val="1"/>
      <w:numFmt w:val="bullet"/>
      <w:lvlText w:val="•"/>
      <w:lvlJc w:val="left"/>
      <w:pPr>
        <w:ind w:left="8754" w:hanging="361"/>
      </w:pPr>
      <w:rPr>
        <w:rFonts w:hint="default"/>
      </w:rPr>
    </w:lvl>
  </w:abstractNum>
  <w:abstractNum w:abstractNumId="2">
    <w:nsid w:val="07383178"/>
    <w:multiLevelType w:val="hybridMultilevel"/>
    <w:tmpl w:val="FC32ACEE"/>
    <w:lvl w:ilvl="0" w:tplc="0C090001">
      <w:start w:val="1"/>
      <w:numFmt w:val="bullet"/>
      <w:lvlText w:val=""/>
      <w:lvlJc w:val="left"/>
      <w:pPr>
        <w:ind w:left="788" w:hanging="360"/>
      </w:pPr>
      <w:rPr>
        <w:rFonts w:ascii="Symbol" w:hAnsi="Symbol" w:hint="default"/>
      </w:rPr>
    </w:lvl>
    <w:lvl w:ilvl="1" w:tplc="0C090003" w:tentative="1">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abstractNum w:abstractNumId="3">
    <w:nsid w:val="1FC16745"/>
    <w:multiLevelType w:val="hybridMultilevel"/>
    <w:tmpl w:val="4306B7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1D76DE8"/>
    <w:multiLevelType w:val="hybridMultilevel"/>
    <w:tmpl w:val="68620332"/>
    <w:lvl w:ilvl="0" w:tplc="CE2855E4">
      <w:start w:val="1"/>
      <w:numFmt w:val="bullet"/>
      <w:lvlText w:val="•"/>
      <w:lvlJc w:val="left"/>
      <w:pPr>
        <w:ind w:left="990" w:hanging="360"/>
      </w:pPr>
      <w:rPr>
        <w:rFonts w:ascii="Arial" w:eastAsia="Arial" w:hAnsi="Arial" w:hint="default"/>
        <w:sz w:val="24"/>
        <w:szCs w:val="24"/>
      </w:rPr>
    </w:lvl>
    <w:lvl w:ilvl="1" w:tplc="8902AB3A">
      <w:start w:val="1"/>
      <w:numFmt w:val="bullet"/>
      <w:lvlText w:val="•"/>
      <w:lvlJc w:val="left"/>
      <w:pPr>
        <w:ind w:left="2035" w:hanging="360"/>
      </w:pPr>
      <w:rPr>
        <w:rFonts w:hint="default"/>
      </w:rPr>
    </w:lvl>
    <w:lvl w:ilvl="2" w:tplc="7AE2B4C0">
      <w:start w:val="1"/>
      <w:numFmt w:val="bullet"/>
      <w:lvlText w:val="•"/>
      <w:lvlJc w:val="left"/>
      <w:pPr>
        <w:ind w:left="3081" w:hanging="360"/>
      </w:pPr>
      <w:rPr>
        <w:rFonts w:hint="default"/>
      </w:rPr>
    </w:lvl>
    <w:lvl w:ilvl="3" w:tplc="BC0C9BB4">
      <w:start w:val="1"/>
      <w:numFmt w:val="bullet"/>
      <w:lvlText w:val="•"/>
      <w:lvlJc w:val="left"/>
      <w:pPr>
        <w:ind w:left="4126" w:hanging="360"/>
      </w:pPr>
      <w:rPr>
        <w:rFonts w:hint="default"/>
      </w:rPr>
    </w:lvl>
    <w:lvl w:ilvl="4" w:tplc="D70EBD06">
      <w:start w:val="1"/>
      <w:numFmt w:val="bullet"/>
      <w:lvlText w:val="•"/>
      <w:lvlJc w:val="left"/>
      <w:pPr>
        <w:ind w:left="5172" w:hanging="360"/>
      </w:pPr>
      <w:rPr>
        <w:rFonts w:hint="default"/>
      </w:rPr>
    </w:lvl>
    <w:lvl w:ilvl="5" w:tplc="2E1C5048">
      <w:start w:val="1"/>
      <w:numFmt w:val="bullet"/>
      <w:lvlText w:val="•"/>
      <w:lvlJc w:val="left"/>
      <w:pPr>
        <w:ind w:left="6217" w:hanging="360"/>
      </w:pPr>
      <w:rPr>
        <w:rFonts w:hint="default"/>
      </w:rPr>
    </w:lvl>
    <w:lvl w:ilvl="6" w:tplc="63508BDA">
      <w:start w:val="1"/>
      <w:numFmt w:val="bullet"/>
      <w:lvlText w:val="•"/>
      <w:lvlJc w:val="left"/>
      <w:pPr>
        <w:ind w:left="7263" w:hanging="360"/>
      </w:pPr>
      <w:rPr>
        <w:rFonts w:hint="default"/>
      </w:rPr>
    </w:lvl>
    <w:lvl w:ilvl="7" w:tplc="B560B838">
      <w:start w:val="1"/>
      <w:numFmt w:val="bullet"/>
      <w:lvlText w:val="•"/>
      <w:lvlJc w:val="left"/>
      <w:pPr>
        <w:ind w:left="8309" w:hanging="360"/>
      </w:pPr>
      <w:rPr>
        <w:rFonts w:hint="default"/>
      </w:rPr>
    </w:lvl>
    <w:lvl w:ilvl="8" w:tplc="B7C6CFD8">
      <w:start w:val="1"/>
      <w:numFmt w:val="bullet"/>
      <w:lvlText w:val="•"/>
      <w:lvlJc w:val="left"/>
      <w:pPr>
        <w:ind w:left="9354" w:hanging="360"/>
      </w:pPr>
      <w:rPr>
        <w:rFonts w:hint="default"/>
      </w:rPr>
    </w:lvl>
  </w:abstractNum>
  <w:abstractNum w:abstractNumId="5">
    <w:nsid w:val="226004A9"/>
    <w:multiLevelType w:val="hybridMultilevel"/>
    <w:tmpl w:val="CBECA7B4"/>
    <w:lvl w:ilvl="0" w:tplc="0EE24C82">
      <w:start w:val="1"/>
      <w:numFmt w:val="bullet"/>
      <w:lvlText w:val="•"/>
      <w:lvlJc w:val="left"/>
      <w:pPr>
        <w:ind w:left="470" w:hanging="360"/>
      </w:pPr>
      <w:rPr>
        <w:rFonts w:ascii="Arial" w:eastAsia="Arial" w:hAnsi="Arial" w:hint="default"/>
        <w:sz w:val="24"/>
        <w:szCs w:val="24"/>
      </w:rPr>
    </w:lvl>
    <w:lvl w:ilvl="1" w:tplc="6F326794">
      <w:start w:val="1"/>
      <w:numFmt w:val="bullet"/>
      <w:lvlText w:val="•"/>
      <w:lvlJc w:val="left"/>
      <w:pPr>
        <w:ind w:left="1505" w:hanging="360"/>
      </w:pPr>
      <w:rPr>
        <w:rFonts w:hint="default"/>
      </w:rPr>
    </w:lvl>
    <w:lvl w:ilvl="2" w:tplc="25AC9AD6">
      <w:start w:val="1"/>
      <w:numFmt w:val="bullet"/>
      <w:lvlText w:val="•"/>
      <w:lvlJc w:val="left"/>
      <w:pPr>
        <w:ind w:left="2541" w:hanging="360"/>
      </w:pPr>
      <w:rPr>
        <w:rFonts w:hint="default"/>
      </w:rPr>
    </w:lvl>
    <w:lvl w:ilvl="3" w:tplc="6E763820">
      <w:start w:val="1"/>
      <w:numFmt w:val="bullet"/>
      <w:lvlText w:val="•"/>
      <w:lvlJc w:val="left"/>
      <w:pPr>
        <w:ind w:left="3576" w:hanging="360"/>
      </w:pPr>
      <w:rPr>
        <w:rFonts w:hint="default"/>
      </w:rPr>
    </w:lvl>
    <w:lvl w:ilvl="4" w:tplc="71CC12D4">
      <w:start w:val="1"/>
      <w:numFmt w:val="bullet"/>
      <w:lvlText w:val="•"/>
      <w:lvlJc w:val="left"/>
      <w:pPr>
        <w:ind w:left="4612" w:hanging="360"/>
      </w:pPr>
      <w:rPr>
        <w:rFonts w:hint="default"/>
      </w:rPr>
    </w:lvl>
    <w:lvl w:ilvl="5" w:tplc="B016BC98">
      <w:start w:val="1"/>
      <w:numFmt w:val="bullet"/>
      <w:lvlText w:val="•"/>
      <w:lvlJc w:val="left"/>
      <w:pPr>
        <w:ind w:left="5647" w:hanging="360"/>
      </w:pPr>
      <w:rPr>
        <w:rFonts w:hint="default"/>
      </w:rPr>
    </w:lvl>
    <w:lvl w:ilvl="6" w:tplc="89947B68">
      <w:start w:val="1"/>
      <w:numFmt w:val="bullet"/>
      <w:lvlText w:val="•"/>
      <w:lvlJc w:val="left"/>
      <w:pPr>
        <w:ind w:left="6683" w:hanging="360"/>
      </w:pPr>
      <w:rPr>
        <w:rFonts w:hint="default"/>
      </w:rPr>
    </w:lvl>
    <w:lvl w:ilvl="7" w:tplc="CCEE662A">
      <w:start w:val="1"/>
      <w:numFmt w:val="bullet"/>
      <w:lvlText w:val="•"/>
      <w:lvlJc w:val="left"/>
      <w:pPr>
        <w:ind w:left="7719" w:hanging="360"/>
      </w:pPr>
      <w:rPr>
        <w:rFonts w:hint="default"/>
      </w:rPr>
    </w:lvl>
    <w:lvl w:ilvl="8" w:tplc="EC22907A">
      <w:start w:val="1"/>
      <w:numFmt w:val="bullet"/>
      <w:lvlText w:val="•"/>
      <w:lvlJc w:val="left"/>
      <w:pPr>
        <w:ind w:left="8754" w:hanging="360"/>
      </w:pPr>
      <w:rPr>
        <w:rFonts w:hint="default"/>
      </w:rPr>
    </w:lvl>
  </w:abstractNum>
  <w:abstractNum w:abstractNumId="6">
    <w:nsid w:val="24545E5C"/>
    <w:multiLevelType w:val="hybridMultilevel"/>
    <w:tmpl w:val="E73EE606"/>
    <w:lvl w:ilvl="0" w:tplc="06A2DEB2">
      <w:numFmt w:val="bullet"/>
      <w:lvlText w:val="•"/>
      <w:lvlJc w:val="left"/>
      <w:pPr>
        <w:ind w:left="1080" w:hanging="72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90A2D6C"/>
    <w:multiLevelType w:val="hybridMultilevel"/>
    <w:tmpl w:val="99F286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D210482"/>
    <w:multiLevelType w:val="hybridMultilevel"/>
    <w:tmpl w:val="484AA9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364A7ACF"/>
    <w:multiLevelType w:val="hybridMultilevel"/>
    <w:tmpl w:val="60EA46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2025BDD"/>
    <w:multiLevelType w:val="hybridMultilevel"/>
    <w:tmpl w:val="07689F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2EA34C4"/>
    <w:multiLevelType w:val="hybridMultilevel"/>
    <w:tmpl w:val="FFD416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CDD5F00"/>
    <w:multiLevelType w:val="hybridMultilevel"/>
    <w:tmpl w:val="B6E025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68497C51"/>
    <w:multiLevelType w:val="hybridMultilevel"/>
    <w:tmpl w:val="FD2663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9CE5C69"/>
    <w:multiLevelType w:val="hybridMultilevel"/>
    <w:tmpl w:val="043829C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6C3033A5"/>
    <w:multiLevelType w:val="hybridMultilevel"/>
    <w:tmpl w:val="184C8D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CC05DC5"/>
    <w:multiLevelType w:val="hybridMultilevel"/>
    <w:tmpl w:val="6320449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7">
    <w:nsid w:val="6FDB6A1C"/>
    <w:multiLevelType w:val="hybridMultilevel"/>
    <w:tmpl w:val="F574FF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0972165"/>
    <w:multiLevelType w:val="hybridMultilevel"/>
    <w:tmpl w:val="B0D465C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17329E4"/>
    <w:multiLevelType w:val="hybridMultilevel"/>
    <w:tmpl w:val="F30836E2"/>
    <w:lvl w:ilvl="0" w:tplc="B65A102A">
      <w:start w:val="1"/>
      <w:numFmt w:val="decimal"/>
      <w:pStyle w:val="Heading2"/>
      <w:lvlText w:val="%1."/>
      <w:lvlJc w:val="left"/>
      <w:pPr>
        <w:ind w:left="720" w:hanging="72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746A57A8"/>
    <w:multiLevelType w:val="hybridMultilevel"/>
    <w:tmpl w:val="31A037A2"/>
    <w:lvl w:ilvl="0" w:tplc="06A2DEB2">
      <w:numFmt w:val="bullet"/>
      <w:lvlText w:val="•"/>
      <w:lvlJc w:val="left"/>
      <w:pPr>
        <w:ind w:left="1080" w:hanging="72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5D9571B"/>
    <w:multiLevelType w:val="hybridMultilevel"/>
    <w:tmpl w:val="D598B3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5"/>
  </w:num>
  <w:num w:numId="3">
    <w:abstractNumId w:val="4"/>
  </w:num>
  <w:num w:numId="4">
    <w:abstractNumId w:val="10"/>
  </w:num>
  <w:num w:numId="5">
    <w:abstractNumId w:val="19"/>
  </w:num>
  <w:num w:numId="6">
    <w:abstractNumId w:val="0"/>
  </w:num>
  <w:num w:numId="7">
    <w:abstractNumId w:val="14"/>
  </w:num>
  <w:num w:numId="8">
    <w:abstractNumId w:val="16"/>
  </w:num>
  <w:num w:numId="9">
    <w:abstractNumId w:val="12"/>
  </w:num>
  <w:num w:numId="10">
    <w:abstractNumId w:val="21"/>
  </w:num>
  <w:num w:numId="11">
    <w:abstractNumId w:val="8"/>
  </w:num>
  <w:num w:numId="12">
    <w:abstractNumId w:val="11"/>
  </w:num>
  <w:num w:numId="13">
    <w:abstractNumId w:val="2"/>
  </w:num>
  <w:num w:numId="14">
    <w:abstractNumId w:val="15"/>
  </w:num>
  <w:num w:numId="15">
    <w:abstractNumId w:val="13"/>
  </w:num>
  <w:num w:numId="16">
    <w:abstractNumId w:val="9"/>
  </w:num>
  <w:num w:numId="17">
    <w:abstractNumId w:val="7"/>
  </w:num>
  <w:num w:numId="18">
    <w:abstractNumId w:val="18"/>
  </w:num>
  <w:num w:numId="19">
    <w:abstractNumId w:val="3"/>
  </w:num>
  <w:num w:numId="20">
    <w:abstractNumId w:val="6"/>
  </w:num>
  <w:num w:numId="21">
    <w:abstractNumId w:val="20"/>
  </w:num>
  <w:num w:numId="22">
    <w:abstractNumId w:val="19"/>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80A"/>
    <w:rsid w:val="0002402F"/>
    <w:rsid w:val="00034BDB"/>
    <w:rsid w:val="00036A87"/>
    <w:rsid w:val="000452A0"/>
    <w:rsid w:val="0005784E"/>
    <w:rsid w:val="00065BAD"/>
    <w:rsid w:val="000906F9"/>
    <w:rsid w:val="0009089E"/>
    <w:rsid w:val="00090CA0"/>
    <w:rsid w:val="000C2323"/>
    <w:rsid w:val="000C32B2"/>
    <w:rsid w:val="000D3358"/>
    <w:rsid w:val="000E3FF1"/>
    <w:rsid w:val="000F04CA"/>
    <w:rsid w:val="000F29EC"/>
    <w:rsid w:val="001208B8"/>
    <w:rsid w:val="00127E9D"/>
    <w:rsid w:val="001427DD"/>
    <w:rsid w:val="00146CC8"/>
    <w:rsid w:val="00160A57"/>
    <w:rsid w:val="00161000"/>
    <w:rsid w:val="001B103B"/>
    <w:rsid w:val="001B7C06"/>
    <w:rsid w:val="001C7324"/>
    <w:rsid w:val="001D0C73"/>
    <w:rsid w:val="002130EA"/>
    <w:rsid w:val="00221D70"/>
    <w:rsid w:val="00227A3B"/>
    <w:rsid w:val="002443AD"/>
    <w:rsid w:val="00271AA2"/>
    <w:rsid w:val="00276484"/>
    <w:rsid w:val="00276A83"/>
    <w:rsid w:val="002779E9"/>
    <w:rsid w:val="00283675"/>
    <w:rsid w:val="002B0189"/>
    <w:rsid w:val="002C4D90"/>
    <w:rsid w:val="002C6357"/>
    <w:rsid w:val="002C796A"/>
    <w:rsid w:val="002E4F22"/>
    <w:rsid w:val="002E6247"/>
    <w:rsid w:val="002F2D8D"/>
    <w:rsid w:val="00304BFA"/>
    <w:rsid w:val="003103D5"/>
    <w:rsid w:val="003309EC"/>
    <w:rsid w:val="0033378A"/>
    <w:rsid w:val="00347FE9"/>
    <w:rsid w:val="00356DD0"/>
    <w:rsid w:val="00397538"/>
    <w:rsid w:val="003C0282"/>
    <w:rsid w:val="003C2B71"/>
    <w:rsid w:val="003D1F2E"/>
    <w:rsid w:val="003D4CCD"/>
    <w:rsid w:val="003E3915"/>
    <w:rsid w:val="00400165"/>
    <w:rsid w:val="00413816"/>
    <w:rsid w:val="00414B0F"/>
    <w:rsid w:val="00417A8F"/>
    <w:rsid w:val="004245F5"/>
    <w:rsid w:val="004254A0"/>
    <w:rsid w:val="00430980"/>
    <w:rsid w:val="00431CFE"/>
    <w:rsid w:val="0044150E"/>
    <w:rsid w:val="0045098E"/>
    <w:rsid w:val="00451385"/>
    <w:rsid w:val="00456CEB"/>
    <w:rsid w:val="00464540"/>
    <w:rsid w:val="00465B77"/>
    <w:rsid w:val="004660A0"/>
    <w:rsid w:val="00484F15"/>
    <w:rsid w:val="00494AE8"/>
    <w:rsid w:val="004A0C9E"/>
    <w:rsid w:val="004D5B61"/>
    <w:rsid w:val="004F2BD1"/>
    <w:rsid w:val="00500BA4"/>
    <w:rsid w:val="005129FE"/>
    <w:rsid w:val="00515242"/>
    <w:rsid w:val="00517DE4"/>
    <w:rsid w:val="0052453A"/>
    <w:rsid w:val="005331D5"/>
    <w:rsid w:val="0055006E"/>
    <w:rsid w:val="00555B13"/>
    <w:rsid w:val="0057067B"/>
    <w:rsid w:val="005C4FD5"/>
    <w:rsid w:val="005D1DF9"/>
    <w:rsid w:val="005D213D"/>
    <w:rsid w:val="005D4D01"/>
    <w:rsid w:val="005D4F55"/>
    <w:rsid w:val="005E5402"/>
    <w:rsid w:val="005F2596"/>
    <w:rsid w:val="005F5AD4"/>
    <w:rsid w:val="005F7047"/>
    <w:rsid w:val="00625FEF"/>
    <w:rsid w:val="00633183"/>
    <w:rsid w:val="006438E2"/>
    <w:rsid w:val="006466CC"/>
    <w:rsid w:val="006B4E1B"/>
    <w:rsid w:val="006B6542"/>
    <w:rsid w:val="006E3980"/>
    <w:rsid w:val="006F4D12"/>
    <w:rsid w:val="006F5241"/>
    <w:rsid w:val="006F5254"/>
    <w:rsid w:val="00714D79"/>
    <w:rsid w:val="00722E2A"/>
    <w:rsid w:val="0073228F"/>
    <w:rsid w:val="00732AAF"/>
    <w:rsid w:val="00734CDF"/>
    <w:rsid w:val="007357B9"/>
    <w:rsid w:val="00752148"/>
    <w:rsid w:val="00752CAE"/>
    <w:rsid w:val="007575DF"/>
    <w:rsid w:val="00764C3F"/>
    <w:rsid w:val="00786FD2"/>
    <w:rsid w:val="00796041"/>
    <w:rsid w:val="007A1C9F"/>
    <w:rsid w:val="007A30F7"/>
    <w:rsid w:val="007A31D3"/>
    <w:rsid w:val="007A3FB5"/>
    <w:rsid w:val="007A79F0"/>
    <w:rsid w:val="007B711A"/>
    <w:rsid w:val="007D093E"/>
    <w:rsid w:val="007E1145"/>
    <w:rsid w:val="00801589"/>
    <w:rsid w:val="0081371A"/>
    <w:rsid w:val="00815C22"/>
    <w:rsid w:val="008252FA"/>
    <w:rsid w:val="008569B5"/>
    <w:rsid w:val="00865F01"/>
    <w:rsid w:val="00874EBC"/>
    <w:rsid w:val="008929B4"/>
    <w:rsid w:val="008A6146"/>
    <w:rsid w:val="008B6CCC"/>
    <w:rsid w:val="008C4077"/>
    <w:rsid w:val="008D2A39"/>
    <w:rsid w:val="008E538F"/>
    <w:rsid w:val="008F0EBD"/>
    <w:rsid w:val="008F1499"/>
    <w:rsid w:val="00912F89"/>
    <w:rsid w:val="00922901"/>
    <w:rsid w:val="00965C8A"/>
    <w:rsid w:val="009759DC"/>
    <w:rsid w:val="009A20A0"/>
    <w:rsid w:val="009A26CD"/>
    <w:rsid w:val="009B1B9E"/>
    <w:rsid w:val="009C5AFA"/>
    <w:rsid w:val="009E5592"/>
    <w:rsid w:val="009F02DF"/>
    <w:rsid w:val="009F329B"/>
    <w:rsid w:val="00A0712F"/>
    <w:rsid w:val="00A204C8"/>
    <w:rsid w:val="00A3367B"/>
    <w:rsid w:val="00A424F1"/>
    <w:rsid w:val="00A63A3D"/>
    <w:rsid w:val="00A957A9"/>
    <w:rsid w:val="00A95C22"/>
    <w:rsid w:val="00AB2D9C"/>
    <w:rsid w:val="00AD3A27"/>
    <w:rsid w:val="00AD71AA"/>
    <w:rsid w:val="00B1260B"/>
    <w:rsid w:val="00B47B67"/>
    <w:rsid w:val="00B54843"/>
    <w:rsid w:val="00B57DBA"/>
    <w:rsid w:val="00B71CE5"/>
    <w:rsid w:val="00B73FA4"/>
    <w:rsid w:val="00B865E3"/>
    <w:rsid w:val="00B92704"/>
    <w:rsid w:val="00B961BB"/>
    <w:rsid w:val="00B977E1"/>
    <w:rsid w:val="00B97EF3"/>
    <w:rsid w:val="00BC7BC9"/>
    <w:rsid w:val="00BD39EE"/>
    <w:rsid w:val="00BE0AE2"/>
    <w:rsid w:val="00BE6894"/>
    <w:rsid w:val="00BE7ECD"/>
    <w:rsid w:val="00BF3357"/>
    <w:rsid w:val="00C01C06"/>
    <w:rsid w:val="00C0318E"/>
    <w:rsid w:val="00C1620A"/>
    <w:rsid w:val="00C16945"/>
    <w:rsid w:val="00C335C0"/>
    <w:rsid w:val="00C40033"/>
    <w:rsid w:val="00C44FC1"/>
    <w:rsid w:val="00C50607"/>
    <w:rsid w:val="00C57B85"/>
    <w:rsid w:val="00C62044"/>
    <w:rsid w:val="00C629D4"/>
    <w:rsid w:val="00CA06B0"/>
    <w:rsid w:val="00CB3894"/>
    <w:rsid w:val="00CB6915"/>
    <w:rsid w:val="00CE6F01"/>
    <w:rsid w:val="00CF7E6C"/>
    <w:rsid w:val="00D02946"/>
    <w:rsid w:val="00D40E26"/>
    <w:rsid w:val="00D5183A"/>
    <w:rsid w:val="00D5360C"/>
    <w:rsid w:val="00D629EE"/>
    <w:rsid w:val="00D90132"/>
    <w:rsid w:val="00D95ACC"/>
    <w:rsid w:val="00DA31A8"/>
    <w:rsid w:val="00DA3984"/>
    <w:rsid w:val="00DA3B21"/>
    <w:rsid w:val="00DB7804"/>
    <w:rsid w:val="00DD641E"/>
    <w:rsid w:val="00E0480A"/>
    <w:rsid w:val="00E13E53"/>
    <w:rsid w:val="00E31727"/>
    <w:rsid w:val="00E47C65"/>
    <w:rsid w:val="00E57096"/>
    <w:rsid w:val="00E60518"/>
    <w:rsid w:val="00E64483"/>
    <w:rsid w:val="00E85B7F"/>
    <w:rsid w:val="00E9200F"/>
    <w:rsid w:val="00E92292"/>
    <w:rsid w:val="00EA3046"/>
    <w:rsid w:val="00EB0984"/>
    <w:rsid w:val="00EB5655"/>
    <w:rsid w:val="00EB5CDE"/>
    <w:rsid w:val="00EB72F8"/>
    <w:rsid w:val="00EC559D"/>
    <w:rsid w:val="00ED2E05"/>
    <w:rsid w:val="00ED51B1"/>
    <w:rsid w:val="00EE351B"/>
    <w:rsid w:val="00EE7094"/>
    <w:rsid w:val="00EF0A13"/>
    <w:rsid w:val="00EF4E07"/>
    <w:rsid w:val="00F016C3"/>
    <w:rsid w:val="00F2015C"/>
    <w:rsid w:val="00F343E0"/>
    <w:rsid w:val="00F406BE"/>
    <w:rsid w:val="00F52294"/>
    <w:rsid w:val="00F75A65"/>
    <w:rsid w:val="00F87E30"/>
    <w:rsid w:val="00F95008"/>
    <w:rsid w:val="00FB2751"/>
    <w:rsid w:val="00FC1AB4"/>
    <w:rsid w:val="00FC26ED"/>
    <w:rsid w:val="00FC772D"/>
    <w:rsid w:val="00FD7345"/>
    <w:rsid w:val="00FE6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1"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E0480A"/>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E0480A"/>
    <w:rPr>
      <w:rFonts w:ascii="Arial" w:hAnsi="Arial"/>
      <w:color w:val="00B050"/>
      <w:sz w:val="24"/>
      <w:szCs w:val="24"/>
    </w:rPr>
  </w:style>
  <w:style w:type="character" w:styleId="Emphasis">
    <w:name w:val="Emphasis"/>
    <w:uiPriority w:val="20"/>
    <w:qFormat/>
    <w:rsid w:val="00E0480A"/>
    <w:rPr>
      <w:b/>
    </w:rPr>
  </w:style>
  <w:style w:type="paragraph" w:customStyle="1" w:styleId="CoverHeading2">
    <w:name w:val="Cover Heading 2"/>
    <w:basedOn w:val="Normal"/>
    <w:next w:val="Normal"/>
    <w:qFormat/>
    <w:rsid w:val="00E0480A"/>
    <w:pPr>
      <w:widowControl/>
      <w:spacing w:before="120" w:after="60" w:line="276" w:lineRule="auto"/>
    </w:pPr>
    <w:rPr>
      <w:rFonts w:ascii="Arial" w:hAnsi="Arial"/>
      <w:b/>
      <w:color w:val="005E79"/>
      <w:sz w:val="24"/>
      <w:szCs w:val="28"/>
      <w:lang w:val="en-AU"/>
    </w:rPr>
  </w:style>
  <w:style w:type="character" w:styleId="CommentReference">
    <w:name w:val="annotation reference"/>
    <w:basedOn w:val="DefaultParagraphFont"/>
    <w:uiPriority w:val="99"/>
    <w:semiHidden/>
    <w:unhideWhenUsed/>
    <w:rsid w:val="00090CA0"/>
    <w:rPr>
      <w:sz w:val="16"/>
      <w:szCs w:val="16"/>
    </w:rPr>
  </w:style>
  <w:style w:type="paragraph" w:styleId="CommentText">
    <w:name w:val="annotation text"/>
    <w:basedOn w:val="Normal"/>
    <w:link w:val="CommentTextChar"/>
    <w:uiPriority w:val="99"/>
    <w:semiHidden/>
    <w:unhideWhenUsed/>
    <w:rsid w:val="00090CA0"/>
    <w:rPr>
      <w:sz w:val="20"/>
      <w:szCs w:val="20"/>
    </w:rPr>
  </w:style>
  <w:style w:type="character" w:customStyle="1" w:styleId="CommentTextChar">
    <w:name w:val="Comment Text Char"/>
    <w:basedOn w:val="DefaultParagraphFont"/>
    <w:link w:val="CommentText"/>
    <w:uiPriority w:val="99"/>
    <w:semiHidden/>
    <w:rsid w:val="00090CA0"/>
    <w:rPr>
      <w:sz w:val="20"/>
      <w:szCs w:val="20"/>
    </w:rPr>
  </w:style>
  <w:style w:type="paragraph" w:styleId="CommentSubject">
    <w:name w:val="annotation subject"/>
    <w:basedOn w:val="CommentText"/>
    <w:next w:val="CommentText"/>
    <w:link w:val="CommentSubjectChar"/>
    <w:uiPriority w:val="99"/>
    <w:semiHidden/>
    <w:unhideWhenUsed/>
    <w:rsid w:val="00090CA0"/>
    <w:rPr>
      <w:b/>
      <w:bCs/>
    </w:rPr>
  </w:style>
  <w:style w:type="character" w:customStyle="1" w:styleId="CommentSubjectChar">
    <w:name w:val="Comment Subject Char"/>
    <w:basedOn w:val="CommentTextChar"/>
    <w:link w:val="CommentSubject"/>
    <w:uiPriority w:val="99"/>
    <w:semiHidden/>
    <w:rsid w:val="00090CA0"/>
    <w:rPr>
      <w:b/>
      <w:bCs/>
      <w:sz w:val="20"/>
      <w:szCs w:val="20"/>
    </w:rPr>
  </w:style>
  <w:style w:type="paragraph" w:styleId="Revision">
    <w:name w:val="Revision"/>
    <w:hidden/>
    <w:uiPriority w:val="99"/>
    <w:semiHidden/>
    <w:rsid w:val="001208B8"/>
    <w:pPr>
      <w:widowControl/>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1"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E0480A"/>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E0480A"/>
    <w:rPr>
      <w:rFonts w:ascii="Arial" w:hAnsi="Arial"/>
      <w:color w:val="00B050"/>
      <w:sz w:val="24"/>
      <w:szCs w:val="24"/>
    </w:rPr>
  </w:style>
  <w:style w:type="character" w:styleId="Emphasis">
    <w:name w:val="Emphasis"/>
    <w:uiPriority w:val="20"/>
    <w:qFormat/>
    <w:rsid w:val="00E0480A"/>
    <w:rPr>
      <w:b/>
    </w:rPr>
  </w:style>
  <w:style w:type="paragraph" w:customStyle="1" w:styleId="CoverHeading2">
    <w:name w:val="Cover Heading 2"/>
    <w:basedOn w:val="Normal"/>
    <w:next w:val="Normal"/>
    <w:qFormat/>
    <w:rsid w:val="00E0480A"/>
    <w:pPr>
      <w:widowControl/>
      <w:spacing w:before="120" w:after="60" w:line="276" w:lineRule="auto"/>
    </w:pPr>
    <w:rPr>
      <w:rFonts w:ascii="Arial" w:hAnsi="Arial"/>
      <w:b/>
      <w:color w:val="005E79"/>
      <w:sz w:val="24"/>
      <w:szCs w:val="28"/>
      <w:lang w:val="en-AU"/>
    </w:rPr>
  </w:style>
  <w:style w:type="character" w:styleId="CommentReference">
    <w:name w:val="annotation reference"/>
    <w:basedOn w:val="DefaultParagraphFont"/>
    <w:uiPriority w:val="99"/>
    <w:semiHidden/>
    <w:unhideWhenUsed/>
    <w:rsid w:val="00090CA0"/>
    <w:rPr>
      <w:sz w:val="16"/>
      <w:szCs w:val="16"/>
    </w:rPr>
  </w:style>
  <w:style w:type="paragraph" w:styleId="CommentText">
    <w:name w:val="annotation text"/>
    <w:basedOn w:val="Normal"/>
    <w:link w:val="CommentTextChar"/>
    <w:uiPriority w:val="99"/>
    <w:semiHidden/>
    <w:unhideWhenUsed/>
    <w:rsid w:val="00090CA0"/>
    <w:rPr>
      <w:sz w:val="20"/>
      <w:szCs w:val="20"/>
    </w:rPr>
  </w:style>
  <w:style w:type="character" w:customStyle="1" w:styleId="CommentTextChar">
    <w:name w:val="Comment Text Char"/>
    <w:basedOn w:val="DefaultParagraphFont"/>
    <w:link w:val="CommentText"/>
    <w:uiPriority w:val="99"/>
    <w:semiHidden/>
    <w:rsid w:val="00090CA0"/>
    <w:rPr>
      <w:sz w:val="20"/>
      <w:szCs w:val="20"/>
    </w:rPr>
  </w:style>
  <w:style w:type="paragraph" w:styleId="CommentSubject">
    <w:name w:val="annotation subject"/>
    <w:basedOn w:val="CommentText"/>
    <w:next w:val="CommentText"/>
    <w:link w:val="CommentSubjectChar"/>
    <w:uiPriority w:val="99"/>
    <w:semiHidden/>
    <w:unhideWhenUsed/>
    <w:rsid w:val="00090CA0"/>
    <w:rPr>
      <w:b/>
      <w:bCs/>
    </w:rPr>
  </w:style>
  <w:style w:type="character" w:customStyle="1" w:styleId="CommentSubjectChar">
    <w:name w:val="Comment Subject Char"/>
    <w:basedOn w:val="CommentTextChar"/>
    <w:link w:val="CommentSubject"/>
    <w:uiPriority w:val="99"/>
    <w:semiHidden/>
    <w:rsid w:val="00090CA0"/>
    <w:rPr>
      <w:b/>
      <w:bCs/>
      <w:sz w:val="20"/>
      <w:szCs w:val="20"/>
    </w:rPr>
  </w:style>
  <w:style w:type="paragraph" w:styleId="Revision">
    <w:name w:val="Revision"/>
    <w:hidden/>
    <w:uiPriority w:val="99"/>
    <w:semiHidden/>
    <w:rsid w:val="001208B8"/>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eS\Downloads\Corporate_Policy%2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FEF6E983B54B82A4E3F7B21C75D2E2"/>
        <w:category>
          <w:name w:val="General"/>
          <w:gallery w:val="placeholder"/>
        </w:category>
        <w:types>
          <w:type w:val="bbPlcHdr"/>
        </w:types>
        <w:behaviors>
          <w:behavior w:val="content"/>
        </w:behaviors>
        <w:guid w:val="{3462BC05-1F7C-48E4-9936-CD0BD6FFB238}"/>
      </w:docPartPr>
      <w:docPartBody>
        <w:p w:rsidR="009D05A4" w:rsidRDefault="002D12A6" w:rsidP="002D12A6">
          <w:pPr>
            <w:pStyle w:val="15FEF6E983B54B82A4E3F7B21C75D2E2"/>
          </w:pPr>
          <w:r w:rsidRPr="005651C2">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2A6"/>
    <w:rsid w:val="000403E8"/>
    <w:rsid w:val="002D12A6"/>
    <w:rsid w:val="005B13B5"/>
    <w:rsid w:val="007D2E0E"/>
    <w:rsid w:val="007E2FDB"/>
    <w:rsid w:val="00827D1F"/>
    <w:rsid w:val="009D05A4"/>
    <w:rsid w:val="00A23398"/>
    <w:rsid w:val="00AC2C96"/>
    <w:rsid w:val="00B44E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3398"/>
    <w:rPr>
      <w:color w:val="808080"/>
    </w:rPr>
  </w:style>
  <w:style w:type="paragraph" w:customStyle="1" w:styleId="CD3ABD7D6C754D6AB1C46869E57202DA">
    <w:name w:val="CD3ABD7D6C754D6AB1C46869E57202DA"/>
    <w:rsid w:val="002D12A6"/>
  </w:style>
  <w:style w:type="paragraph" w:customStyle="1" w:styleId="4198076A90794CDB97FB33775B189198">
    <w:name w:val="4198076A90794CDB97FB33775B189198"/>
    <w:rsid w:val="002D12A6"/>
  </w:style>
  <w:style w:type="paragraph" w:customStyle="1" w:styleId="091C569C7D824A7B9B4FC9C103C558DF">
    <w:name w:val="091C569C7D824A7B9B4FC9C103C558DF"/>
    <w:rsid w:val="002D12A6"/>
  </w:style>
  <w:style w:type="paragraph" w:customStyle="1" w:styleId="15FEF6E983B54B82A4E3F7B21C75D2E2">
    <w:name w:val="15FEF6E983B54B82A4E3F7B21C75D2E2"/>
    <w:rsid w:val="002D12A6"/>
  </w:style>
  <w:style w:type="paragraph" w:customStyle="1" w:styleId="44607CBDAE2742AC9F6488FC35B87922">
    <w:name w:val="44607CBDAE2742AC9F6488FC35B87922"/>
    <w:rsid w:val="002D12A6"/>
  </w:style>
  <w:style w:type="paragraph" w:customStyle="1" w:styleId="4B0FF7B37D684D79AC931DAA0F087D87">
    <w:name w:val="4B0FF7B37D684D79AC931DAA0F087D87"/>
    <w:rsid w:val="002D12A6"/>
  </w:style>
  <w:style w:type="paragraph" w:customStyle="1" w:styleId="04FAF89716934EC4BD35770A67C28B50">
    <w:name w:val="04FAF89716934EC4BD35770A67C28B50"/>
    <w:rsid w:val="002D12A6"/>
  </w:style>
  <w:style w:type="paragraph" w:customStyle="1" w:styleId="415ADE6A6C9A4A90AD76A413530F0971">
    <w:name w:val="415ADE6A6C9A4A90AD76A413530F0971"/>
    <w:rsid w:val="002D12A6"/>
  </w:style>
  <w:style w:type="paragraph" w:customStyle="1" w:styleId="F59BC6C92003464FBD35375D1C75580E">
    <w:name w:val="F59BC6C92003464FBD35375D1C75580E"/>
    <w:rsid w:val="000403E8"/>
  </w:style>
  <w:style w:type="paragraph" w:customStyle="1" w:styleId="B405EC4E370D45FC96C8AAF42E2DF0B6">
    <w:name w:val="B405EC4E370D45FC96C8AAF42E2DF0B6"/>
    <w:rsid w:val="000403E8"/>
  </w:style>
  <w:style w:type="paragraph" w:customStyle="1" w:styleId="B803776D15A346E2936F7D6D11460F37">
    <w:name w:val="B803776D15A346E2936F7D6D11460F37"/>
    <w:rsid w:val="000403E8"/>
  </w:style>
  <w:style w:type="paragraph" w:customStyle="1" w:styleId="83F105D115674C328FB910BA082092DD">
    <w:name w:val="83F105D115674C328FB910BA082092DD"/>
    <w:rsid w:val="000403E8"/>
  </w:style>
  <w:style w:type="paragraph" w:customStyle="1" w:styleId="D8A3027F1D6443229AA8BB74F246E9EA">
    <w:name w:val="D8A3027F1D6443229AA8BB74F246E9EA"/>
    <w:rsid w:val="00827D1F"/>
  </w:style>
  <w:style w:type="paragraph" w:customStyle="1" w:styleId="B949D6F55DB5474190FC8EADDD4CB1D0">
    <w:name w:val="B949D6F55DB5474190FC8EADDD4CB1D0"/>
    <w:rsid w:val="00827D1F"/>
  </w:style>
  <w:style w:type="paragraph" w:customStyle="1" w:styleId="F944F7E17AB44819A58F3695F5A5F81D">
    <w:name w:val="F944F7E17AB44819A58F3695F5A5F81D"/>
    <w:rsid w:val="00827D1F"/>
  </w:style>
  <w:style w:type="paragraph" w:customStyle="1" w:styleId="34182C99AFD44379A68E69202A486F05">
    <w:name w:val="34182C99AFD44379A68E69202A486F05"/>
    <w:rsid w:val="00A2339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3398"/>
    <w:rPr>
      <w:color w:val="808080"/>
    </w:rPr>
  </w:style>
  <w:style w:type="paragraph" w:customStyle="1" w:styleId="CD3ABD7D6C754D6AB1C46869E57202DA">
    <w:name w:val="CD3ABD7D6C754D6AB1C46869E57202DA"/>
    <w:rsid w:val="002D12A6"/>
  </w:style>
  <w:style w:type="paragraph" w:customStyle="1" w:styleId="4198076A90794CDB97FB33775B189198">
    <w:name w:val="4198076A90794CDB97FB33775B189198"/>
    <w:rsid w:val="002D12A6"/>
  </w:style>
  <w:style w:type="paragraph" w:customStyle="1" w:styleId="091C569C7D824A7B9B4FC9C103C558DF">
    <w:name w:val="091C569C7D824A7B9B4FC9C103C558DF"/>
    <w:rsid w:val="002D12A6"/>
  </w:style>
  <w:style w:type="paragraph" w:customStyle="1" w:styleId="15FEF6E983B54B82A4E3F7B21C75D2E2">
    <w:name w:val="15FEF6E983B54B82A4E3F7B21C75D2E2"/>
    <w:rsid w:val="002D12A6"/>
  </w:style>
  <w:style w:type="paragraph" w:customStyle="1" w:styleId="44607CBDAE2742AC9F6488FC35B87922">
    <w:name w:val="44607CBDAE2742AC9F6488FC35B87922"/>
    <w:rsid w:val="002D12A6"/>
  </w:style>
  <w:style w:type="paragraph" w:customStyle="1" w:styleId="4B0FF7B37D684D79AC931DAA0F087D87">
    <w:name w:val="4B0FF7B37D684D79AC931DAA0F087D87"/>
    <w:rsid w:val="002D12A6"/>
  </w:style>
  <w:style w:type="paragraph" w:customStyle="1" w:styleId="04FAF89716934EC4BD35770A67C28B50">
    <w:name w:val="04FAF89716934EC4BD35770A67C28B50"/>
    <w:rsid w:val="002D12A6"/>
  </w:style>
  <w:style w:type="paragraph" w:customStyle="1" w:styleId="415ADE6A6C9A4A90AD76A413530F0971">
    <w:name w:val="415ADE6A6C9A4A90AD76A413530F0971"/>
    <w:rsid w:val="002D12A6"/>
  </w:style>
  <w:style w:type="paragraph" w:customStyle="1" w:styleId="F59BC6C92003464FBD35375D1C75580E">
    <w:name w:val="F59BC6C92003464FBD35375D1C75580E"/>
    <w:rsid w:val="000403E8"/>
  </w:style>
  <w:style w:type="paragraph" w:customStyle="1" w:styleId="B405EC4E370D45FC96C8AAF42E2DF0B6">
    <w:name w:val="B405EC4E370D45FC96C8AAF42E2DF0B6"/>
    <w:rsid w:val="000403E8"/>
  </w:style>
  <w:style w:type="paragraph" w:customStyle="1" w:styleId="B803776D15A346E2936F7D6D11460F37">
    <w:name w:val="B803776D15A346E2936F7D6D11460F37"/>
    <w:rsid w:val="000403E8"/>
  </w:style>
  <w:style w:type="paragraph" w:customStyle="1" w:styleId="83F105D115674C328FB910BA082092DD">
    <w:name w:val="83F105D115674C328FB910BA082092DD"/>
    <w:rsid w:val="000403E8"/>
  </w:style>
  <w:style w:type="paragraph" w:customStyle="1" w:styleId="D8A3027F1D6443229AA8BB74F246E9EA">
    <w:name w:val="D8A3027F1D6443229AA8BB74F246E9EA"/>
    <w:rsid w:val="00827D1F"/>
  </w:style>
  <w:style w:type="paragraph" w:customStyle="1" w:styleId="B949D6F55DB5474190FC8EADDD4CB1D0">
    <w:name w:val="B949D6F55DB5474190FC8EADDD4CB1D0"/>
    <w:rsid w:val="00827D1F"/>
  </w:style>
  <w:style w:type="paragraph" w:customStyle="1" w:styleId="F944F7E17AB44819A58F3695F5A5F81D">
    <w:name w:val="F944F7E17AB44819A58F3695F5A5F81D"/>
    <w:rsid w:val="00827D1F"/>
  </w:style>
  <w:style w:type="paragraph" w:customStyle="1" w:styleId="34182C99AFD44379A68E69202A486F05">
    <w:name w:val="34182C99AFD44379A68E69202A486F05"/>
    <w:rsid w:val="00A233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2017-07-01T00:00:00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BDF548-80C5-4479-B9AA-A72F20BAE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Corporate_Policy (5).dotx</Template>
  <TotalTime>1</TotalTime>
  <Pages>5</Pages>
  <Words>1480</Words>
  <Characters>8442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Scheme Policy &amp; Program Transition</dc:creator>
  <dc:description>Scheme Policy &amp; Program Transition Manager</dc:description>
  <cp:lastModifiedBy>Madeline Cremades</cp:lastModifiedBy>
  <cp:revision>2</cp:revision>
  <cp:lastPrinted>2017-06-29T02:37:00Z</cp:lastPrinted>
  <dcterms:created xsi:type="dcterms:W3CDTF">2017-06-29T02:38:00Z</dcterms:created>
  <dcterms:modified xsi:type="dcterms:W3CDTF">2017-06-29T02:38:00Z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2016-01-05T00:00:00Z</vt:filetime>
  </property>
  <property fmtid="{D5CDD505-2E9C-101B-9397-08002B2CF9AE}" pid="3" name="LastSaved">
    <vt:filetime>2016-01-05T00:00:00Z</vt:filetime>
  </property>
</Properties>
</file>