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03661" w14:textId="77777777" w:rsidR="00F016C3" w:rsidRPr="00B1260B" w:rsidRDefault="00F016C3" w:rsidP="008A6146">
      <w:pPr>
        <w:spacing w:before="1600" w:line="360" w:lineRule="exact"/>
        <w:rPr>
          <w:rFonts w:ascii="Arial" w:eastAsia="Arial" w:hAnsi="Arial" w:cs="Arial"/>
          <w:bCs/>
          <w:spacing w:val="-1"/>
          <w:sz w:val="24"/>
          <w:szCs w:val="24"/>
        </w:rPr>
      </w:pPr>
      <w:r w:rsidRPr="00B1260B">
        <w:rPr>
          <w:rFonts w:ascii="Arial" w:eastAsia="Arial" w:hAnsi="Arial" w:cs="Arial"/>
          <w:bCs/>
          <w:spacing w:val="-1"/>
          <w:sz w:val="24"/>
          <w:szCs w:val="24"/>
        </w:rPr>
        <w:t>Disability Services Commission</w:t>
      </w:r>
    </w:p>
    <w:p w14:paraId="0AA2FFA8" w14:textId="77777777" w:rsidR="00D629EE" w:rsidRDefault="00D629EE" w:rsidP="008A6146">
      <w:pPr>
        <w:pStyle w:val="Heading1"/>
        <w:sectPr w:rsidR="00D629EE" w:rsidSect="00B47B67">
          <w:headerReference w:type="default" r:id="rId10"/>
          <w:footerReference w:type="default" r:id="rId11"/>
          <w:headerReference w:type="first" r:id="rId12"/>
          <w:footerReference w:type="first" r:id="rId13"/>
          <w:type w:val="continuous"/>
          <w:pgSz w:w="11910" w:h="16840"/>
          <w:pgMar w:top="266" w:right="1134" w:bottom="1134" w:left="1134" w:header="0" w:footer="437" w:gutter="0"/>
          <w:pgNumType w:start="1"/>
          <w:cols w:space="720"/>
          <w:titlePg/>
        </w:sectPr>
      </w:pPr>
    </w:p>
    <w:p w14:paraId="2A369065" w14:textId="77777777" w:rsidR="00C22A2C" w:rsidRPr="00D66540" w:rsidRDefault="00C22A2C" w:rsidP="00085005">
      <w:pPr>
        <w:pStyle w:val="Heading1"/>
        <w:spacing w:before="0" w:after="0"/>
        <w:rPr>
          <w:sz w:val="40"/>
          <w:szCs w:val="40"/>
        </w:rPr>
      </w:pPr>
      <w:r w:rsidRPr="00D66540">
        <w:rPr>
          <w:sz w:val="40"/>
          <w:szCs w:val="40"/>
        </w:rPr>
        <w:lastRenderedPageBreak/>
        <w:t>Western Australian National Disability Insurance Scheme (WA NDIS) Operational Policy</w:t>
      </w:r>
    </w:p>
    <w:p w14:paraId="0A4E4DA8" w14:textId="77777777" w:rsidR="00E0480A" w:rsidRPr="008A6146" w:rsidRDefault="00C22A2C" w:rsidP="00085005">
      <w:pPr>
        <w:pStyle w:val="Heading1"/>
        <w:spacing w:line="240" w:lineRule="auto"/>
      </w:pPr>
      <w:r>
        <w:t>Safeguarding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B97EF3" w:rsidRPr="00B97EF3" w14:paraId="73674003" w14:textId="77777777" w:rsidTr="005065F9">
        <w:tc>
          <w:tcPr>
            <w:tcW w:w="5000" w:type="pct"/>
          </w:tcPr>
          <w:p w14:paraId="7905ED23" w14:textId="1B0318A4" w:rsidR="00E0480A" w:rsidRPr="00B97EF3" w:rsidRDefault="00E0480A" w:rsidP="00E0480A">
            <w:pPr>
              <w:spacing w:before="60" w:after="60"/>
              <w:rPr>
                <w:rFonts w:ascii="Arial" w:eastAsia="Calibri" w:hAnsi="Arial" w:cs="Times New Roman"/>
                <w:sz w:val="24"/>
              </w:rPr>
            </w:pPr>
            <w:r w:rsidRPr="00B97EF3">
              <w:rPr>
                <w:rFonts w:ascii="Arial" w:eastAsia="Calibri" w:hAnsi="Arial" w:cs="Times New Roman"/>
                <w:sz w:val="24"/>
              </w:rPr>
              <w:t>Document reference number</w:t>
            </w:r>
            <w:r w:rsidR="00241883">
              <w:rPr>
                <w:rFonts w:ascii="Arial" w:eastAsia="Calibri" w:hAnsi="Arial" w:cs="Times New Roman"/>
                <w:sz w:val="24"/>
              </w:rPr>
              <w:t>: N15</w:t>
            </w:r>
          </w:p>
        </w:tc>
      </w:tr>
      <w:tr w:rsidR="00B97EF3" w:rsidRPr="00B97EF3" w14:paraId="03782058" w14:textId="77777777" w:rsidTr="005065F9">
        <w:tc>
          <w:tcPr>
            <w:tcW w:w="5000" w:type="pct"/>
          </w:tcPr>
          <w:p w14:paraId="5B0FAD4C" w14:textId="6909DC75" w:rsidR="00E0480A" w:rsidRPr="00B97EF3" w:rsidRDefault="00E0480A" w:rsidP="00854DB3">
            <w:pPr>
              <w:spacing w:before="60" w:after="60"/>
              <w:rPr>
                <w:rFonts w:ascii="Arial" w:eastAsia="Calibri" w:hAnsi="Arial" w:cs="Times New Roman"/>
                <w:sz w:val="24"/>
              </w:rPr>
            </w:pPr>
            <w:r w:rsidRPr="00B97EF3">
              <w:rPr>
                <w:rFonts w:ascii="Arial" w:eastAsia="Calibri" w:hAnsi="Arial" w:cs="Times New Roman"/>
                <w:sz w:val="24"/>
              </w:rPr>
              <w:t>Version</w:t>
            </w:r>
            <w:r w:rsidR="00241883">
              <w:rPr>
                <w:rFonts w:ascii="Arial" w:eastAsia="Calibri" w:hAnsi="Arial" w:cs="Times New Roman"/>
                <w:sz w:val="24"/>
              </w:rPr>
              <w:t xml:space="preserve">: </w:t>
            </w:r>
            <w:r w:rsidR="00854DB3">
              <w:rPr>
                <w:rFonts w:ascii="Arial" w:eastAsia="Calibri" w:hAnsi="Arial" w:cs="Times New Roman"/>
                <w:sz w:val="24"/>
              </w:rPr>
              <w:t>1.</w:t>
            </w:r>
            <w:r w:rsidR="003F18E0">
              <w:rPr>
                <w:rFonts w:ascii="Arial" w:eastAsia="Calibri" w:hAnsi="Arial" w:cs="Times New Roman"/>
                <w:sz w:val="24"/>
              </w:rPr>
              <w:t>2</w:t>
            </w:r>
          </w:p>
        </w:tc>
      </w:tr>
      <w:tr w:rsidR="00E0480A" w:rsidRPr="00B97EF3" w14:paraId="12CCADBD" w14:textId="77777777" w:rsidTr="005065F9">
        <w:tc>
          <w:tcPr>
            <w:tcW w:w="5000" w:type="pct"/>
          </w:tcPr>
          <w:p w14:paraId="327D7A61" w14:textId="082EF0F6" w:rsidR="00E0480A" w:rsidRPr="00B97EF3" w:rsidRDefault="00241883" w:rsidP="00E0480A">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15FEF6E983B54B82A4E3F7B21C75D2E2"/>
                </w:placeholder>
                <w:dataBinding w:prefixMappings="xmlns:ns0='http://schemas.microsoft.com/office/2006/coverPageProps' " w:xpath="/ns0:CoverPageProperties[1]/ns0:PublishDate[1]" w:storeItemID="{55AF091B-3C7A-41E3-B477-F2FDAA23CFDA}"/>
                <w:date w:fullDate="2017-07-01T00:00:00Z">
                  <w:dateFormat w:val="d/MM/yyyy"/>
                  <w:lid w:val="en-AU"/>
                  <w:storeMappedDataAs w:val="dateTime"/>
                  <w:calendar w:val="gregorian"/>
                </w:date>
              </w:sdtPr>
              <w:sdtEndPr/>
              <w:sdtContent>
                <w:r w:rsidR="00676C49">
                  <w:rPr>
                    <w:rFonts w:ascii="Arial" w:eastAsia="Calibri" w:hAnsi="Arial" w:cs="Times New Roman"/>
                    <w:sz w:val="24"/>
                  </w:rPr>
                  <w:t>1/07/2017</w:t>
                </w:r>
              </w:sdtContent>
            </w:sdt>
          </w:p>
        </w:tc>
      </w:tr>
    </w:tbl>
    <w:p w14:paraId="5131DE9C" w14:textId="77777777" w:rsidR="00C629D4" w:rsidRDefault="00C629D4" w:rsidP="00085005">
      <w:pPr>
        <w:pStyle w:val="Heading2"/>
        <w:ind w:left="720"/>
      </w:pPr>
      <w:r>
        <w:t>Key words</w:t>
      </w:r>
    </w:p>
    <w:p w14:paraId="0135F44C" w14:textId="77777777" w:rsidR="00C22A2C" w:rsidRDefault="00C22A2C" w:rsidP="00C22A2C">
      <w:pPr>
        <w:pStyle w:val="BodyText"/>
        <w:rPr>
          <w:lang w:val="en-AU"/>
        </w:rPr>
      </w:pPr>
      <w:r w:rsidRPr="007F654A">
        <w:rPr>
          <w:lang w:val="en-AU"/>
        </w:rPr>
        <w:t>Safeguard, plan,</w:t>
      </w:r>
      <w:r>
        <w:rPr>
          <w:lang w:val="en-AU"/>
        </w:rPr>
        <w:t xml:space="preserve"> assessment,</w:t>
      </w:r>
      <w:r w:rsidRPr="007F654A">
        <w:rPr>
          <w:lang w:val="en-AU"/>
        </w:rPr>
        <w:t xml:space="preserve"> human rights, decision making, choice, control, safety, wellbeing, quality of life, vulnerable, dignity, risk</w:t>
      </w:r>
      <w:r>
        <w:rPr>
          <w:lang w:val="en-AU"/>
        </w:rPr>
        <w:t>.</w:t>
      </w:r>
    </w:p>
    <w:p w14:paraId="3ECEF6D8" w14:textId="77777777" w:rsidR="00112058" w:rsidRPr="00C22A2C" w:rsidRDefault="00112058" w:rsidP="00C22A2C">
      <w:pPr>
        <w:pStyle w:val="BodyText"/>
      </w:pPr>
    </w:p>
    <w:p w14:paraId="0DE9B11F" w14:textId="77777777" w:rsidR="00E0480A" w:rsidRDefault="00347FE9" w:rsidP="00085005">
      <w:pPr>
        <w:pStyle w:val="Heading2"/>
        <w:spacing w:before="0"/>
        <w:ind w:left="720"/>
      </w:pPr>
      <w:r>
        <w:t>Policy statement</w:t>
      </w:r>
    </w:p>
    <w:p w14:paraId="593CBDDD" w14:textId="62B3181D" w:rsidR="00C22A2C" w:rsidRDefault="00C22A2C" w:rsidP="00C22A2C">
      <w:pPr>
        <w:pStyle w:val="BodyText"/>
        <w:rPr>
          <w:lang w:val="en-AU"/>
        </w:rPr>
      </w:pPr>
      <w:bookmarkStart w:id="0" w:name="_Toc455143160"/>
      <w:r>
        <w:t xml:space="preserve">This operational policy outlines the </w:t>
      </w:r>
      <w:r w:rsidR="006101D1">
        <w:t xml:space="preserve">safeguarding </w:t>
      </w:r>
      <w:r w:rsidR="006101D1" w:rsidRPr="00FD2C76">
        <w:rPr>
          <w:lang w:val="en-AU"/>
        </w:rPr>
        <w:t xml:space="preserve">supports and mechanisms </w:t>
      </w:r>
      <w:r w:rsidRPr="00FD2C76">
        <w:rPr>
          <w:lang w:val="en-AU"/>
        </w:rPr>
        <w:t xml:space="preserve">that promote, enhance and protect a </w:t>
      </w:r>
      <w:r w:rsidR="006101D1">
        <w:rPr>
          <w:lang w:val="en-AU"/>
        </w:rPr>
        <w:t>person</w:t>
      </w:r>
      <w:r w:rsidR="00995A60">
        <w:t xml:space="preserve"> </w:t>
      </w:r>
      <w:r>
        <w:rPr>
          <w:lang w:val="en-AU"/>
        </w:rPr>
        <w:t xml:space="preserve">that may be integrated </w:t>
      </w:r>
      <w:r w:rsidRPr="00FD2C76">
        <w:rPr>
          <w:lang w:val="en-AU"/>
        </w:rPr>
        <w:t>in</w:t>
      </w:r>
      <w:r>
        <w:rPr>
          <w:lang w:val="en-AU"/>
        </w:rPr>
        <w:t xml:space="preserve">to </w:t>
      </w:r>
      <w:r w:rsidR="006101D1">
        <w:rPr>
          <w:lang w:val="en-AU"/>
        </w:rPr>
        <w:t>their individual</w:t>
      </w:r>
      <w:r>
        <w:rPr>
          <w:lang w:val="en-AU"/>
        </w:rPr>
        <w:t xml:space="preserve"> WA NDIS plan. </w:t>
      </w:r>
    </w:p>
    <w:p w14:paraId="5C1EABD9" w14:textId="77777777" w:rsidR="00112058" w:rsidRDefault="00112058" w:rsidP="00C22A2C">
      <w:pPr>
        <w:pStyle w:val="BodyText"/>
      </w:pPr>
    </w:p>
    <w:bookmarkEnd w:id="0"/>
    <w:p w14:paraId="31D30FDD" w14:textId="77777777" w:rsidR="00E0480A" w:rsidRPr="00E86F4A" w:rsidRDefault="00347FE9" w:rsidP="00085005">
      <w:pPr>
        <w:pStyle w:val="Heading2"/>
        <w:spacing w:before="0"/>
        <w:ind w:left="720"/>
      </w:pPr>
      <w:r>
        <w:t>Principles</w:t>
      </w:r>
    </w:p>
    <w:p w14:paraId="09147000" w14:textId="77777777" w:rsidR="00C22A2C" w:rsidRPr="00E8245E" w:rsidRDefault="00C22A2C" w:rsidP="00C22A2C">
      <w:pPr>
        <w:pStyle w:val="BodyText"/>
        <w:rPr>
          <w:b/>
          <w:lang w:val="en-AU"/>
        </w:rPr>
      </w:pPr>
      <w:r w:rsidRPr="00E8245E">
        <w:rPr>
          <w:lang w:val="en-AU"/>
        </w:rPr>
        <w:t>The principles that underpin this policy and guide the practice of safeguarding are:</w:t>
      </w:r>
    </w:p>
    <w:p w14:paraId="701953E3" w14:textId="0E48A7DE" w:rsidR="00C22A2C" w:rsidRPr="00E8245E" w:rsidRDefault="006101D1" w:rsidP="00C22A2C">
      <w:pPr>
        <w:pStyle w:val="BodyText"/>
        <w:numPr>
          <w:ilvl w:val="0"/>
          <w:numId w:val="17"/>
        </w:numPr>
        <w:rPr>
          <w:b/>
          <w:lang w:val="en-AU"/>
        </w:rPr>
      </w:pPr>
      <w:r>
        <w:rPr>
          <w:lang w:val="en-AU"/>
        </w:rPr>
        <w:t>d</w:t>
      </w:r>
      <w:r w:rsidR="00C22A2C" w:rsidRPr="00E8245E">
        <w:rPr>
          <w:lang w:val="en-AU"/>
        </w:rPr>
        <w:t xml:space="preserve">evelopmental – </w:t>
      </w:r>
      <w:r>
        <w:rPr>
          <w:lang w:val="en-AU"/>
        </w:rPr>
        <w:t>e</w:t>
      </w:r>
      <w:r w:rsidR="00C22A2C" w:rsidRPr="00E8245E">
        <w:rPr>
          <w:lang w:val="en-AU"/>
        </w:rPr>
        <w:t xml:space="preserve">ach individual’s plan should include supports and strategies that increase their skill and capacity in order to minimise vulnerability and risk </w:t>
      </w:r>
    </w:p>
    <w:p w14:paraId="16B42BE5" w14:textId="24A32CD5" w:rsidR="00C22A2C" w:rsidRPr="00E8245E" w:rsidRDefault="006101D1" w:rsidP="00C22A2C">
      <w:pPr>
        <w:pStyle w:val="BodyText"/>
        <w:numPr>
          <w:ilvl w:val="0"/>
          <w:numId w:val="17"/>
        </w:numPr>
        <w:rPr>
          <w:lang w:val="en-AU"/>
        </w:rPr>
      </w:pPr>
      <w:r>
        <w:rPr>
          <w:lang w:val="en-AU"/>
        </w:rPr>
        <w:t>s</w:t>
      </w:r>
      <w:r w:rsidR="00C22A2C" w:rsidRPr="00E8245E">
        <w:rPr>
          <w:lang w:val="en-AU"/>
        </w:rPr>
        <w:t xml:space="preserve">elf-determination – </w:t>
      </w:r>
      <w:r>
        <w:rPr>
          <w:lang w:val="en-AU"/>
        </w:rPr>
        <w:t>m</w:t>
      </w:r>
      <w:r w:rsidR="00C22A2C" w:rsidRPr="00E8245E">
        <w:rPr>
          <w:lang w:val="en-AU"/>
        </w:rPr>
        <w:t>aximise a</w:t>
      </w:r>
      <w:r w:rsidR="00676C49">
        <w:rPr>
          <w:lang w:val="en-AU"/>
        </w:rPr>
        <w:t xml:space="preserve"> person with disability</w:t>
      </w:r>
      <w:r w:rsidR="00C22A2C" w:rsidRPr="00E8245E">
        <w:rPr>
          <w:lang w:val="en-AU"/>
        </w:rPr>
        <w:t>’s full involvement in the consideration and determination of their own safeguards, to the extent of their capacity</w:t>
      </w:r>
    </w:p>
    <w:p w14:paraId="1904B08F" w14:textId="40ED7746" w:rsidR="00C22A2C" w:rsidRPr="00E8245E" w:rsidRDefault="006101D1" w:rsidP="00C22A2C">
      <w:pPr>
        <w:pStyle w:val="BodyText"/>
        <w:numPr>
          <w:ilvl w:val="0"/>
          <w:numId w:val="17"/>
        </w:numPr>
        <w:rPr>
          <w:lang w:val="en-AU"/>
        </w:rPr>
      </w:pPr>
      <w:r>
        <w:rPr>
          <w:lang w:val="en-AU"/>
        </w:rPr>
        <w:t>i</w:t>
      </w:r>
      <w:r w:rsidR="00C22A2C" w:rsidRPr="00E8245E">
        <w:rPr>
          <w:lang w:val="en-AU"/>
        </w:rPr>
        <w:t xml:space="preserve">ndividualised – </w:t>
      </w:r>
      <w:r>
        <w:rPr>
          <w:lang w:val="en-AU"/>
        </w:rPr>
        <w:t>t</w:t>
      </w:r>
      <w:r w:rsidR="00C22A2C" w:rsidRPr="00E8245E">
        <w:rPr>
          <w:lang w:val="en-AU"/>
        </w:rPr>
        <w:t xml:space="preserve">he consideration and determination of safeguards is relevant to a </w:t>
      </w:r>
      <w:r w:rsidR="00676C49">
        <w:rPr>
          <w:lang w:val="en-AU"/>
        </w:rPr>
        <w:t>person</w:t>
      </w:r>
      <w:r w:rsidR="00676C49" w:rsidRPr="00E8245E">
        <w:rPr>
          <w:lang w:val="en-AU"/>
        </w:rPr>
        <w:t xml:space="preserve">’s </w:t>
      </w:r>
      <w:r w:rsidR="00C22A2C" w:rsidRPr="00E8245E">
        <w:rPr>
          <w:lang w:val="en-AU"/>
        </w:rPr>
        <w:t>circumstances and proportionate to their level of vulnerability and risk</w:t>
      </w:r>
    </w:p>
    <w:p w14:paraId="63F6128C" w14:textId="542C8B02" w:rsidR="00C22A2C" w:rsidRPr="00E8245E" w:rsidRDefault="006101D1" w:rsidP="00C22A2C">
      <w:pPr>
        <w:pStyle w:val="BodyText"/>
        <w:numPr>
          <w:ilvl w:val="0"/>
          <w:numId w:val="17"/>
        </w:numPr>
        <w:rPr>
          <w:lang w:val="en-AU"/>
        </w:rPr>
      </w:pPr>
      <w:r>
        <w:rPr>
          <w:lang w:val="en-AU"/>
        </w:rPr>
        <w:t>r</w:t>
      </w:r>
      <w:r w:rsidR="00C22A2C" w:rsidRPr="00E8245E">
        <w:rPr>
          <w:lang w:val="en-AU"/>
        </w:rPr>
        <w:t xml:space="preserve">esponsive – </w:t>
      </w:r>
      <w:r>
        <w:rPr>
          <w:lang w:val="en-AU"/>
        </w:rPr>
        <w:t>s</w:t>
      </w:r>
      <w:r w:rsidR="00C22A2C" w:rsidRPr="00E8245E">
        <w:rPr>
          <w:lang w:val="en-AU"/>
        </w:rPr>
        <w:t xml:space="preserve">afeguards should be responsive to the circumstances of a </w:t>
      </w:r>
      <w:r w:rsidR="00676C49">
        <w:rPr>
          <w:lang w:val="en-AU"/>
        </w:rPr>
        <w:t>person</w:t>
      </w:r>
      <w:r w:rsidR="00676C49" w:rsidRPr="00E8245E">
        <w:rPr>
          <w:lang w:val="en-AU"/>
        </w:rPr>
        <w:t xml:space="preserve"> </w:t>
      </w:r>
      <w:r w:rsidR="00C22A2C" w:rsidRPr="00E8245E">
        <w:rPr>
          <w:lang w:val="en-AU"/>
        </w:rPr>
        <w:t xml:space="preserve">at a particular time, and may need to change over time as </w:t>
      </w:r>
      <w:r w:rsidR="00864B16">
        <w:rPr>
          <w:lang w:val="en-AU"/>
        </w:rPr>
        <w:t xml:space="preserve">their </w:t>
      </w:r>
      <w:r w:rsidR="00C22A2C" w:rsidRPr="00E8245E">
        <w:rPr>
          <w:lang w:val="en-AU"/>
        </w:rPr>
        <w:t>circumstances change</w:t>
      </w:r>
    </w:p>
    <w:p w14:paraId="72327254" w14:textId="7984C9CC" w:rsidR="00C22A2C" w:rsidRPr="00C22A2C" w:rsidRDefault="006101D1" w:rsidP="00C22A2C">
      <w:pPr>
        <w:pStyle w:val="BodyText"/>
        <w:numPr>
          <w:ilvl w:val="0"/>
          <w:numId w:val="17"/>
        </w:numPr>
      </w:pPr>
      <w:proofErr w:type="gramStart"/>
      <w:r>
        <w:rPr>
          <w:lang w:val="en-AU"/>
        </w:rPr>
        <w:t>based</w:t>
      </w:r>
      <w:proofErr w:type="gramEnd"/>
      <w:r>
        <w:rPr>
          <w:lang w:val="en-AU"/>
        </w:rPr>
        <w:t xml:space="preserve"> on assumption of capacity - </w:t>
      </w:r>
      <w:r w:rsidR="00C22A2C" w:rsidRPr="00C22A2C">
        <w:rPr>
          <w:lang w:val="en-AU"/>
        </w:rPr>
        <w:t xml:space="preserve">all </w:t>
      </w:r>
      <w:r w:rsidR="00676C49">
        <w:rPr>
          <w:lang w:val="en-AU"/>
        </w:rPr>
        <w:t>people with disability</w:t>
      </w:r>
      <w:r w:rsidR="00676C49" w:rsidRPr="00C22A2C">
        <w:rPr>
          <w:lang w:val="en-AU"/>
        </w:rPr>
        <w:t xml:space="preserve"> </w:t>
      </w:r>
      <w:r w:rsidR="00C22A2C" w:rsidRPr="00C22A2C">
        <w:rPr>
          <w:lang w:val="en-AU"/>
        </w:rPr>
        <w:t>have capacity to make decisions and exercise choice, regardless of their disability, unless proven otherwise for a specific decision.</w:t>
      </w:r>
      <w:r w:rsidR="00C22A2C">
        <w:rPr>
          <w:lang w:val="en-AU"/>
        </w:rPr>
        <w:t xml:space="preserve"> Capacity is decision-specific.</w:t>
      </w:r>
      <w:r w:rsidR="00C22A2C" w:rsidRPr="00C22A2C">
        <w:rPr>
          <w:lang w:val="en-AU"/>
        </w:rPr>
        <w:t xml:space="preserve"> </w:t>
      </w:r>
      <w:r w:rsidR="00BB0FF2">
        <w:rPr>
          <w:lang w:val="en-AU"/>
        </w:rPr>
        <w:t xml:space="preserve">People with </w:t>
      </w:r>
      <w:r w:rsidR="00356D70">
        <w:rPr>
          <w:lang w:val="en-AU"/>
        </w:rPr>
        <w:t>disability</w:t>
      </w:r>
      <w:r w:rsidR="00BB0FF2" w:rsidRPr="00C22A2C">
        <w:rPr>
          <w:lang w:val="en-AU"/>
        </w:rPr>
        <w:t xml:space="preserve"> </w:t>
      </w:r>
      <w:r w:rsidR="00C22A2C" w:rsidRPr="00C22A2C">
        <w:rPr>
          <w:lang w:val="en-AU"/>
        </w:rPr>
        <w:t>who require support to make decisions and exercise choice should have access to the support they need</w:t>
      </w:r>
      <w:r w:rsidR="00C22A2C" w:rsidRPr="00C22A2C">
        <w:rPr>
          <w:vertAlign w:val="superscript"/>
          <w:lang w:val="en-AU"/>
        </w:rPr>
        <w:t xml:space="preserve"> </w:t>
      </w:r>
    </w:p>
    <w:p w14:paraId="1458E8D2" w14:textId="3F9E84E9" w:rsidR="00633183" w:rsidRDefault="006101D1" w:rsidP="00C22A2C">
      <w:pPr>
        <w:pStyle w:val="BodyText"/>
        <w:numPr>
          <w:ilvl w:val="0"/>
          <w:numId w:val="17"/>
        </w:numPr>
        <w:rPr>
          <w:rStyle w:val="PlaceholderText"/>
          <w:color w:val="auto"/>
        </w:rPr>
      </w:pPr>
      <w:proofErr w:type="gramStart"/>
      <w:r>
        <w:rPr>
          <w:lang w:val="en-AU"/>
        </w:rPr>
        <w:t>based</w:t>
      </w:r>
      <w:proofErr w:type="gramEnd"/>
      <w:r>
        <w:rPr>
          <w:lang w:val="en-AU"/>
        </w:rPr>
        <w:t xml:space="preserve"> on m</w:t>
      </w:r>
      <w:r w:rsidR="00C22A2C" w:rsidRPr="00C22A2C">
        <w:rPr>
          <w:lang w:val="en-AU"/>
        </w:rPr>
        <w:t xml:space="preserve">inimum restriction – </w:t>
      </w:r>
      <w:r>
        <w:rPr>
          <w:lang w:val="en-AU"/>
        </w:rPr>
        <w:t>s</w:t>
      </w:r>
      <w:r w:rsidR="00C22A2C" w:rsidRPr="00C22A2C">
        <w:rPr>
          <w:lang w:val="en-AU"/>
        </w:rPr>
        <w:t>afeguard</w:t>
      </w:r>
      <w:r w:rsidR="00864B16">
        <w:rPr>
          <w:lang w:val="en-AU"/>
        </w:rPr>
        <w:t>s</w:t>
      </w:r>
      <w:r w:rsidR="00C22A2C" w:rsidRPr="00C22A2C">
        <w:rPr>
          <w:lang w:val="en-AU"/>
        </w:rPr>
        <w:t xml:space="preserve"> enhances </w:t>
      </w:r>
      <w:r>
        <w:rPr>
          <w:lang w:val="en-AU"/>
        </w:rPr>
        <w:t xml:space="preserve">the </w:t>
      </w:r>
      <w:r w:rsidR="00C22A2C" w:rsidRPr="00C22A2C">
        <w:rPr>
          <w:lang w:val="en-AU"/>
        </w:rPr>
        <w:t>safety and wellbeing</w:t>
      </w:r>
      <w:r>
        <w:rPr>
          <w:lang w:val="en-AU"/>
        </w:rPr>
        <w:t xml:space="preserve"> of the person and other community members</w:t>
      </w:r>
      <w:r w:rsidR="00C22A2C" w:rsidRPr="00C22A2C">
        <w:rPr>
          <w:lang w:val="en-AU"/>
        </w:rPr>
        <w:t>, while imposing the least possible restriction on a</w:t>
      </w:r>
      <w:r w:rsidR="00676C49">
        <w:rPr>
          <w:lang w:val="en-AU"/>
        </w:rPr>
        <w:t xml:space="preserve"> person </w:t>
      </w:r>
      <w:r w:rsidR="00C22A2C" w:rsidRPr="00C22A2C">
        <w:rPr>
          <w:lang w:val="en-AU"/>
        </w:rPr>
        <w:t>and their choices</w:t>
      </w:r>
      <w:r w:rsidR="00633183" w:rsidRPr="00C22A2C">
        <w:rPr>
          <w:rStyle w:val="PlaceholderText"/>
          <w:color w:val="auto"/>
        </w:rPr>
        <w:t>.</w:t>
      </w:r>
    </w:p>
    <w:p w14:paraId="0AFC7B2F" w14:textId="77777777" w:rsidR="00112058" w:rsidRPr="00C22A2C" w:rsidRDefault="00112058" w:rsidP="00085005">
      <w:pPr>
        <w:pStyle w:val="BodyText"/>
        <w:rPr>
          <w:rStyle w:val="PlaceholderText"/>
          <w:color w:val="auto"/>
        </w:rPr>
      </w:pPr>
    </w:p>
    <w:p w14:paraId="31E86DC6" w14:textId="77777777" w:rsidR="00995A60" w:rsidRDefault="00995A60" w:rsidP="00085005">
      <w:pPr>
        <w:pStyle w:val="Heading2"/>
        <w:spacing w:before="0"/>
        <w:ind w:left="720"/>
      </w:pPr>
      <w:r>
        <w:lastRenderedPageBreak/>
        <w:t>Definitions</w:t>
      </w:r>
    </w:p>
    <w:p w14:paraId="240CF077" w14:textId="77777777" w:rsidR="005E4C6E" w:rsidRDefault="001F4B5E" w:rsidP="00085005">
      <w:pPr>
        <w:pStyle w:val="BodyText"/>
        <w:tabs>
          <w:tab w:val="left" w:pos="0"/>
        </w:tabs>
        <w:rPr>
          <w:lang w:val="en-AU"/>
        </w:rPr>
      </w:pPr>
      <w:r w:rsidRPr="00085005">
        <w:rPr>
          <w:b/>
          <w:lang w:val="en-AU"/>
        </w:rPr>
        <w:t>Carer</w:t>
      </w:r>
      <w:r w:rsidRPr="00FD2C76">
        <w:rPr>
          <w:lang w:val="en-AU"/>
        </w:rPr>
        <w:t xml:space="preserve"> </w:t>
      </w:r>
    </w:p>
    <w:p w14:paraId="3CC80239" w14:textId="3F5DA2E8" w:rsidR="001F4B5E" w:rsidRDefault="005E4C6E" w:rsidP="00085005">
      <w:pPr>
        <w:pStyle w:val="BodyText"/>
        <w:tabs>
          <w:tab w:val="left" w:pos="0"/>
        </w:tabs>
        <w:spacing w:before="0"/>
        <w:rPr>
          <w:lang w:val="en-AU"/>
        </w:rPr>
      </w:pPr>
      <w:r>
        <w:rPr>
          <w:lang w:val="en-AU"/>
        </w:rPr>
        <w:t>Carer is</w:t>
      </w:r>
      <w:r w:rsidR="001F4B5E" w:rsidRPr="00FD2C76">
        <w:rPr>
          <w:lang w:val="en-AU"/>
        </w:rPr>
        <w:t xml:space="preserve"> a person, such as a family member or friend who provides ongoing support and assistance to an individual in an unpaid capacity (apart from a pension or allowance).  </w:t>
      </w:r>
    </w:p>
    <w:p w14:paraId="23498278" w14:textId="77777777" w:rsidR="00676C49" w:rsidRDefault="00676C49" w:rsidP="00DD4C6D">
      <w:pPr>
        <w:pStyle w:val="BodyText"/>
        <w:tabs>
          <w:tab w:val="left" w:pos="0"/>
        </w:tabs>
        <w:rPr>
          <w:b/>
        </w:rPr>
      </w:pPr>
    </w:p>
    <w:p w14:paraId="6A50580A" w14:textId="77777777" w:rsidR="005E4C6E" w:rsidRDefault="00621A8F" w:rsidP="00DD4C6D">
      <w:pPr>
        <w:pStyle w:val="BodyText"/>
        <w:tabs>
          <w:tab w:val="left" w:pos="0"/>
        </w:tabs>
      </w:pPr>
      <w:r w:rsidRPr="00DD4C6D">
        <w:rPr>
          <w:b/>
        </w:rPr>
        <w:t>Community based safeguards</w:t>
      </w:r>
      <w:r>
        <w:t xml:space="preserve"> </w:t>
      </w:r>
    </w:p>
    <w:p w14:paraId="600A0E83" w14:textId="063F63F8" w:rsidR="00621A8F" w:rsidRDefault="005E4C6E" w:rsidP="00DD4C6D">
      <w:pPr>
        <w:pStyle w:val="BodyText"/>
        <w:tabs>
          <w:tab w:val="left" w:pos="0"/>
        </w:tabs>
      </w:pPr>
      <w:r>
        <w:t xml:space="preserve">These </w:t>
      </w:r>
      <w:r w:rsidR="00621A8F">
        <w:t xml:space="preserve">are those that are not formally part of the disability service system. These include advocacy organisations, community visitor schemes, Public Advocates or Guardians, Ombudsman offices anti-discrimination and consumer protection legislation. </w:t>
      </w:r>
    </w:p>
    <w:p w14:paraId="7CDB8E34" w14:textId="77777777" w:rsidR="007E0FCB" w:rsidRDefault="007E0FCB" w:rsidP="00DD4C6D">
      <w:pPr>
        <w:pStyle w:val="BodyText"/>
        <w:tabs>
          <w:tab w:val="left" w:pos="0"/>
        </w:tabs>
      </w:pPr>
    </w:p>
    <w:p w14:paraId="2A819FAA" w14:textId="77777777" w:rsidR="005E4C6E" w:rsidRDefault="00995A60" w:rsidP="00DD4C6D">
      <w:pPr>
        <w:pStyle w:val="BodyText"/>
        <w:tabs>
          <w:tab w:val="left" w:pos="0"/>
        </w:tabs>
      </w:pPr>
      <w:r w:rsidRPr="00DD4C6D">
        <w:rPr>
          <w:b/>
        </w:rPr>
        <w:t>Individual level safeguards</w:t>
      </w:r>
      <w:r>
        <w:t xml:space="preserve"> </w:t>
      </w:r>
    </w:p>
    <w:p w14:paraId="47F069E6" w14:textId="099F85AA" w:rsidR="00621A8F" w:rsidRDefault="005E4C6E" w:rsidP="00DD4C6D">
      <w:pPr>
        <w:pStyle w:val="BodyText"/>
        <w:tabs>
          <w:tab w:val="left" w:pos="0"/>
        </w:tabs>
      </w:pPr>
      <w:r>
        <w:t>I</w:t>
      </w:r>
      <w:r w:rsidR="00995A60">
        <w:t xml:space="preserve">nclude both informal and formal safeguards for participants. </w:t>
      </w:r>
      <w:r w:rsidR="006101D1">
        <w:t>F</w:t>
      </w:r>
      <w:r w:rsidR="00995A60">
        <w:t xml:space="preserve">ormal safeguards include rules for restrictive practices and serious incident reporting. </w:t>
      </w:r>
      <w:r w:rsidR="00995A60" w:rsidRPr="00575EC9">
        <w:t>Informal safeguards</w:t>
      </w:r>
      <w:r w:rsidR="00995A60">
        <w:t xml:space="preserve"> </w:t>
      </w:r>
      <w:r w:rsidR="006101D1">
        <w:t xml:space="preserve">are examples of the concept </w:t>
      </w:r>
      <w:r w:rsidR="00995A60">
        <w:t xml:space="preserve">that participants are more likely to be safe when they are actively involved with their family and the community. The things that make people safe can be seen as the same things that are needed to have a good life. </w:t>
      </w:r>
      <w:proofErr w:type="gramStart"/>
      <w:r w:rsidR="00995A60">
        <w:t>For example, caring relationships and enhanced opportunities for participation in daily life.</w:t>
      </w:r>
      <w:proofErr w:type="gramEnd"/>
      <w:r w:rsidR="00995A60">
        <w:t xml:space="preserve"> </w:t>
      </w:r>
    </w:p>
    <w:p w14:paraId="237D3F19" w14:textId="77777777" w:rsidR="006101D1" w:rsidRDefault="006101D1" w:rsidP="006101D1">
      <w:pPr>
        <w:pStyle w:val="BodyText"/>
        <w:rPr>
          <w:lang w:val="en-AU"/>
        </w:rPr>
      </w:pPr>
    </w:p>
    <w:p w14:paraId="21DE37DD" w14:textId="77777777" w:rsidR="005E4C6E" w:rsidRDefault="006101D1" w:rsidP="006101D1">
      <w:pPr>
        <w:pStyle w:val="BodyText"/>
        <w:rPr>
          <w:lang w:val="en-AU"/>
        </w:rPr>
      </w:pPr>
      <w:r w:rsidRPr="00085005">
        <w:rPr>
          <w:b/>
          <w:lang w:val="en-AU"/>
        </w:rPr>
        <w:t>Safeguards</w:t>
      </w:r>
      <w:r w:rsidRPr="00FD2C76">
        <w:rPr>
          <w:lang w:val="en-AU"/>
        </w:rPr>
        <w:t xml:space="preserve"> </w:t>
      </w:r>
    </w:p>
    <w:p w14:paraId="55201A63" w14:textId="47D78AD2" w:rsidR="006101D1" w:rsidRPr="00FD2C76" w:rsidRDefault="005E4C6E" w:rsidP="006101D1">
      <w:pPr>
        <w:pStyle w:val="BodyText"/>
        <w:rPr>
          <w:lang w:val="en-AU"/>
        </w:rPr>
      </w:pPr>
      <w:r>
        <w:rPr>
          <w:lang w:val="en-AU"/>
        </w:rPr>
        <w:t xml:space="preserve">Safeguards are </w:t>
      </w:r>
      <w:r w:rsidR="006101D1" w:rsidRPr="00FD2C76">
        <w:rPr>
          <w:lang w:val="en-AU"/>
        </w:rPr>
        <w:t>supports and mechanisms that promote, enhance and protect an individual in the following domains:</w:t>
      </w:r>
    </w:p>
    <w:p w14:paraId="4BA13044" w14:textId="77777777" w:rsidR="006101D1" w:rsidRPr="00FD2C76" w:rsidRDefault="006101D1" w:rsidP="006101D1">
      <w:pPr>
        <w:pStyle w:val="BodyText"/>
        <w:numPr>
          <w:ilvl w:val="0"/>
          <w:numId w:val="18"/>
        </w:numPr>
        <w:ind w:left="709" w:hanging="283"/>
        <w:rPr>
          <w:lang w:val="en-AU"/>
        </w:rPr>
      </w:pPr>
      <w:r>
        <w:rPr>
          <w:lang w:val="en-AU"/>
        </w:rPr>
        <w:t>H</w:t>
      </w:r>
      <w:r w:rsidRPr="00FD2C76">
        <w:rPr>
          <w:lang w:val="en-AU"/>
        </w:rPr>
        <w:t>uman rights</w:t>
      </w:r>
    </w:p>
    <w:p w14:paraId="01C5748D" w14:textId="77777777" w:rsidR="006101D1" w:rsidRPr="00FD2C76" w:rsidRDefault="006101D1" w:rsidP="006101D1">
      <w:pPr>
        <w:pStyle w:val="BodyText"/>
        <w:numPr>
          <w:ilvl w:val="0"/>
          <w:numId w:val="18"/>
        </w:numPr>
        <w:ind w:left="709" w:hanging="283"/>
        <w:rPr>
          <w:lang w:val="en-AU"/>
        </w:rPr>
      </w:pPr>
      <w:r>
        <w:rPr>
          <w:lang w:val="en-AU"/>
        </w:rPr>
        <w:t>D</w:t>
      </w:r>
      <w:r w:rsidRPr="00FD2C76">
        <w:rPr>
          <w:lang w:val="en-AU"/>
        </w:rPr>
        <w:t xml:space="preserve">ecision-making, choice and control </w:t>
      </w:r>
    </w:p>
    <w:p w14:paraId="0F150284" w14:textId="77777777" w:rsidR="006101D1" w:rsidRPr="00FD2C76" w:rsidRDefault="006101D1" w:rsidP="006101D1">
      <w:pPr>
        <w:pStyle w:val="BodyText"/>
        <w:numPr>
          <w:ilvl w:val="0"/>
          <w:numId w:val="18"/>
        </w:numPr>
        <w:ind w:left="709" w:hanging="283"/>
        <w:rPr>
          <w:lang w:val="en-AU"/>
        </w:rPr>
      </w:pPr>
      <w:r>
        <w:rPr>
          <w:lang w:val="en-AU"/>
        </w:rPr>
        <w:t>S</w:t>
      </w:r>
      <w:r w:rsidRPr="00FD2C76">
        <w:rPr>
          <w:lang w:val="en-AU"/>
        </w:rPr>
        <w:t>afety and wellbeing</w:t>
      </w:r>
    </w:p>
    <w:p w14:paraId="340E4BC3" w14:textId="77777777" w:rsidR="006101D1" w:rsidRPr="00FD2C76" w:rsidRDefault="006101D1" w:rsidP="006101D1">
      <w:pPr>
        <w:pStyle w:val="BodyText"/>
        <w:numPr>
          <w:ilvl w:val="0"/>
          <w:numId w:val="18"/>
        </w:numPr>
        <w:ind w:left="709" w:hanging="283"/>
        <w:rPr>
          <w:lang w:val="en-AU"/>
        </w:rPr>
      </w:pPr>
      <w:r>
        <w:rPr>
          <w:lang w:val="en-AU"/>
        </w:rPr>
        <w:t>C</w:t>
      </w:r>
      <w:r w:rsidRPr="00FD2C76">
        <w:rPr>
          <w:lang w:val="en-AU"/>
        </w:rPr>
        <w:t>itizenship and quality of life</w:t>
      </w:r>
      <w:r>
        <w:rPr>
          <w:lang w:val="en-AU"/>
        </w:rPr>
        <w:t>.</w:t>
      </w:r>
    </w:p>
    <w:p w14:paraId="6D1B8886" w14:textId="77777777" w:rsidR="00621A8F" w:rsidRDefault="00621A8F" w:rsidP="00DD4C6D">
      <w:pPr>
        <w:pStyle w:val="BodyText"/>
        <w:tabs>
          <w:tab w:val="left" w:pos="0"/>
        </w:tabs>
      </w:pPr>
    </w:p>
    <w:p w14:paraId="25D3E094" w14:textId="77777777" w:rsidR="005E4C6E" w:rsidRDefault="00995A60" w:rsidP="00DD4C6D">
      <w:pPr>
        <w:pStyle w:val="BodyText"/>
        <w:tabs>
          <w:tab w:val="left" w:pos="0"/>
        </w:tabs>
      </w:pPr>
      <w:r w:rsidRPr="00DD4C6D">
        <w:rPr>
          <w:b/>
        </w:rPr>
        <w:t>Service level safeguards</w:t>
      </w:r>
      <w:r>
        <w:t xml:space="preserve"> </w:t>
      </w:r>
    </w:p>
    <w:p w14:paraId="54517311" w14:textId="32F57FBE" w:rsidR="00621A8F" w:rsidRDefault="005E4C6E" w:rsidP="00DD4C6D">
      <w:pPr>
        <w:pStyle w:val="BodyText"/>
        <w:tabs>
          <w:tab w:val="left" w:pos="0"/>
        </w:tabs>
      </w:pPr>
      <w:r>
        <w:t>I</w:t>
      </w:r>
      <w:r w:rsidR="00995A60">
        <w:t>nclude quality frameworks, complaints mechanisms and workforce requirements such as qualifications, recruitment practices and performance standards.</w:t>
      </w:r>
    </w:p>
    <w:p w14:paraId="53B82CB7" w14:textId="77777777" w:rsidR="00621A8F" w:rsidRDefault="00621A8F" w:rsidP="00DD4C6D">
      <w:pPr>
        <w:pStyle w:val="BodyText"/>
        <w:tabs>
          <w:tab w:val="left" w:pos="0"/>
        </w:tabs>
      </w:pPr>
    </w:p>
    <w:p w14:paraId="1CCFAE96" w14:textId="77777777" w:rsidR="005E4C6E" w:rsidRDefault="00621A8F" w:rsidP="00DD4C6D">
      <w:pPr>
        <w:pStyle w:val="BodyText"/>
        <w:tabs>
          <w:tab w:val="left" w:pos="0"/>
        </w:tabs>
      </w:pPr>
      <w:r w:rsidRPr="00DD4C6D">
        <w:rPr>
          <w:b/>
        </w:rPr>
        <w:t>System level safeguards</w:t>
      </w:r>
      <w:r>
        <w:t xml:space="preserve"> </w:t>
      </w:r>
    </w:p>
    <w:p w14:paraId="7519E161" w14:textId="0F32739E" w:rsidR="00112058" w:rsidRDefault="005E4C6E" w:rsidP="00DD4C6D">
      <w:pPr>
        <w:pStyle w:val="BodyText"/>
        <w:tabs>
          <w:tab w:val="left" w:pos="0"/>
        </w:tabs>
      </w:pPr>
      <w:r>
        <w:t>I</w:t>
      </w:r>
      <w:r w:rsidR="00621A8F">
        <w:t>nclude internal and external processes for making complaints, processes to have decisions reviewed by an independent body and statutory powers.</w:t>
      </w:r>
    </w:p>
    <w:p w14:paraId="5B9844A4" w14:textId="7CE82F36" w:rsidR="00995A60" w:rsidRPr="00995A60" w:rsidRDefault="00621A8F" w:rsidP="00DD4C6D">
      <w:pPr>
        <w:pStyle w:val="BodyText"/>
        <w:tabs>
          <w:tab w:val="left" w:pos="0"/>
        </w:tabs>
      </w:pPr>
      <w:r>
        <w:t xml:space="preserve"> </w:t>
      </w:r>
    </w:p>
    <w:p w14:paraId="7B8E3173" w14:textId="4D61020F" w:rsidR="00347FE9" w:rsidRDefault="00995A60" w:rsidP="00085005">
      <w:pPr>
        <w:pStyle w:val="Heading2"/>
        <w:spacing w:before="0"/>
        <w:ind w:left="720"/>
      </w:pPr>
      <w:r>
        <w:t>Safeguarding</w:t>
      </w:r>
    </w:p>
    <w:p w14:paraId="4B5E10F0" w14:textId="1D8A34D7" w:rsidR="00310317" w:rsidRDefault="00C22A2C" w:rsidP="00C22A2C">
      <w:pPr>
        <w:pStyle w:val="BodyText"/>
        <w:contextualSpacing w:val="0"/>
        <w:rPr>
          <w:lang w:val="en-AU"/>
        </w:rPr>
      </w:pPr>
      <w:r w:rsidRPr="00FD2C76" w:rsidDel="0081523C">
        <w:rPr>
          <w:lang w:val="en-AU"/>
        </w:rPr>
        <w:t xml:space="preserve">When individuals are vulnerable and at risk of experiencing compromised </w:t>
      </w:r>
      <w:r w:rsidRPr="00FD2C76">
        <w:rPr>
          <w:lang w:val="en-AU"/>
        </w:rPr>
        <w:t xml:space="preserve">human rights or individual </w:t>
      </w:r>
      <w:r w:rsidRPr="00FD2C76" w:rsidDel="0081523C">
        <w:rPr>
          <w:lang w:val="en-AU"/>
        </w:rPr>
        <w:t xml:space="preserve">outcomes, safeguards </w:t>
      </w:r>
      <w:r w:rsidRPr="00FD2C76">
        <w:rPr>
          <w:lang w:val="en-AU"/>
        </w:rPr>
        <w:t xml:space="preserve">can </w:t>
      </w:r>
      <w:r w:rsidRPr="00FD2C76" w:rsidDel="0081523C">
        <w:rPr>
          <w:lang w:val="en-AU"/>
        </w:rPr>
        <w:t xml:space="preserve">provide preventative and </w:t>
      </w:r>
      <w:r w:rsidRPr="00FD2C76">
        <w:rPr>
          <w:lang w:val="en-AU"/>
        </w:rPr>
        <w:t>proactive</w:t>
      </w:r>
      <w:r w:rsidRPr="00FD2C76" w:rsidDel="0081523C">
        <w:rPr>
          <w:lang w:val="en-AU"/>
        </w:rPr>
        <w:t xml:space="preserve"> responses </w:t>
      </w:r>
      <w:r w:rsidRPr="00FD2C76">
        <w:rPr>
          <w:lang w:val="en-AU"/>
        </w:rPr>
        <w:t xml:space="preserve">which maximise the person’s skills and capacity, and/or address the environment and supports to </w:t>
      </w:r>
      <w:r w:rsidRPr="00FD2C76" w:rsidDel="0081523C">
        <w:rPr>
          <w:lang w:val="en-AU"/>
        </w:rPr>
        <w:t xml:space="preserve">minimise </w:t>
      </w:r>
      <w:r w:rsidRPr="00FD2C76">
        <w:rPr>
          <w:lang w:val="en-AU"/>
        </w:rPr>
        <w:t xml:space="preserve">their </w:t>
      </w:r>
      <w:r w:rsidRPr="00FD2C76" w:rsidDel="0081523C">
        <w:rPr>
          <w:lang w:val="en-AU"/>
        </w:rPr>
        <w:t xml:space="preserve">vulnerability and risk. </w:t>
      </w:r>
    </w:p>
    <w:p w14:paraId="4C713913" w14:textId="77777777" w:rsidR="00310317" w:rsidRPr="00FD2C76" w:rsidDel="0081523C" w:rsidRDefault="00310317" w:rsidP="00085005">
      <w:pPr>
        <w:pStyle w:val="BodyText"/>
        <w:spacing w:before="0"/>
        <w:contextualSpacing w:val="0"/>
        <w:rPr>
          <w:lang w:val="en-AU"/>
        </w:rPr>
      </w:pPr>
    </w:p>
    <w:p w14:paraId="03485839" w14:textId="314A1319" w:rsidR="00C22A2C" w:rsidRDefault="00310317" w:rsidP="00C22A2C">
      <w:pPr>
        <w:pStyle w:val="BodyText"/>
        <w:rPr>
          <w:lang w:val="en-AU"/>
        </w:rPr>
      </w:pPr>
      <w:r w:rsidRPr="00FD2C76">
        <w:rPr>
          <w:lang w:val="en-AU"/>
        </w:rPr>
        <w:t xml:space="preserve">As part of the WA NDIS planning process, safeguards for the person with disability are assessed and included in the plan, if required.  </w:t>
      </w:r>
    </w:p>
    <w:p w14:paraId="77C928F6" w14:textId="77777777" w:rsidR="00310317" w:rsidRPr="00FD2C76" w:rsidRDefault="00310317" w:rsidP="00C22A2C">
      <w:pPr>
        <w:pStyle w:val="BodyText"/>
        <w:rPr>
          <w:lang w:val="en-AU"/>
        </w:rPr>
      </w:pPr>
    </w:p>
    <w:p w14:paraId="096D2674" w14:textId="77777777" w:rsidR="00C22A2C" w:rsidRDefault="00C22A2C" w:rsidP="00C22A2C">
      <w:pPr>
        <w:pStyle w:val="BodyText"/>
        <w:rPr>
          <w:lang w:val="en-AU"/>
        </w:rPr>
      </w:pPr>
      <w:r w:rsidRPr="00FD2C76">
        <w:rPr>
          <w:lang w:val="en-AU"/>
        </w:rPr>
        <w:t>Safeguards should include a range of informal and formal supports, and mechanisms operating at the level of the individual, the community, their disability services and overarching government systems and legislation.</w:t>
      </w:r>
    </w:p>
    <w:p w14:paraId="294A53A4" w14:textId="77777777" w:rsidR="00356D70" w:rsidRDefault="00356D70" w:rsidP="00C22A2C">
      <w:pPr>
        <w:pStyle w:val="BodyText"/>
        <w:rPr>
          <w:lang w:val="en-AU"/>
        </w:rPr>
      </w:pPr>
    </w:p>
    <w:p w14:paraId="3B68D5E8" w14:textId="4322F17B" w:rsidR="00C22A2C" w:rsidRDefault="00C22A2C" w:rsidP="00085005">
      <w:pPr>
        <w:pStyle w:val="Heading2"/>
        <w:spacing w:before="0"/>
        <w:ind w:left="720"/>
      </w:pPr>
      <w:bookmarkStart w:id="1" w:name="_Toc455143165"/>
      <w:r>
        <w:t>Implementation</w:t>
      </w:r>
    </w:p>
    <w:p w14:paraId="3FE304BB" w14:textId="42AE0E72" w:rsidR="00C22A2C" w:rsidRPr="00FD2C76" w:rsidRDefault="00C22A2C" w:rsidP="00C22A2C">
      <w:pPr>
        <w:pStyle w:val="BodyText"/>
        <w:rPr>
          <w:lang w:val="en-AU"/>
        </w:rPr>
      </w:pPr>
      <w:r w:rsidRPr="00FD2C76">
        <w:rPr>
          <w:lang w:val="en-AU"/>
        </w:rPr>
        <w:t xml:space="preserve">This operational policy will be implemented in WA NDIS </w:t>
      </w:r>
      <w:r w:rsidR="00CC66FC">
        <w:rPr>
          <w:lang w:val="en-AU"/>
        </w:rPr>
        <w:t>areas</w:t>
      </w:r>
      <w:r w:rsidRPr="00FD2C76">
        <w:rPr>
          <w:lang w:val="en-AU"/>
        </w:rPr>
        <w:t>.</w:t>
      </w:r>
      <w:r w:rsidR="001F4B5E">
        <w:rPr>
          <w:lang w:val="en-AU"/>
        </w:rPr>
        <w:t xml:space="preserve"> </w:t>
      </w:r>
    </w:p>
    <w:p w14:paraId="2510FCAF" w14:textId="77777777" w:rsidR="00C22A2C" w:rsidRPr="00FD2C76" w:rsidRDefault="00C22A2C" w:rsidP="00085005">
      <w:pPr>
        <w:pStyle w:val="BodyText"/>
        <w:spacing w:before="0"/>
        <w:rPr>
          <w:lang w:val="en-AU"/>
        </w:rPr>
      </w:pPr>
    </w:p>
    <w:p w14:paraId="17BA86B1" w14:textId="331CC7D8" w:rsidR="00C22A2C" w:rsidRPr="00FD2C76" w:rsidRDefault="00C22A2C" w:rsidP="00C22A2C">
      <w:pPr>
        <w:pStyle w:val="BodyText"/>
        <w:rPr>
          <w:lang w:val="en-AU"/>
        </w:rPr>
      </w:pPr>
      <w:r w:rsidRPr="00FD2C76">
        <w:rPr>
          <w:lang w:val="en-AU"/>
        </w:rPr>
        <w:t>The consideration and determination of individual safeguards may be required in the everyday life of a</w:t>
      </w:r>
      <w:r w:rsidR="00310317">
        <w:rPr>
          <w:lang w:val="en-AU"/>
        </w:rPr>
        <w:t xml:space="preserve"> person and/</w:t>
      </w:r>
      <w:r w:rsidRPr="00FD2C76">
        <w:rPr>
          <w:lang w:val="en-AU"/>
        </w:rPr>
        <w:t>or in a particular decision, choice or situation.</w:t>
      </w:r>
    </w:p>
    <w:p w14:paraId="69CDE1DB" w14:textId="77777777" w:rsidR="00C22A2C" w:rsidRDefault="00C22A2C" w:rsidP="00C22A2C">
      <w:pPr>
        <w:pStyle w:val="BodyText"/>
        <w:rPr>
          <w:b/>
          <w:lang w:val="en-AU"/>
        </w:rPr>
      </w:pPr>
    </w:p>
    <w:p w14:paraId="176CBED5" w14:textId="77777777" w:rsidR="00310317" w:rsidRDefault="00310317" w:rsidP="00310317">
      <w:pPr>
        <w:pStyle w:val="BodyText"/>
        <w:rPr>
          <w:lang w:val="en-AU"/>
        </w:rPr>
      </w:pPr>
      <w:r w:rsidRPr="00FD2C76">
        <w:rPr>
          <w:lang w:val="en-AU"/>
        </w:rPr>
        <w:t>People supporting the person with disability in the consideration and determination of safeguards should, as far as possible, be free from conflict of interest and objectively focus on the individual’s interests in these considerations.</w:t>
      </w:r>
    </w:p>
    <w:p w14:paraId="3F6B6E21" w14:textId="77777777" w:rsidR="00310317" w:rsidRDefault="00310317" w:rsidP="00C22A2C">
      <w:pPr>
        <w:pStyle w:val="BodyText"/>
        <w:rPr>
          <w:b/>
          <w:lang w:val="en-AU"/>
        </w:rPr>
      </w:pPr>
    </w:p>
    <w:p w14:paraId="355BC5C2" w14:textId="68DA6BC6" w:rsidR="00F44A11" w:rsidRDefault="00F44A11" w:rsidP="00A21439">
      <w:pPr>
        <w:pStyle w:val="BodyText"/>
        <w:rPr>
          <w:lang w:val="en-AU"/>
        </w:rPr>
      </w:pPr>
      <w:r>
        <w:rPr>
          <w:lang w:val="en-AU"/>
        </w:rPr>
        <w:t xml:space="preserve">When developing </w:t>
      </w:r>
      <w:r w:rsidR="00310317">
        <w:rPr>
          <w:lang w:val="en-AU"/>
        </w:rPr>
        <w:t xml:space="preserve">or reviewing </w:t>
      </w:r>
      <w:r>
        <w:rPr>
          <w:lang w:val="en-AU"/>
        </w:rPr>
        <w:t>a plan, c</w:t>
      </w:r>
      <w:r w:rsidRPr="00FD2C76">
        <w:rPr>
          <w:lang w:val="en-AU"/>
        </w:rPr>
        <w:t>onsideration should be given to the person’s identified strengths, vulnerabilities and potential risks</w:t>
      </w:r>
      <w:r>
        <w:rPr>
          <w:lang w:val="en-AU"/>
        </w:rPr>
        <w:t xml:space="preserve"> </w:t>
      </w:r>
      <w:r w:rsidRPr="00FD2C76">
        <w:rPr>
          <w:lang w:val="en-AU"/>
        </w:rPr>
        <w:t xml:space="preserve">and </w:t>
      </w:r>
      <w:r w:rsidR="00310317">
        <w:rPr>
          <w:lang w:val="en-AU"/>
        </w:rPr>
        <w:t xml:space="preserve">to </w:t>
      </w:r>
      <w:r w:rsidRPr="00FD2C76">
        <w:rPr>
          <w:lang w:val="en-AU"/>
        </w:rPr>
        <w:t>incorporat</w:t>
      </w:r>
      <w:r w:rsidR="00310317">
        <w:rPr>
          <w:lang w:val="en-AU"/>
        </w:rPr>
        <w:t>ing</w:t>
      </w:r>
      <w:r w:rsidRPr="00FD2C76">
        <w:rPr>
          <w:lang w:val="en-AU"/>
        </w:rPr>
        <w:t xml:space="preserve"> safeguards, capacity and skill building into the plan strategies. A balance needs to be achieved between meeting duty of care responsibilities and </w:t>
      </w:r>
      <w:r>
        <w:rPr>
          <w:lang w:val="en-AU"/>
        </w:rPr>
        <w:t xml:space="preserve">acknowledging </w:t>
      </w:r>
      <w:r w:rsidRPr="00FD2C76">
        <w:rPr>
          <w:lang w:val="en-AU"/>
        </w:rPr>
        <w:t>the person’s freedom to make decisions</w:t>
      </w:r>
      <w:r w:rsidR="00C22A2C" w:rsidRPr="00FD2C76">
        <w:rPr>
          <w:lang w:val="en-AU"/>
        </w:rPr>
        <w:t>. All people have the freedom to make decisions and choices</w:t>
      </w:r>
      <w:r>
        <w:rPr>
          <w:lang w:val="en-AU"/>
        </w:rPr>
        <w:t xml:space="preserve"> that </w:t>
      </w:r>
      <w:r w:rsidR="00C22A2C" w:rsidRPr="00FD2C76">
        <w:rPr>
          <w:lang w:val="en-AU"/>
        </w:rPr>
        <w:t>expose</w:t>
      </w:r>
      <w:r>
        <w:rPr>
          <w:lang w:val="en-AU"/>
        </w:rPr>
        <w:t xml:space="preserve"> their </w:t>
      </w:r>
      <w:r w:rsidR="00C22A2C" w:rsidRPr="00FD2C76">
        <w:rPr>
          <w:lang w:val="en-AU"/>
        </w:rPr>
        <w:t xml:space="preserve">own self to a level of risk. </w:t>
      </w:r>
      <w:r w:rsidR="007E0FCB" w:rsidRPr="00FD2C76">
        <w:rPr>
          <w:lang w:val="en-AU"/>
        </w:rPr>
        <w:t xml:space="preserve">All people also have freedom to make mistakes, and learn and grow from trial and error. </w:t>
      </w:r>
      <w:r w:rsidR="00C22A2C" w:rsidRPr="00FD2C76">
        <w:rPr>
          <w:lang w:val="en-AU"/>
        </w:rPr>
        <w:t xml:space="preserve">This is referred to as </w:t>
      </w:r>
      <w:r>
        <w:rPr>
          <w:lang w:val="en-AU"/>
        </w:rPr>
        <w:t>dignity of risk</w:t>
      </w:r>
      <w:r w:rsidRPr="00FD2C76">
        <w:rPr>
          <w:lang w:val="en-AU"/>
        </w:rPr>
        <w:t xml:space="preserve">. </w:t>
      </w:r>
    </w:p>
    <w:p w14:paraId="1CBE7A79" w14:textId="77777777" w:rsidR="00F44A11" w:rsidRDefault="00F44A11" w:rsidP="00A21439">
      <w:pPr>
        <w:pStyle w:val="BodyText"/>
        <w:rPr>
          <w:lang w:val="en-AU"/>
        </w:rPr>
      </w:pPr>
    </w:p>
    <w:p w14:paraId="526D2303" w14:textId="1E656A9E" w:rsidR="00A21439" w:rsidRPr="00FD2C76" w:rsidRDefault="00A21439" w:rsidP="00A21439">
      <w:pPr>
        <w:pStyle w:val="BodyText"/>
        <w:rPr>
          <w:lang w:val="en-AU"/>
        </w:rPr>
      </w:pPr>
      <w:r w:rsidRPr="00FD2C76">
        <w:rPr>
          <w:lang w:val="en-AU"/>
        </w:rPr>
        <w:t>The Planning and Assessment Tool</w:t>
      </w:r>
      <w:r>
        <w:rPr>
          <w:lang w:val="en-AU"/>
        </w:rPr>
        <w:t>, used by a Local Coordinator when developing a person’s plan,</w:t>
      </w:r>
      <w:r w:rsidRPr="00FD2C76">
        <w:rPr>
          <w:lang w:val="en-AU"/>
        </w:rPr>
        <w:t xml:space="preserve"> includes an assessment of vulnerability and risk for the person with disability and assesses the per</w:t>
      </w:r>
      <w:r>
        <w:rPr>
          <w:lang w:val="en-AU"/>
        </w:rPr>
        <w:t xml:space="preserve">son’s decision-making ability. </w:t>
      </w:r>
      <w:r w:rsidRPr="00FD2C76">
        <w:rPr>
          <w:lang w:val="en-AU"/>
        </w:rPr>
        <w:t xml:space="preserve">This informs planning with regard to the safeguards that are currently in place and those that are recommended to be included.  </w:t>
      </w:r>
    </w:p>
    <w:p w14:paraId="3FE506A0" w14:textId="77777777" w:rsidR="00A21439" w:rsidRDefault="00A21439" w:rsidP="00C22A2C">
      <w:pPr>
        <w:pStyle w:val="BodyText"/>
        <w:rPr>
          <w:lang w:val="en-AU"/>
        </w:rPr>
      </w:pPr>
    </w:p>
    <w:p w14:paraId="503C0E7A" w14:textId="5EE75675" w:rsidR="00F44A11" w:rsidRDefault="00F44A11" w:rsidP="00F44A11">
      <w:pPr>
        <w:pStyle w:val="BodyText"/>
        <w:rPr>
          <w:b/>
          <w:lang w:val="en-AU"/>
        </w:rPr>
      </w:pPr>
      <w:r w:rsidRPr="00FD2C76">
        <w:rPr>
          <w:lang w:val="en-AU"/>
        </w:rPr>
        <w:t>When there are situations where the person with disability is unable to assess and identify risks, the family, carers and/or advocates should also be involved in the consideration and safeguards</w:t>
      </w:r>
      <w:r w:rsidR="00310317">
        <w:rPr>
          <w:b/>
          <w:lang w:val="en-AU"/>
        </w:rPr>
        <w:t>.</w:t>
      </w:r>
    </w:p>
    <w:p w14:paraId="55AC0AE6" w14:textId="77777777" w:rsidR="00532CE6" w:rsidRDefault="00532CE6" w:rsidP="00C22A2C">
      <w:pPr>
        <w:pStyle w:val="BodyText"/>
        <w:rPr>
          <w:lang w:val="en-AU"/>
        </w:rPr>
      </w:pPr>
    </w:p>
    <w:p w14:paraId="3BF8097A" w14:textId="0F269893" w:rsidR="00112058" w:rsidRDefault="00FB4778" w:rsidP="00C22A2C">
      <w:pPr>
        <w:pStyle w:val="BodyText"/>
        <w:rPr>
          <w:lang w:val="en-AU"/>
        </w:rPr>
      </w:pPr>
      <w:r>
        <w:rPr>
          <w:lang w:val="en-AU"/>
        </w:rPr>
        <w:t xml:space="preserve">Other mechanisms operate to assist in safeguarding people with disabilities and their families and carers. Such mechanisms include the People </w:t>
      </w:r>
      <w:proofErr w:type="gramStart"/>
      <w:r>
        <w:rPr>
          <w:lang w:val="en-AU"/>
        </w:rPr>
        <w:t>At</w:t>
      </w:r>
      <w:proofErr w:type="gramEnd"/>
      <w:r>
        <w:rPr>
          <w:lang w:val="en-AU"/>
        </w:rPr>
        <w:t xml:space="preserve"> Risk Team, Serious Incident Reporting, Positive Behaviour Support plans, and </w:t>
      </w:r>
      <w:r w:rsidR="00674072">
        <w:rPr>
          <w:lang w:val="en-AU"/>
        </w:rPr>
        <w:t xml:space="preserve">the </w:t>
      </w:r>
      <w:r w:rsidR="00310317">
        <w:rPr>
          <w:lang w:val="en-AU"/>
        </w:rPr>
        <w:t xml:space="preserve">role of the </w:t>
      </w:r>
      <w:r w:rsidR="00674072">
        <w:rPr>
          <w:lang w:val="en-AU"/>
        </w:rPr>
        <w:t>Regional Intensive Support Coordinator</w:t>
      </w:r>
      <w:r>
        <w:rPr>
          <w:lang w:val="en-AU"/>
        </w:rPr>
        <w:t xml:space="preserve">. </w:t>
      </w:r>
      <w:r w:rsidR="00A21439">
        <w:rPr>
          <w:lang w:val="en-AU"/>
        </w:rPr>
        <w:t xml:space="preserve">The relevant policies and procedures for these mechanisms can be found in Section 10. </w:t>
      </w:r>
      <w:proofErr w:type="gramStart"/>
      <w:r w:rsidR="00A21439">
        <w:rPr>
          <w:lang w:val="en-AU"/>
        </w:rPr>
        <w:t>Related Documents</w:t>
      </w:r>
      <w:r w:rsidR="00112058">
        <w:rPr>
          <w:lang w:val="en-AU"/>
        </w:rPr>
        <w:t>.</w:t>
      </w:r>
      <w:proofErr w:type="gramEnd"/>
    </w:p>
    <w:p w14:paraId="01AC4CDE" w14:textId="77777777" w:rsidR="00310317" w:rsidRDefault="00310317" w:rsidP="00C22A2C">
      <w:pPr>
        <w:pStyle w:val="BodyText"/>
        <w:rPr>
          <w:lang w:val="en-AU"/>
        </w:rPr>
      </w:pPr>
    </w:p>
    <w:p w14:paraId="4A0D9D6A" w14:textId="2B245121" w:rsidR="00310317" w:rsidRDefault="00310317" w:rsidP="00C22A2C">
      <w:pPr>
        <w:pStyle w:val="BodyText"/>
        <w:rPr>
          <w:lang w:val="en-AU"/>
        </w:rPr>
      </w:pPr>
      <w:r w:rsidRPr="00FD2C76">
        <w:rPr>
          <w:lang w:val="en-AU"/>
        </w:rPr>
        <w:t>The Disability Services Commission (</w:t>
      </w:r>
      <w:r>
        <w:rPr>
          <w:lang w:val="en-AU"/>
        </w:rPr>
        <w:t xml:space="preserve">the </w:t>
      </w:r>
      <w:r w:rsidRPr="00FD2C76">
        <w:rPr>
          <w:lang w:val="en-AU"/>
        </w:rPr>
        <w:t>Commission) has developed a Position Paper for Individual Safeguarding which promotes understanding and best practice in safeguarding with</w:t>
      </w:r>
      <w:r>
        <w:rPr>
          <w:lang w:val="en-AU"/>
        </w:rPr>
        <w:t xml:space="preserve"> </w:t>
      </w:r>
      <w:r w:rsidRPr="00FD2C76">
        <w:rPr>
          <w:lang w:val="en-AU"/>
        </w:rPr>
        <w:t xml:space="preserve">Commission funded and/or provided disability services. </w:t>
      </w:r>
    </w:p>
    <w:p w14:paraId="15B141B1" w14:textId="6FFCB573" w:rsidR="00CC66FC" w:rsidRPr="00B97EF3" w:rsidRDefault="00F44A11" w:rsidP="00085005">
      <w:pPr>
        <w:pStyle w:val="Heading2"/>
        <w:spacing w:before="0"/>
        <w:ind w:left="720"/>
      </w:pPr>
      <w:r w:rsidRPr="00085005">
        <w:rPr>
          <w:sz w:val="24"/>
          <w:szCs w:val="24"/>
        </w:rPr>
        <w:t xml:space="preserve"> </w:t>
      </w:r>
      <w:r w:rsidR="00CC66FC" w:rsidRPr="00B97EF3">
        <w:t>Compliance</w:t>
      </w:r>
    </w:p>
    <w:p w14:paraId="49CEEEB7" w14:textId="7B1AC504" w:rsidR="0061113E" w:rsidRDefault="00CC66FC" w:rsidP="00085005">
      <w:pPr>
        <w:spacing w:before="120"/>
        <w:rPr>
          <w:rFonts w:ascii="Arial" w:eastAsia="Arial" w:hAnsi="Arial" w:cs="Arial"/>
          <w:b/>
          <w:bCs/>
          <w:color w:val="00688B"/>
          <w:spacing w:val="-1"/>
          <w:sz w:val="26"/>
          <w:szCs w:val="36"/>
        </w:rPr>
      </w:pPr>
      <w:r w:rsidRPr="00625FEF">
        <w:rPr>
          <w:rStyle w:val="PlaceholderText"/>
          <w:color w:val="auto"/>
        </w:rPr>
        <w:t>Compliance with this policy is mandatory</w:t>
      </w:r>
      <w:r>
        <w:rPr>
          <w:rStyle w:val="PlaceholderText"/>
          <w:color w:val="auto"/>
        </w:rPr>
        <w:t>.</w:t>
      </w:r>
    </w:p>
    <w:p w14:paraId="73586A25" w14:textId="77777777" w:rsidR="00356D70" w:rsidRDefault="00356D70">
      <w:pPr>
        <w:rPr>
          <w:rFonts w:ascii="Arial" w:eastAsia="Arial" w:hAnsi="Arial" w:cs="Arial"/>
          <w:b/>
          <w:bCs/>
          <w:color w:val="00688B"/>
          <w:spacing w:val="-1"/>
          <w:sz w:val="26"/>
          <w:szCs w:val="36"/>
        </w:rPr>
      </w:pPr>
    </w:p>
    <w:p w14:paraId="336142D4" w14:textId="5E0A3CE4" w:rsidR="00E0480A" w:rsidRDefault="00E0480A" w:rsidP="00085005">
      <w:pPr>
        <w:pStyle w:val="Heading2"/>
        <w:spacing w:before="0"/>
        <w:ind w:left="720"/>
      </w:pPr>
      <w:r>
        <w:t>Communication</w:t>
      </w:r>
      <w:bookmarkEnd w:id="1"/>
    </w:p>
    <w:p w14:paraId="354D86B9" w14:textId="77777777" w:rsidR="008569B5" w:rsidRDefault="00625FEF" w:rsidP="00B97EF3">
      <w:pPr>
        <w:pStyle w:val="BodyText"/>
      </w:pPr>
      <w:r w:rsidRPr="00625FEF">
        <w:t>This document will be published on the Commission’s website and intranet, and relevant employees and other stakeholders advised of its existence.</w:t>
      </w:r>
    </w:p>
    <w:p w14:paraId="7FE3A0C9" w14:textId="77777777" w:rsidR="00112058" w:rsidRPr="00625FEF" w:rsidRDefault="00112058" w:rsidP="00B97EF3">
      <w:pPr>
        <w:pStyle w:val="BodyText"/>
        <w:rPr>
          <w:rStyle w:val="PlaceholderText"/>
          <w:color w:val="auto"/>
        </w:rPr>
      </w:pPr>
    </w:p>
    <w:p w14:paraId="7A363A86" w14:textId="77777777" w:rsidR="00E0480A" w:rsidRDefault="00E0480A" w:rsidP="00085005">
      <w:pPr>
        <w:pStyle w:val="Heading2"/>
        <w:spacing w:before="0"/>
        <w:ind w:left="720"/>
      </w:pPr>
      <w:bookmarkStart w:id="2" w:name="_Toc455143164"/>
      <w:r>
        <w:t>Evaluation and review</w:t>
      </w:r>
      <w:bookmarkEnd w:id="2"/>
    </w:p>
    <w:p w14:paraId="0D702649" w14:textId="4D051959" w:rsidR="008569B5" w:rsidRDefault="00625FEF" w:rsidP="00B97EF3">
      <w:pPr>
        <w:pStyle w:val="BodyText"/>
        <w:rPr>
          <w:rStyle w:val="PlaceholderText"/>
          <w:color w:val="auto"/>
        </w:rPr>
      </w:pPr>
      <w:r w:rsidRPr="00625FEF">
        <w:t xml:space="preserve">This policy will be </w:t>
      </w:r>
      <w:r w:rsidR="00C22A2C">
        <w:t xml:space="preserve">reviewed in </w:t>
      </w:r>
      <w:r w:rsidR="00241883">
        <w:t>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00E0480A" w:rsidRPr="00B97EF3">
        <w:rPr>
          <w:rStyle w:val="PlaceholderText"/>
          <w:color w:val="auto"/>
        </w:rPr>
        <w:t xml:space="preserve">. </w:t>
      </w:r>
      <w:bookmarkStart w:id="3" w:name="_Toc455143166"/>
    </w:p>
    <w:p w14:paraId="64D43C74" w14:textId="77777777" w:rsidR="00112058" w:rsidRPr="00B97EF3" w:rsidRDefault="00112058" w:rsidP="00B97EF3">
      <w:pPr>
        <w:pStyle w:val="BodyText"/>
      </w:pPr>
    </w:p>
    <w:p w14:paraId="22797EE3" w14:textId="77777777" w:rsidR="00E0480A" w:rsidRDefault="00E0480A" w:rsidP="00085005">
      <w:pPr>
        <w:pStyle w:val="Heading2"/>
        <w:spacing w:before="0"/>
        <w:ind w:left="720"/>
      </w:pPr>
      <w:r>
        <w:t>Related documents</w:t>
      </w:r>
      <w:bookmarkEnd w:id="3"/>
    </w:p>
    <w:p w14:paraId="2A057F11" w14:textId="57AA3E94" w:rsidR="00C22A2C" w:rsidRPr="00FD2C76" w:rsidRDefault="00C22A2C" w:rsidP="00C22A2C">
      <w:pPr>
        <w:pStyle w:val="BodyText"/>
        <w:rPr>
          <w:lang w:val="en-AU"/>
        </w:rPr>
      </w:pPr>
      <w:r w:rsidRPr="00FD2C76">
        <w:rPr>
          <w:lang w:val="en-AU"/>
        </w:rPr>
        <w:t>I</w:t>
      </w:r>
      <w:r>
        <w:rPr>
          <w:lang w:val="en-AU"/>
        </w:rPr>
        <w:t>ndividual Safeguarding</w:t>
      </w:r>
      <w:r w:rsidR="0049702A" w:rsidRPr="0049702A">
        <w:rPr>
          <w:lang w:val="en-AU"/>
        </w:rPr>
        <w:t xml:space="preserve"> </w:t>
      </w:r>
      <w:r w:rsidR="0049702A" w:rsidRPr="00FD2C76">
        <w:rPr>
          <w:lang w:val="en-AU"/>
        </w:rPr>
        <w:t>Position Paper</w:t>
      </w:r>
    </w:p>
    <w:p w14:paraId="2FE87649" w14:textId="392F860A" w:rsidR="00C22A2C" w:rsidRPr="00FD2C76" w:rsidRDefault="0049702A" w:rsidP="00C22A2C">
      <w:pPr>
        <w:pStyle w:val="BodyText"/>
        <w:rPr>
          <w:lang w:val="en-AU"/>
        </w:rPr>
      </w:pPr>
      <w:r>
        <w:rPr>
          <w:lang w:val="en-AU"/>
        </w:rPr>
        <w:t>NDIS</w:t>
      </w:r>
      <w:r w:rsidR="00C22A2C" w:rsidRPr="00FD2C76">
        <w:rPr>
          <w:lang w:val="en-AU"/>
        </w:rPr>
        <w:t xml:space="preserve"> (Planning and Assessment – Ri</w:t>
      </w:r>
      <w:r w:rsidR="00C22A2C">
        <w:rPr>
          <w:lang w:val="en-AU"/>
        </w:rPr>
        <w:t>sks and Safeguards) Rules</w:t>
      </w:r>
    </w:p>
    <w:p w14:paraId="05B78841" w14:textId="77777777" w:rsidR="0061113E" w:rsidRDefault="00E57F8D" w:rsidP="00C22A2C">
      <w:pPr>
        <w:pStyle w:val="BodyText"/>
        <w:rPr>
          <w:lang w:val="en-AU"/>
        </w:rPr>
      </w:pPr>
      <w:r>
        <w:rPr>
          <w:lang w:val="en-AU"/>
        </w:rPr>
        <w:t>WA NDIS Operational Polic</w:t>
      </w:r>
      <w:r w:rsidR="0061113E">
        <w:rPr>
          <w:lang w:val="en-AU"/>
        </w:rPr>
        <w:t>ies:</w:t>
      </w:r>
    </w:p>
    <w:p w14:paraId="040E9076" w14:textId="6F35F20A" w:rsidR="00E57F8D" w:rsidRDefault="00E57F8D" w:rsidP="00085005">
      <w:pPr>
        <w:pStyle w:val="BodyText"/>
        <w:numPr>
          <w:ilvl w:val="0"/>
          <w:numId w:val="19"/>
        </w:numPr>
        <w:rPr>
          <w:lang w:val="en-AU"/>
        </w:rPr>
      </w:pPr>
      <w:r>
        <w:rPr>
          <w:lang w:val="en-AU"/>
        </w:rPr>
        <w:t>Prioritisation of Plans</w:t>
      </w:r>
    </w:p>
    <w:p w14:paraId="5688B5FC" w14:textId="48617326" w:rsidR="00D306DD" w:rsidRPr="00FD2C76" w:rsidRDefault="00D306DD" w:rsidP="00085005">
      <w:pPr>
        <w:pStyle w:val="BodyText"/>
        <w:numPr>
          <w:ilvl w:val="0"/>
          <w:numId w:val="19"/>
        </w:numPr>
        <w:rPr>
          <w:lang w:val="en-AU"/>
        </w:rPr>
      </w:pPr>
      <w:r>
        <w:rPr>
          <w:lang w:val="en-AU"/>
        </w:rPr>
        <w:t>Support Needs Assessment</w:t>
      </w:r>
      <w:r w:rsidR="00986178">
        <w:rPr>
          <w:lang w:val="en-AU"/>
        </w:rPr>
        <w:t xml:space="preserve"> </w:t>
      </w:r>
    </w:p>
    <w:p w14:paraId="55BA74B7" w14:textId="5D8B4EF9" w:rsidR="00C22A2C" w:rsidRPr="00FD2C76" w:rsidRDefault="00C22A2C" w:rsidP="00C22A2C">
      <w:pPr>
        <w:pStyle w:val="BodyText"/>
        <w:rPr>
          <w:lang w:val="en-AU"/>
        </w:rPr>
      </w:pPr>
      <w:r w:rsidRPr="00FD2C76">
        <w:rPr>
          <w:lang w:val="en-AU"/>
        </w:rPr>
        <w:t>Adult Planning and Assessment Tool and Child Planning and Assessment Tool</w:t>
      </w:r>
    </w:p>
    <w:p w14:paraId="6D1C6718" w14:textId="77777777" w:rsidR="00C22A2C" w:rsidRPr="00FD2C76" w:rsidRDefault="00C22A2C" w:rsidP="00C22A2C">
      <w:pPr>
        <w:pStyle w:val="BodyText"/>
        <w:rPr>
          <w:lang w:val="en-AU"/>
        </w:rPr>
      </w:pPr>
      <w:r>
        <w:rPr>
          <w:lang w:val="en-AU"/>
        </w:rPr>
        <w:t>Family and Domestic Violence P</w:t>
      </w:r>
      <w:r w:rsidRPr="00FD2C76">
        <w:rPr>
          <w:lang w:val="en-AU"/>
        </w:rPr>
        <w:t xml:space="preserve">olicy </w:t>
      </w:r>
    </w:p>
    <w:p w14:paraId="75AC0305" w14:textId="44617BF3" w:rsidR="00C22A2C" w:rsidRDefault="00C22A2C" w:rsidP="00C22A2C">
      <w:pPr>
        <w:pStyle w:val="BodyText"/>
        <w:rPr>
          <w:lang w:val="en-AU"/>
        </w:rPr>
      </w:pPr>
      <w:r w:rsidRPr="00FD2C76">
        <w:rPr>
          <w:lang w:val="en-AU"/>
        </w:rPr>
        <w:t>Managing Allegations of Ill</w:t>
      </w:r>
      <w:r>
        <w:rPr>
          <w:lang w:val="en-AU"/>
        </w:rPr>
        <w:t xml:space="preserve"> Treatment or Neglect</w:t>
      </w:r>
      <w:r w:rsidR="007E0FCB">
        <w:rPr>
          <w:lang w:val="en-AU"/>
        </w:rPr>
        <w:t xml:space="preserve"> of a Person with Disability Policy</w:t>
      </w:r>
      <w:r w:rsidR="003E558F">
        <w:rPr>
          <w:lang w:val="en-AU"/>
        </w:rPr>
        <w:t xml:space="preserve"> and Procedures</w:t>
      </w:r>
    </w:p>
    <w:p w14:paraId="17D3368A" w14:textId="7D9EB536" w:rsidR="00C22A2C" w:rsidRPr="00FD2C76" w:rsidRDefault="00C22A2C" w:rsidP="00C22A2C">
      <w:pPr>
        <w:pStyle w:val="BodyText"/>
        <w:rPr>
          <w:lang w:val="en-AU"/>
        </w:rPr>
      </w:pPr>
      <w:r w:rsidRPr="00FD2C76">
        <w:rPr>
          <w:lang w:val="en-AU"/>
        </w:rPr>
        <w:t>People at Risk Policy</w:t>
      </w:r>
      <w:r w:rsidR="0061113E">
        <w:rPr>
          <w:lang w:val="en-AU"/>
        </w:rPr>
        <w:t>,</w:t>
      </w:r>
      <w:r w:rsidRPr="00FD2C76">
        <w:rPr>
          <w:lang w:val="en-AU"/>
        </w:rPr>
        <w:t xml:space="preserve"> </w:t>
      </w:r>
      <w:r w:rsidR="0049702A">
        <w:rPr>
          <w:lang w:val="en-AU"/>
        </w:rPr>
        <w:t>P</w:t>
      </w:r>
      <w:r w:rsidR="0061113E">
        <w:rPr>
          <w:lang w:val="en-AU"/>
        </w:rPr>
        <w:t>rocedure</w:t>
      </w:r>
      <w:r w:rsidR="003E558F">
        <w:rPr>
          <w:lang w:val="en-AU"/>
        </w:rPr>
        <w:t xml:space="preserve"> and </w:t>
      </w:r>
      <w:r w:rsidRPr="00FD2C76">
        <w:rPr>
          <w:lang w:val="en-AU"/>
        </w:rPr>
        <w:t xml:space="preserve">Operational Guidelines </w:t>
      </w:r>
    </w:p>
    <w:p w14:paraId="5C06EB2F" w14:textId="77777777" w:rsidR="007E0FCB" w:rsidRPr="00FD2C76" w:rsidRDefault="007E0FCB" w:rsidP="00C22A2C">
      <w:pPr>
        <w:pStyle w:val="BodyText"/>
        <w:rPr>
          <w:lang w:val="en-AU"/>
        </w:rPr>
      </w:pPr>
      <w:r>
        <w:rPr>
          <w:lang w:val="en-AU"/>
        </w:rPr>
        <w:t>Positive Behaviour Support Operational Procedures</w:t>
      </w:r>
    </w:p>
    <w:p w14:paraId="17013BC0" w14:textId="7CBFD691" w:rsidR="00C22A2C" w:rsidRPr="00FD2C76" w:rsidRDefault="00C22A2C" w:rsidP="00C22A2C">
      <w:pPr>
        <w:pStyle w:val="BodyText"/>
        <w:rPr>
          <w:lang w:val="en-AU"/>
        </w:rPr>
      </w:pPr>
      <w:r w:rsidRPr="00FD2C76">
        <w:rPr>
          <w:lang w:val="en-AU"/>
        </w:rPr>
        <w:t>Serious Incident Reporting Guidelines</w:t>
      </w:r>
      <w:r w:rsidR="003E558F">
        <w:rPr>
          <w:lang w:val="en-AU"/>
        </w:rPr>
        <w:t xml:space="preserve"> and </w:t>
      </w:r>
      <w:r w:rsidRPr="00FD2C76">
        <w:rPr>
          <w:lang w:val="en-AU"/>
        </w:rPr>
        <w:t>Process Fact</w:t>
      </w:r>
      <w:r w:rsidR="00A03739">
        <w:rPr>
          <w:lang w:val="en-AU"/>
        </w:rPr>
        <w:t xml:space="preserve"> </w:t>
      </w:r>
      <w:r w:rsidRPr="00FD2C76">
        <w:rPr>
          <w:lang w:val="en-AU"/>
        </w:rPr>
        <w:t>sheet</w:t>
      </w:r>
    </w:p>
    <w:p w14:paraId="255E035A" w14:textId="77777777" w:rsidR="00E0480A" w:rsidRDefault="00C22A2C" w:rsidP="00C22A2C">
      <w:pPr>
        <w:pStyle w:val="BodyText"/>
        <w:rPr>
          <w:lang w:val="en-AU"/>
        </w:rPr>
      </w:pPr>
      <w:r w:rsidRPr="00FD2C76">
        <w:rPr>
          <w:lang w:val="en-AU"/>
        </w:rPr>
        <w:t>Code of Practice for the Elimination of Restrictive Practice</w:t>
      </w:r>
    </w:p>
    <w:p w14:paraId="55DA70D5" w14:textId="597B7EB6" w:rsidR="005371D0" w:rsidRDefault="005371D0" w:rsidP="00C22A2C">
      <w:pPr>
        <w:pStyle w:val="BodyText"/>
        <w:rPr>
          <w:lang w:val="en-AU"/>
        </w:rPr>
      </w:pPr>
      <w:r>
        <w:rPr>
          <w:lang w:val="en-AU"/>
        </w:rPr>
        <w:t>Elimination of Restrictive Practices Policy</w:t>
      </w:r>
      <w:r w:rsidR="003E558F">
        <w:rPr>
          <w:lang w:val="en-AU"/>
        </w:rPr>
        <w:t xml:space="preserve"> and </w:t>
      </w:r>
      <w:r>
        <w:rPr>
          <w:lang w:val="en-AU"/>
        </w:rPr>
        <w:t>Operational Procedures</w:t>
      </w:r>
      <w:bookmarkStart w:id="4" w:name="_GoBack"/>
      <w:bookmarkEnd w:id="4"/>
    </w:p>
    <w:sectPr w:rsidR="005371D0" w:rsidSect="00085005">
      <w:type w:val="continuous"/>
      <w:pgSz w:w="11910" w:h="16840"/>
      <w:pgMar w:top="1134" w:right="1134" w:bottom="851"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379A0" w14:textId="77777777" w:rsidR="00DD4C6D" w:rsidRDefault="00DD4C6D">
      <w:r>
        <w:separator/>
      </w:r>
    </w:p>
  </w:endnote>
  <w:endnote w:type="continuationSeparator" w:id="0">
    <w:p w14:paraId="369330C9" w14:textId="77777777" w:rsidR="00DD4C6D" w:rsidRDefault="00DD4C6D">
      <w:r>
        <w:continuationSeparator/>
      </w:r>
    </w:p>
  </w:endnote>
  <w:endnote w:type="continuationNotice" w:id="1">
    <w:p w14:paraId="6ED5DC9A" w14:textId="77777777" w:rsidR="00DD4C6D" w:rsidRDefault="00DD4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684876"/>
      <w:docPartObj>
        <w:docPartGallery w:val="Page Numbers (Bottom of Page)"/>
        <w:docPartUnique/>
      </w:docPartObj>
    </w:sdtPr>
    <w:sdtEndPr>
      <w:rPr>
        <w:noProof/>
      </w:rPr>
    </w:sdtEndPr>
    <w:sdtContent>
      <w:p w14:paraId="2410C917" w14:textId="77777777" w:rsidR="00CE6F01" w:rsidRDefault="00CE6F01" w:rsidP="00E9200F">
        <w:pPr>
          <w:pStyle w:val="Footer"/>
          <w:ind w:left="-567"/>
          <w:jc w:val="right"/>
        </w:pPr>
        <w:r>
          <w:rPr>
            <w:rFonts w:ascii="Arial" w:hAnsi="Arial" w:cs="Arial"/>
            <w:noProof/>
            <w:sz w:val="24"/>
            <w:szCs w:val="24"/>
            <w:lang w:val="en-AU" w:eastAsia="en-AU"/>
          </w:rPr>
          <w:drawing>
            <wp:inline distT="0" distB="0" distL="0" distR="0" wp14:anchorId="4CD80724" wp14:editId="1696BEC1">
              <wp:extent cx="6931025" cy="34734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14:paraId="32FF4CA0" w14:textId="77777777" w:rsidR="00CE6F01" w:rsidRDefault="00CE6F01" w:rsidP="00CE6F01">
    <w:pPr>
      <w:pStyle w:val="Footer"/>
    </w:pPr>
  </w:p>
  <w:p w14:paraId="072B64BB" w14:textId="77777777" w:rsidR="00CE6F01" w:rsidRDefault="00CE6F0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342FEB">
      <w:rPr>
        <w:rFonts w:ascii="Arial" w:hAnsi="Arial" w:cs="Arial"/>
        <w:noProof/>
        <w:sz w:val="24"/>
        <w:szCs w:val="24"/>
      </w:rPr>
      <w:t>4</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83541"/>
      <w:docPartObj>
        <w:docPartGallery w:val="Page Numbers (Bottom of Page)"/>
        <w:docPartUnique/>
      </w:docPartObj>
    </w:sdtPr>
    <w:sdtEndPr>
      <w:rPr>
        <w:noProof/>
      </w:rPr>
    </w:sdtEndPr>
    <w:sdtContent>
      <w:p w14:paraId="4BC2CCB5" w14:textId="77777777" w:rsidR="007B711A" w:rsidRDefault="009C5AFA" w:rsidP="00555B13">
        <w:pPr>
          <w:pStyle w:val="Footer"/>
          <w:ind w:left="-567"/>
          <w:jc w:val="right"/>
        </w:pPr>
        <w:r>
          <w:rPr>
            <w:rFonts w:ascii="Arial" w:hAnsi="Arial" w:cs="Arial"/>
            <w:noProof/>
            <w:sz w:val="24"/>
            <w:szCs w:val="24"/>
            <w:lang w:val="en-AU" w:eastAsia="en-AU"/>
          </w:rPr>
          <w:drawing>
            <wp:inline distT="0" distB="0" distL="0" distR="0" wp14:anchorId="1A2516FB" wp14:editId="1BEF5AA6">
              <wp:extent cx="6931025" cy="34734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14:paraId="0B341034" w14:textId="77777777" w:rsidR="00B961BB" w:rsidRDefault="00B961BB">
    <w:pPr>
      <w:pStyle w:val="Footer"/>
    </w:pPr>
  </w:p>
  <w:p w14:paraId="675E4333" w14:textId="77777777" w:rsidR="009C5AFA" w:rsidRDefault="009C5AFA"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342FEB">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DF510" w14:textId="77777777" w:rsidR="00DD4C6D" w:rsidRDefault="00DD4C6D">
      <w:r>
        <w:separator/>
      </w:r>
    </w:p>
  </w:footnote>
  <w:footnote w:type="continuationSeparator" w:id="0">
    <w:p w14:paraId="7AF540BE" w14:textId="77777777" w:rsidR="00DD4C6D" w:rsidRDefault="00DD4C6D">
      <w:r>
        <w:continuationSeparator/>
      </w:r>
    </w:p>
  </w:footnote>
  <w:footnote w:type="continuationNotice" w:id="1">
    <w:p w14:paraId="4F4B2A93" w14:textId="77777777" w:rsidR="00DD4C6D" w:rsidRDefault="00DD4C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C8A42" w14:textId="77777777" w:rsidR="00DD4C6D" w:rsidRDefault="00DD4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FC535" w14:textId="77777777" w:rsidR="00356DD0" w:rsidRDefault="00356DD0" w:rsidP="00356DD0">
    <w:pPr>
      <w:pStyle w:val="Header"/>
      <w:tabs>
        <w:tab w:val="clear" w:pos="4320"/>
        <w:tab w:val="clear" w:pos="8640"/>
      </w:tabs>
      <w:ind w:right="283"/>
      <w:jc w:val="right"/>
      <w:rPr>
        <w:rFonts w:ascii="Arial" w:hAnsi="Arial" w:cs="Arial"/>
        <w:b/>
        <w:sz w:val="24"/>
        <w:szCs w:val="24"/>
      </w:rPr>
    </w:pPr>
  </w:p>
  <w:p w14:paraId="575D6502" w14:textId="77777777" w:rsidR="00874EBC" w:rsidRDefault="00034BDB" w:rsidP="00356DD0">
    <w:pPr>
      <w:pStyle w:val="Header"/>
      <w:tabs>
        <w:tab w:val="clear" w:pos="4320"/>
        <w:tab w:val="clear" w:pos="8640"/>
      </w:tabs>
      <w:ind w:right="283"/>
      <w:jc w:val="right"/>
    </w:pPr>
    <w:r>
      <w:rPr>
        <w:rFonts w:ascii="Arial" w:eastAsia="Arial" w:hAnsi="Arial" w:cs="Arial"/>
        <w:bCs/>
        <w:noProof/>
        <w:color w:val="FFFFFF" w:themeColor="background1"/>
        <w:spacing w:val="-1"/>
        <w:sz w:val="24"/>
        <w:szCs w:val="24"/>
        <w:lang w:val="en-AU" w:eastAsia="en-AU"/>
      </w:rPr>
      <w:drawing>
        <wp:anchor distT="0" distB="0" distL="114300" distR="114300" simplePos="0" relativeHeight="251659264" behindDoc="1" locked="0" layoutInCell="1" allowOverlap="1" wp14:anchorId="1DEE8290" wp14:editId="62139558">
          <wp:simplePos x="0" y="0"/>
          <wp:positionH relativeFrom="column">
            <wp:posOffset>-6985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2">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4">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5">
    <w:nsid w:val="2BC568EA"/>
    <w:multiLevelType w:val="hybridMultilevel"/>
    <w:tmpl w:val="339C3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02E7FA9"/>
    <w:multiLevelType w:val="hybridMultilevel"/>
    <w:tmpl w:val="A1EE9392"/>
    <w:lvl w:ilvl="0" w:tplc="0C090001">
      <w:start w:val="1"/>
      <w:numFmt w:val="bullet"/>
      <w:lvlText w:val=""/>
      <w:lvlJc w:val="left"/>
      <w:pPr>
        <w:ind w:left="1174" w:hanging="360"/>
      </w:pPr>
      <w:rPr>
        <w:rFonts w:ascii="Symbol" w:hAnsi="Symbol" w:hint="default"/>
      </w:rPr>
    </w:lvl>
    <w:lvl w:ilvl="1" w:tplc="0C090003" w:tentative="1">
      <w:start w:val="1"/>
      <w:numFmt w:val="bullet"/>
      <w:lvlText w:val="o"/>
      <w:lvlJc w:val="left"/>
      <w:pPr>
        <w:ind w:left="1894" w:hanging="360"/>
      </w:pPr>
      <w:rPr>
        <w:rFonts w:ascii="Courier New" w:hAnsi="Courier New" w:cs="Courier New" w:hint="default"/>
      </w:rPr>
    </w:lvl>
    <w:lvl w:ilvl="2" w:tplc="0C090005" w:tentative="1">
      <w:start w:val="1"/>
      <w:numFmt w:val="bullet"/>
      <w:lvlText w:val=""/>
      <w:lvlJc w:val="left"/>
      <w:pPr>
        <w:ind w:left="2614" w:hanging="360"/>
      </w:pPr>
      <w:rPr>
        <w:rFonts w:ascii="Wingdings" w:hAnsi="Wingdings" w:hint="default"/>
      </w:rPr>
    </w:lvl>
    <w:lvl w:ilvl="3" w:tplc="0C090001" w:tentative="1">
      <w:start w:val="1"/>
      <w:numFmt w:val="bullet"/>
      <w:lvlText w:val=""/>
      <w:lvlJc w:val="left"/>
      <w:pPr>
        <w:ind w:left="3334" w:hanging="360"/>
      </w:pPr>
      <w:rPr>
        <w:rFonts w:ascii="Symbol" w:hAnsi="Symbol" w:hint="default"/>
      </w:rPr>
    </w:lvl>
    <w:lvl w:ilvl="4" w:tplc="0C090003" w:tentative="1">
      <w:start w:val="1"/>
      <w:numFmt w:val="bullet"/>
      <w:lvlText w:val="o"/>
      <w:lvlJc w:val="left"/>
      <w:pPr>
        <w:ind w:left="4054" w:hanging="360"/>
      </w:pPr>
      <w:rPr>
        <w:rFonts w:ascii="Courier New" w:hAnsi="Courier New" w:cs="Courier New" w:hint="default"/>
      </w:rPr>
    </w:lvl>
    <w:lvl w:ilvl="5" w:tplc="0C090005" w:tentative="1">
      <w:start w:val="1"/>
      <w:numFmt w:val="bullet"/>
      <w:lvlText w:val=""/>
      <w:lvlJc w:val="left"/>
      <w:pPr>
        <w:ind w:left="4774" w:hanging="360"/>
      </w:pPr>
      <w:rPr>
        <w:rFonts w:ascii="Wingdings" w:hAnsi="Wingdings" w:hint="default"/>
      </w:rPr>
    </w:lvl>
    <w:lvl w:ilvl="6" w:tplc="0C090001" w:tentative="1">
      <w:start w:val="1"/>
      <w:numFmt w:val="bullet"/>
      <w:lvlText w:val=""/>
      <w:lvlJc w:val="left"/>
      <w:pPr>
        <w:ind w:left="5494" w:hanging="360"/>
      </w:pPr>
      <w:rPr>
        <w:rFonts w:ascii="Symbol" w:hAnsi="Symbol" w:hint="default"/>
      </w:rPr>
    </w:lvl>
    <w:lvl w:ilvl="7" w:tplc="0C090003" w:tentative="1">
      <w:start w:val="1"/>
      <w:numFmt w:val="bullet"/>
      <w:lvlText w:val="o"/>
      <w:lvlJc w:val="left"/>
      <w:pPr>
        <w:ind w:left="6214" w:hanging="360"/>
      </w:pPr>
      <w:rPr>
        <w:rFonts w:ascii="Courier New" w:hAnsi="Courier New" w:cs="Courier New" w:hint="default"/>
      </w:rPr>
    </w:lvl>
    <w:lvl w:ilvl="8" w:tplc="0C090005" w:tentative="1">
      <w:start w:val="1"/>
      <w:numFmt w:val="bullet"/>
      <w:lvlText w:val=""/>
      <w:lvlJc w:val="left"/>
      <w:pPr>
        <w:ind w:left="6934" w:hanging="360"/>
      </w:pPr>
      <w:rPr>
        <w:rFonts w:ascii="Wingdings" w:hAnsi="Wingdings" w:hint="default"/>
      </w:rPr>
    </w:lvl>
  </w:abstractNum>
  <w:abstractNum w:abstractNumId="8">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FF75B61"/>
    <w:multiLevelType w:val="hybridMultilevel"/>
    <w:tmpl w:val="E9E81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7">
    <w:nsid w:val="717329E4"/>
    <w:multiLevelType w:val="hybridMultilevel"/>
    <w:tmpl w:val="0590AE66"/>
    <w:lvl w:ilvl="0" w:tplc="B65A102A">
      <w:start w:val="1"/>
      <w:numFmt w:val="decimal"/>
      <w:pStyle w:val="Heading2"/>
      <w:lvlText w:val="%1."/>
      <w:lvlJc w:val="left"/>
      <w:pPr>
        <w:ind w:left="6" w:hanging="720"/>
      </w:pPr>
      <w:rPr>
        <w:rFonts w:hint="default"/>
      </w:rPr>
    </w:lvl>
    <w:lvl w:ilvl="1" w:tplc="0C090019">
      <w:start w:val="1"/>
      <w:numFmt w:val="lowerLetter"/>
      <w:lvlText w:val="%2."/>
      <w:lvlJc w:val="left"/>
      <w:pPr>
        <w:ind w:left="366" w:hanging="360"/>
      </w:pPr>
    </w:lvl>
    <w:lvl w:ilvl="2" w:tplc="0C09001B" w:tentative="1">
      <w:start w:val="1"/>
      <w:numFmt w:val="lowerRoman"/>
      <w:lvlText w:val="%3."/>
      <w:lvlJc w:val="right"/>
      <w:pPr>
        <w:ind w:left="1086" w:hanging="180"/>
      </w:pPr>
    </w:lvl>
    <w:lvl w:ilvl="3" w:tplc="0C09000F" w:tentative="1">
      <w:start w:val="1"/>
      <w:numFmt w:val="decimal"/>
      <w:lvlText w:val="%4."/>
      <w:lvlJc w:val="left"/>
      <w:pPr>
        <w:ind w:left="1806" w:hanging="360"/>
      </w:pPr>
    </w:lvl>
    <w:lvl w:ilvl="4" w:tplc="0C090019" w:tentative="1">
      <w:start w:val="1"/>
      <w:numFmt w:val="lowerLetter"/>
      <w:lvlText w:val="%5."/>
      <w:lvlJc w:val="left"/>
      <w:pPr>
        <w:ind w:left="2526" w:hanging="360"/>
      </w:pPr>
    </w:lvl>
    <w:lvl w:ilvl="5" w:tplc="0C09001B" w:tentative="1">
      <w:start w:val="1"/>
      <w:numFmt w:val="lowerRoman"/>
      <w:lvlText w:val="%6."/>
      <w:lvlJc w:val="right"/>
      <w:pPr>
        <w:ind w:left="3246" w:hanging="180"/>
      </w:pPr>
    </w:lvl>
    <w:lvl w:ilvl="6" w:tplc="0C09000F" w:tentative="1">
      <w:start w:val="1"/>
      <w:numFmt w:val="decimal"/>
      <w:lvlText w:val="%7."/>
      <w:lvlJc w:val="left"/>
      <w:pPr>
        <w:ind w:left="3966" w:hanging="360"/>
      </w:pPr>
    </w:lvl>
    <w:lvl w:ilvl="7" w:tplc="0C090019" w:tentative="1">
      <w:start w:val="1"/>
      <w:numFmt w:val="lowerLetter"/>
      <w:lvlText w:val="%8."/>
      <w:lvlJc w:val="left"/>
      <w:pPr>
        <w:ind w:left="4686" w:hanging="360"/>
      </w:pPr>
    </w:lvl>
    <w:lvl w:ilvl="8" w:tplc="0C09001B" w:tentative="1">
      <w:start w:val="1"/>
      <w:numFmt w:val="lowerRoman"/>
      <w:lvlText w:val="%9."/>
      <w:lvlJc w:val="right"/>
      <w:pPr>
        <w:ind w:left="5406" w:hanging="180"/>
      </w:pPr>
    </w:lvl>
  </w:abstractNum>
  <w:abstractNum w:abstractNumId="18">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9"/>
  </w:num>
  <w:num w:numId="5">
    <w:abstractNumId w:val="17"/>
  </w:num>
  <w:num w:numId="6">
    <w:abstractNumId w:val="0"/>
  </w:num>
  <w:num w:numId="7">
    <w:abstractNumId w:val="14"/>
  </w:num>
  <w:num w:numId="8">
    <w:abstractNumId w:val="16"/>
  </w:num>
  <w:num w:numId="9">
    <w:abstractNumId w:val="11"/>
  </w:num>
  <w:num w:numId="10">
    <w:abstractNumId w:val="18"/>
  </w:num>
  <w:num w:numId="11">
    <w:abstractNumId w:val="6"/>
  </w:num>
  <w:num w:numId="12">
    <w:abstractNumId w:val="10"/>
  </w:num>
  <w:num w:numId="13">
    <w:abstractNumId w:val="2"/>
  </w:num>
  <w:num w:numId="14">
    <w:abstractNumId w:val="15"/>
  </w:num>
  <w:num w:numId="15">
    <w:abstractNumId w:val="13"/>
  </w:num>
  <w:num w:numId="16">
    <w:abstractNumId w:val="8"/>
  </w:num>
  <w:num w:numId="17">
    <w:abstractNumId w:val="12"/>
  </w:num>
  <w:num w:numId="18">
    <w:abstractNumId w:val="7"/>
  </w:num>
  <w:num w:numId="19">
    <w:abstractNumId w:val="5"/>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2402F"/>
    <w:rsid w:val="00034BDB"/>
    <w:rsid w:val="00036A87"/>
    <w:rsid w:val="000452A0"/>
    <w:rsid w:val="0005784E"/>
    <w:rsid w:val="00065BAD"/>
    <w:rsid w:val="000776D5"/>
    <w:rsid w:val="00085005"/>
    <w:rsid w:val="00086B44"/>
    <w:rsid w:val="000906F9"/>
    <w:rsid w:val="00090CA0"/>
    <w:rsid w:val="000C2323"/>
    <w:rsid w:val="000C32B2"/>
    <w:rsid w:val="000D3358"/>
    <w:rsid w:val="000F04CA"/>
    <w:rsid w:val="000F29EC"/>
    <w:rsid w:val="00112058"/>
    <w:rsid w:val="00127E9D"/>
    <w:rsid w:val="001427DD"/>
    <w:rsid w:val="0014594D"/>
    <w:rsid w:val="00160A57"/>
    <w:rsid w:val="00161000"/>
    <w:rsid w:val="001B103B"/>
    <w:rsid w:val="001B7C06"/>
    <w:rsid w:val="001C7324"/>
    <w:rsid w:val="001D0C73"/>
    <w:rsid w:val="001F4B5E"/>
    <w:rsid w:val="002130EA"/>
    <w:rsid w:val="00221D70"/>
    <w:rsid w:val="00241883"/>
    <w:rsid w:val="002443AD"/>
    <w:rsid w:val="00271AA2"/>
    <w:rsid w:val="00276484"/>
    <w:rsid w:val="00276A83"/>
    <w:rsid w:val="00283675"/>
    <w:rsid w:val="002A43EC"/>
    <w:rsid w:val="002A562E"/>
    <w:rsid w:val="002C4D90"/>
    <w:rsid w:val="002C6357"/>
    <w:rsid w:val="002C796A"/>
    <w:rsid w:val="002E4F22"/>
    <w:rsid w:val="002E6247"/>
    <w:rsid w:val="00304BFA"/>
    <w:rsid w:val="00310317"/>
    <w:rsid w:val="003103D5"/>
    <w:rsid w:val="003309EC"/>
    <w:rsid w:val="0033378A"/>
    <w:rsid w:val="00342FEB"/>
    <w:rsid w:val="00347FE9"/>
    <w:rsid w:val="00356D70"/>
    <w:rsid w:val="00356DD0"/>
    <w:rsid w:val="003C0282"/>
    <w:rsid w:val="003C2B71"/>
    <w:rsid w:val="003D1F2E"/>
    <w:rsid w:val="003D4CCD"/>
    <w:rsid w:val="003E558F"/>
    <w:rsid w:val="003F18E0"/>
    <w:rsid w:val="00400165"/>
    <w:rsid w:val="00413816"/>
    <w:rsid w:val="00414B0F"/>
    <w:rsid w:val="00417A8F"/>
    <w:rsid w:val="00430980"/>
    <w:rsid w:val="00431CFE"/>
    <w:rsid w:val="0044484A"/>
    <w:rsid w:val="00451385"/>
    <w:rsid w:val="00464540"/>
    <w:rsid w:val="004660A0"/>
    <w:rsid w:val="00484F15"/>
    <w:rsid w:val="00494AE8"/>
    <w:rsid w:val="0049702A"/>
    <w:rsid w:val="004A0C9E"/>
    <w:rsid w:val="004D5B61"/>
    <w:rsid w:val="00500BA4"/>
    <w:rsid w:val="005129FE"/>
    <w:rsid w:val="00515242"/>
    <w:rsid w:val="00517DE4"/>
    <w:rsid w:val="0052453A"/>
    <w:rsid w:val="00532CE6"/>
    <w:rsid w:val="005371D0"/>
    <w:rsid w:val="0055006E"/>
    <w:rsid w:val="00555B13"/>
    <w:rsid w:val="0057067B"/>
    <w:rsid w:val="00575EC9"/>
    <w:rsid w:val="005C4FD5"/>
    <w:rsid w:val="005D213D"/>
    <w:rsid w:val="005D4D01"/>
    <w:rsid w:val="005D4F55"/>
    <w:rsid w:val="005E4C6E"/>
    <w:rsid w:val="005E5402"/>
    <w:rsid w:val="005F2596"/>
    <w:rsid w:val="005F7047"/>
    <w:rsid w:val="006101D1"/>
    <w:rsid w:val="0061113E"/>
    <w:rsid w:val="00621A8F"/>
    <w:rsid w:val="00625FEF"/>
    <w:rsid w:val="00633183"/>
    <w:rsid w:val="006438E2"/>
    <w:rsid w:val="00674072"/>
    <w:rsid w:val="00676C49"/>
    <w:rsid w:val="00692BDB"/>
    <w:rsid w:val="006B4E1B"/>
    <w:rsid w:val="006F4D12"/>
    <w:rsid w:val="006F5254"/>
    <w:rsid w:val="00714D79"/>
    <w:rsid w:val="00722E2A"/>
    <w:rsid w:val="0073228F"/>
    <w:rsid w:val="00734CDF"/>
    <w:rsid w:val="007357B9"/>
    <w:rsid w:val="00752148"/>
    <w:rsid w:val="00754C7A"/>
    <w:rsid w:val="007575DF"/>
    <w:rsid w:val="00764C3F"/>
    <w:rsid w:val="00796041"/>
    <w:rsid w:val="007A1C9F"/>
    <w:rsid w:val="007A30F7"/>
    <w:rsid w:val="007A3FB5"/>
    <w:rsid w:val="007A79F0"/>
    <w:rsid w:val="007B711A"/>
    <w:rsid w:val="007C0313"/>
    <w:rsid w:val="007D3E26"/>
    <w:rsid w:val="007E0FCB"/>
    <w:rsid w:val="00801589"/>
    <w:rsid w:val="0081321F"/>
    <w:rsid w:val="0081371A"/>
    <w:rsid w:val="00815C22"/>
    <w:rsid w:val="008252FA"/>
    <w:rsid w:val="00854DB3"/>
    <w:rsid w:val="008569B5"/>
    <w:rsid w:val="00864B16"/>
    <w:rsid w:val="00874EBC"/>
    <w:rsid w:val="008929B4"/>
    <w:rsid w:val="008941B7"/>
    <w:rsid w:val="008A6146"/>
    <w:rsid w:val="008D2A39"/>
    <w:rsid w:val="008E538F"/>
    <w:rsid w:val="008F1499"/>
    <w:rsid w:val="00922901"/>
    <w:rsid w:val="009759DC"/>
    <w:rsid w:val="00986178"/>
    <w:rsid w:val="00995A60"/>
    <w:rsid w:val="009A20A0"/>
    <w:rsid w:val="009A26CD"/>
    <w:rsid w:val="009C5AFA"/>
    <w:rsid w:val="009E5592"/>
    <w:rsid w:val="009F02DF"/>
    <w:rsid w:val="009F329B"/>
    <w:rsid w:val="00A03739"/>
    <w:rsid w:val="00A0712F"/>
    <w:rsid w:val="00A204C8"/>
    <w:rsid w:val="00A21439"/>
    <w:rsid w:val="00A3367B"/>
    <w:rsid w:val="00A424F1"/>
    <w:rsid w:val="00A4313B"/>
    <w:rsid w:val="00A63A3D"/>
    <w:rsid w:val="00A85E19"/>
    <w:rsid w:val="00A957A9"/>
    <w:rsid w:val="00A95C22"/>
    <w:rsid w:val="00AB2D9C"/>
    <w:rsid w:val="00AD3A27"/>
    <w:rsid w:val="00AF045B"/>
    <w:rsid w:val="00B02826"/>
    <w:rsid w:val="00B1260B"/>
    <w:rsid w:val="00B47B67"/>
    <w:rsid w:val="00B54843"/>
    <w:rsid w:val="00B865E3"/>
    <w:rsid w:val="00B92704"/>
    <w:rsid w:val="00B961BB"/>
    <w:rsid w:val="00B977E1"/>
    <w:rsid w:val="00B97EF3"/>
    <w:rsid w:val="00BB0FF2"/>
    <w:rsid w:val="00BC7BC9"/>
    <w:rsid w:val="00BD39EE"/>
    <w:rsid w:val="00BE0AE2"/>
    <w:rsid w:val="00BE6894"/>
    <w:rsid w:val="00C01C06"/>
    <w:rsid w:val="00C0318E"/>
    <w:rsid w:val="00C1620A"/>
    <w:rsid w:val="00C22A2C"/>
    <w:rsid w:val="00C335C0"/>
    <w:rsid w:val="00C50607"/>
    <w:rsid w:val="00C57B85"/>
    <w:rsid w:val="00C62044"/>
    <w:rsid w:val="00C629D4"/>
    <w:rsid w:val="00CA06B0"/>
    <w:rsid w:val="00CB3894"/>
    <w:rsid w:val="00CB6915"/>
    <w:rsid w:val="00CC66FC"/>
    <w:rsid w:val="00CE6F01"/>
    <w:rsid w:val="00CF2278"/>
    <w:rsid w:val="00D02946"/>
    <w:rsid w:val="00D2741C"/>
    <w:rsid w:val="00D306DD"/>
    <w:rsid w:val="00D40E26"/>
    <w:rsid w:val="00D5183A"/>
    <w:rsid w:val="00D5360C"/>
    <w:rsid w:val="00D629EE"/>
    <w:rsid w:val="00D90132"/>
    <w:rsid w:val="00D93CAA"/>
    <w:rsid w:val="00D95ACC"/>
    <w:rsid w:val="00DA31A8"/>
    <w:rsid w:val="00DA3B21"/>
    <w:rsid w:val="00DB7804"/>
    <w:rsid w:val="00DC0038"/>
    <w:rsid w:val="00DD4C6D"/>
    <w:rsid w:val="00DD641E"/>
    <w:rsid w:val="00E0480A"/>
    <w:rsid w:val="00E13E53"/>
    <w:rsid w:val="00E47C65"/>
    <w:rsid w:val="00E57F8D"/>
    <w:rsid w:val="00E60518"/>
    <w:rsid w:val="00E64483"/>
    <w:rsid w:val="00E85B7F"/>
    <w:rsid w:val="00E9200F"/>
    <w:rsid w:val="00E92292"/>
    <w:rsid w:val="00EA3046"/>
    <w:rsid w:val="00EB0984"/>
    <w:rsid w:val="00EB23B2"/>
    <w:rsid w:val="00EB5CDE"/>
    <w:rsid w:val="00EC559D"/>
    <w:rsid w:val="00ED2E05"/>
    <w:rsid w:val="00ED51B1"/>
    <w:rsid w:val="00EF4E07"/>
    <w:rsid w:val="00F016C3"/>
    <w:rsid w:val="00F2015C"/>
    <w:rsid w:val="00F343E0"/>
    <w:rsid w:val="00F406BE"/>
    <w:rsid w:val="00F44A11"/>
    <w:rsid w:val="00F46D95"/>
    <w:rsid w:val="00F75A65"/>
    <w:rsid w:val="00F95008"/>
    <w:rsid w:val="00FB4778"/>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lsdException w:name="heading 1" w:semiHidden="0" w:uiPriority="1"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Revision">
    <w:name w:val="Revision"/>
    <w:hidden/>
    <w:uiPriority w:val="99"/>
    <w:semiHidden/>
    <w:rsid w:val="00DD4C6D"/>
    <w:pPr>
      <w:widowControl/>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lsdException w:name="heading 1" w:semiHidden="0" w:uiPriority="1"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Revision">
    <w:name w:val="Revision"/>
    <w:hidden/>
    <w:uiPriority w:val="99"/>
    <w:semiHidden/>
    <w:rsid w:val="00DD4C6D"/>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FEF6E983B54B82A4E3F7B21C75D2E2"/>
        <w:category>
          <w:name w:val="General"/>
          <w:gallery w:val="placeholder"/>
        </w:category>
        <w:types>
          <w:type w:val="bbPlcHdr"/>
        </w:types>
        <w:behaviors>
          <w:behavior w:val="content"/>
        </w:behaviors>
        <w:guid w:val="{3462BC05-1F7C-48E4-9936-CD0BD6FFB238}"/>
      </w:docPartPr>
      <w:docPartBody>
        <w:p w:rsidR="009D05A4" w:rsidRDefault="002D12A6" w:rsidP="002D12A6">
          <w:pPr>
            <w:pStyle w:val="15FEF6E983B54B82A4E3F7B21C75D2E2"/>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060EC4"/>
    <w:rsid w:val="002666DA"/>
    <w:rsid w:val="002D12A6"/>
    <w:rsid w:val="007D2E0E"/>
    <w:rsid w:val="00827D1F"/>
    <w:rsid w:val="009D05A4"/>
    <w:rsid w:val="00AC2C96"/>
    <w:rsid w:val="00B44E4B"/>
    <w:rsid w:val="00E11C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66DA"/>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09CFB23A52E448408A7C316324DCD3C3">
    <w:name w:val="09CFB23A52E448408A7C316324DCD3C3"/>
    <w:rsid w:val="002666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66DA"/>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09CFB23A52E448408A7C316324DCD3C3">
    <w:name w:val="09CFB23A52E448408A7C316324DCD3C3"/>
    <w:rsid w:val="002666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586BA4-80E5-4346-8D9D-6ECD34CEF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1</TotalTime>
  <Pages>4</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Scheme Policy &amp; Program Transition Manager</dc:creator>
  <dc:description>Scheme Policy and Program Transition Manager</dc:description>
  <cp:lastModifiedBy>Madeline Cremades</cp:lastModifiedBy>
  <cp:revision>2</cp:revision>
  <cp:lastPrinted>2017-06-29T02:36:00Z</cp:lastPrinted>
  <dcterms:created xsi:type="dcterms:W3CDTF">2017-06-29T02:37:00Z</dcterms:created>
  <dcterms:modified xsi:type="dcterms:W3CDTF">2017-06-29T02:37:00Z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y fmtid="{D5CDD505-2E9C-101B-9397-08002B2CF9AE}" pid="4" name="_DocHome">
    <vt:i4>1219858273</vt:i4>
  </property>
</Properties>
</file>